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D8" w:rsidRDefault="00816CD8">
      <w:pPr>
        <w:rPr>
          <w:b/>
          <w:sz w:val="28"/>
          <w:szCs w:val="26"/>
          <w:lang w:eastAsia="en-US"/>
        </w:rPr>
      </w:pPr>
      <w:bookmarkStart w:id="0" w:name="_GoBack"/>
      <w:bookmarkEnd w:id="0"/>
    </w:p>
    <w:tbl>
      <w:tblPr>
        <w:tblW w:w="489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55"/>
        <w:gridCol w:w="5364"/>
        <w:gridCol w:w="1377"/>
      </w:tblGrid>
      <w:tr w:rsidR="001275F4" w:rsidRPr="007E6912" w:rsidTr="00F152C5">
        <w:trPr>
          <w:cantSplit/>
          <w:trHeight w:val="487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1275F4" w:rsidRPr="007E6912" w:rsidRDefault="001275F4" w:rsidP="00151CD2">
            <w:pPr>
              <w:jc w:val="center"/>
              <w:rPr>
                <w:sz w:val="24"/>
                <w:szCs w:val="24"/>
              </w:rPr>
            </w:pPr>
            <w:r w:rsidRPr="007E6912">
              <w:rPr>
                <w:b/>
                <w:sz w:val="24"/>
                <w:szCs w:val="24"/>
                <w:lang w:eastAsia="en-US"/>
              </w:rPr>
              <w:t>Состав проекта.</w:t>
            </w:r>
          </w:p>
        </w:tc>
      </w:tr>
      <w:tr w:rsidR="00937ED6" w:rsidRPr="007E6912" w:rsidTr="00F152C5">
        <w:trPr>
          <w:cantSplit/>
          <w:trHeight w:val="487"/>
        </w:trPr>
        <w:tc>
          <w:tcPr>
            <w:tcW w:w="282" w:type="pct"/>
          </w:tcPr>
          <w:p w:rsidR="00937ED6" w:rsidRPr="007E6912" w:rsidRDefault="00937ED6" w:rsidP="00151CD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№№</w:t>
            </w:r>
          </w:p>
          <w:p w:rsidR="00937ED6" w:rsidRPr="007E6912" w:rsidRDefault="00937ED6" w:rsidP="00151CD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п.п.</w:t>
            </w:r>
          </w:p>
        </w:tc>
        <w:tc>
          <w:tcPr>
            <w:tcW w:w="1369" w:type="pct"/>
          </w:tcPr>
          <w:p w:rsidR="00937ED6" w:rsidRPr="007E6912" w:rsidRDefault="00937ED6" w:rsidP="00151CD2">
            <w:pPr>
              <w:ind w:right="-57"/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Обозначение</w:t>
            </w:r>
          </w:p>
        </w:tc>
        <w:tc>
          <w:tcPr>
            <w:tcW w:w="2665" w:type="pct"/>
          </w:tcPr>
          <w:p w:rsidR="00937ED6" w:rsidRPr="007E6912" w:rsidRDefault="00937ED6" w:rsidP="00151CD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4" w:type="pct"/>
          </w:tcPr>
          <w:p w:rsidR="00937ED6" w:rsidRPr="007E6912" w:rsidRDefault="00937ED6" w:rsidP="00151CD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Примеч</w:t>
            </w:r>
            <w:r w:rsidRPr="007E6912">
              <w:rPr>
                <w:sz w:val="24"/>
                <w:szCs w:val="24"/>
              </w:rPr>
              <w:t>а</w:t>
            </w:r>
            <w:r w:rsidRPr="007E6912">
              <w:rPr>
                <w:sz w:val="24"/>
                <w:szCs w:val="24"/>
              </w:rPr>
              <w:t>ние</w:t>
            </w:r>
          </w:p>
        </w:tc>
      </w:tr>
      <w:tr w:rsidR="00937ED6" w:rsidRPr="007E6912" w:rsidTr="00F152C5">
        <w:trPr>
          <w:cantSplit/>
        </w:trPr>
        <w:tc>
          <w:tcPr>
            <w:tcW w:w="282" w:type="pct"/>
            <w:vAlign w:val="center"/>
          </w:tcPr>
          <w:p w:rsidR="00937ED6" w:rsidRPr="007E6912" w:rsidRDefault="00937ED6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937ED6" w:rsidRPr="007E6912" w:rsidRDefault="00937ED6" w:rsidP="00151CD2">
            <w:pPr>
              <w:ind w:left="284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937ED6" w:rsidRPr="007E6912" w:rsidRDefault="00937ED6" w:rsidP="00151CD2">
            <w:pPr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Основная (утверждаемая) часть проекта план</w:t>
            </w:r>
            <w:r w:rsidRPr="007E6912">
              <w:rPr>
                <w:sz w:val="24"/>
                <w:szCs w:val="24"/>
              </w:rPr>
              <w:t>и</w:t>
            </w:r>
            <w:r w:rsidRPr="007E6912">
              <w:rPr>
                <w:sz w:val="24"/>
                <w:szCs w:val="24"/>
              </w:rPr>
              <w:t>ровки.</w:t>
            </w:r>
          </w:p>
        </w:tc>
        <w:tc>
          <w:tcPr>
            <w:tcW w:w="684" w:type="pct"/>
            <w:vAlign w:val="center"/>
          </w:tcPr>
          <w:p w:rsidR="00937ED6" w:rsidRPr="007E6912" w:rsidRDefault="00937ED6" w:rsidP="00151CD2">
            <w:pPr>
              <w:pStyle w:val="a5"/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ТОМ 1</w:t>
            </w:r>
          </w:p>
        </w:tc>
      </w:tr>
      <w:tr w:rsidR="00937ED6" w:rsidRPr="007E6912" w:rsidTr="00F152C5">
        <w:trPr>
          <w:cantSplit/>
        </w:trPr>
        <w:tc>
          <w:tcPr>
            <w:tcW w:w="282" w:type="pct"/>
            <w:vAlign w:val="center"/>
          </w:tcPr>
          <w:p w:rsidR="00937ED6" w:rsidRPr="007E6912" w:rsidRDefault="007E6912" w:rsidP="001275F4">
            <w:pPr>
              <w:jc w:val="both"/>
              <w:rPr>
                <w:bCs/>
                <w:sz w:val="24"/>
                <w:szCs w:val="24"/>
              </w:rPr>
            </w:pPr>
            <w:r w:rsidRPr="007E691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69" w:type="pct"/>
            <w:vAlign w:val="center"/>
          </w:tcPr>
          <w:p w:rsidR="00937ED6" w:rsidRPr="007E6912" w:rsidRDefault="00B1267E" w:rsidP="008F6CE9">
            <w:pPr>
              <w:jc w:val="both"/>
              <w:rPr>
                <w:cap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36694C" w:rsidRPr="007E6912">
              <w:rPr>
                <w:bCs/>
                <w:sz w:val="24"/>
                <w:szCs w:val="24"/>
              </w:rPr>
              <w:t xml:space="preserve">/ППС - 16 – ППТ </w:t>
            </w:r>
            <w:r w:rsidR="00937ED6" w:rsidRPr="007E6912">
              <w:rPr>
                <w:bCs/>
                <w:sz w:val="24"/>
                <w:szCs w:val="24"/>
              </w:rPr>
              <w:t>-1</w:t>
            </w:r>
          </w:p>
        </w:tc>
        <w:tc>
          <w:tcPr>
            <w:tcW w:w="2665" w:type="pct"/>
            <w:vAlign w:val="center"/>
          </w:tcPr>
          <w:p w:rsidR="00937ED6" w:rsidRPr="007E6912" w:rsidRDefault="007E6912" w:rsidP="00151CD2">
            <w:pPr>
              <w:rPr>
                <w:position w:val="-36"/>
                <w:sz w:val="24"/>
                <w:szCs w:val="24"/>
              </w:rPr>
            </w:pPr>
            <w:r w:rsidRPr="007E6912">
              <w:rPr>
                <w:position w:val="-36"/>
                <w:sz w:val="24"/>
                <w:szCs w:val="24"/>
              </w:rPr>
              <w:t xml:space="preserve">Исходные данные. </w:t>
            </w:r>
            <w:r w:rsidR="00937ED6" w:rsidRPr="007E6912">
              <w:rPr>
                <w:position w:val="-36"/>
                <w:sz w:val="24"/>
                <w:szCs w:val="24"/>
              </w:rPr>
              <w:t>Графические материалы</w:t>
            </w:r>
          </w:p>
        </w:tc>
        <w:tc>
          <w:tcPr>
            <w:tcW w:w="684" w:type="pct"/>
            <w:vAlign w:val="center"/>
          </w:tcPr>
          <w:p w:rsidR="00937ED6" w:rsidRPr="007E6912" w:rsidRDefault="00937ED6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  <w:vAlign w:val="center"/>
          </w:tcPr>
          <w:p w:rsidR="007E6912" w:rsidRPr="007E6912" w:rsidRDefault="007E6912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8B350E">
            <w:pPr>
              <w:rPr>
                <w:position w:val="-36"/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 xml:space="preserve">Постановление «О </w:t>
            </w:r>
            <w:r w:rsidR="008B350E" w:rsidRPr="007E6912">
              <w:rPr>
                <w:sz w:val="24"/>
                <w:szCs w:val="24"/>
              </w:rPr>
              <w:t xml:space="preserve">подготовке документации по планировке территории </w:t>
            </w:r>
            <w:r w:rsidR="008B350E">
              <w:rPr>
                <w:sz w:val="24"/>
                <w:szCs w:val="24"/>
              </w:rPr>
              <w:t>и межевания территории Шимского городского поселения</w:t>
            </w:r>
            <w:r w:rsidR="008B350E" w:rsidRPr="007E6912">
              <w:rPr>
                <w:sz w:val="24"/>
                <w:szCs w:val="24"/>
              </w:rPr>
              <w:t>»</w:t>
            </w:r>
            <w:r w:rsidR="008B350E">
              <w:rPr>
                <w:sz w:val="24"/>
                <w:szCs w:val="24"/>
              </w:rPr>
              <w:t xml:space="preserve"> Новгородская область Шимский район, №366 и №367 от 10.06.2016</w:t>
            </w:r>
            <w:r w:rsidR="008B350E" w:rsidRPr="007E69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  <w:vAlign w:val="center"/>
          </w:tcPr>
          <w:p w:rsidR="007E6912" w:rsidRPr="007E6912" w:rsidRDefault="007E6912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151CD2">
            <w:pPr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Выписки из ЕГРП на земельные участки</w:t>
            </w:r>
            <w:r w:rsidR="00F85DF6">
              <w:rPr>
                <w:sz w:val="24"/>
                <w:szCs w:val="24"/>
              </w:rPr>
              <w:t>: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F85DF6" w:rsidRPr="007E6912" w:rsidTr="00F152C5">
        <w:trPr>
          <w:cantSplit/>
        </w:trPr>
        <w:tc>
          <w:tcPr>
            <w:tcW w:w="282" w:type="pct"/>
            <w:vAlign w:val="center"/>
          </w:tcPr>
          <w:p w:rsidR="00F85DF6" w:rsidRPr="007E6912" w:rsidRDefault="00F85DF6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F85DF6" w:rsidRPr="007E6912" w:rsidRDefault="00F85DF6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F85DF6" w:rsidRPr="007E6912" w:rsidRDefault="00F85DF6" w:rsidP="00302044">
            <w:pPr>
              <w:rPr>
                <w:sz w:val="24"/>
                <w:szCs w:val="24"/>
              </w:rPr>
            </w:pPr>
            <w:r w:rsidRPr="009D1768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="00302044" w:rsidRPr="00302044">
              <w:rPr>
                <w:rFonts w:hint="eastAsia"/>
                <w:position w:val="-36"/>
                <w:sz w:val="24"/>
                <w:szCs w:val="24"/>
              </w:rPr>
              <w:t>53:21:0012001:16</w:t>
            </w:r>
          </w:p>
        </w:tc>
        <w:tc>
          <w:tcPr>
            <w:tcW w:w="684" w:type="pct"/>
            <w:vAlign w:val="center"/>
          </w:tcPr>
          <w:p w:rsidR="00F85DF6" w:rsidRPr="007E6912" w:rsidRDefault="00F85DF6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53:21:0012001:17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53:21:0080801:39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53:21:0080901:86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53:21:0080901:103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53:21:0080901:107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53:21:0080901:110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Default="00302044" w:rsidP="00302044">
            <w:r w:rsidRPr="00422841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422841">
              <w:rPr>
                <w:rFonts w:hint="eastAsia"/>
                <w:position w:val="-36"/>
                <w:sz w:val="24"/>
                <w:szCs w:val="24"/>
              </w:rPr>
              <w:t>53:21:0080901:11</w:t>
            </w:r>
            <w:r>
              <w:rPr>
                <w:position w:val="-36"/>
                <w:sz w:val="24"/>
                <w:szCs w:val="24"/>
              </w:rPr>
              <w:t>1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302044" w:rsidRPr="007E6912" w:rsidTr="00F152C5">
        <w:trPr>
          <w:cantSplit/>
        </w:trPr>
        <w:tc>
          <w:tcPr>
            <w:tcW w:w="282" w:type="pct"/>
            <w:vAlign w:val="center"/>
          </w:tcPr>
          <w:p w:rsidR="00302044" w:rsidRPr="007E6912" w:rsidRDefault="00302044" w:rsidP="001275F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302044" w:rsidRPr="007E6912" w:rsidRDefault="00302044" w:rsidP="008F6CE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</w:tcPr>
          <w:p w:rsidR="00302044" w:rsidRPr="00D106C2" w:rsidRDefault="00302044" w:rsidP="00302044">
            <w:pPr>
              <w:rPr>
                <w:position w:val="-36"/>
                <w:sz w:val="24"/>
                <w:szCs w:val="24"/>
              </w:rPr>
            </w:pPr>
            <w:r w:rsidRPr="00D106C2">
              <w:rPr>
                <w:position w:val="-36"/>
                <w:sz w:val="24"/>
                <w:szCs w:val="24"/>
              </w:rPr>
              <w:t xml:space="preserve">Кадастровый номер </w:t>
            </w:r>
            <w:r w:rsidRPr="00302044">
              <w:rPr>
                <w:rFonts w:hint="eastAsia"/>
                <w:position w:val="-36"/>
                <w:sz w:val="24"/>
                <w:szCs w:val="24"/>
              </w:rPr>
              <w:t>53:21:0080901:11</w:t>
            </w:r>
            <w:r>
              <w:rPr>
                <w:position w:val="-36"/>
                <w:sz w:val="24"/>
                <w:szCs w:val="24"/>
              </w:rPr>
              <w:t>2</w:t>
            </w:r>
          </w:p>
        </w:tc>
        <w:tc>
          <w:tcPr>
            <w:tcW w:w="684" w:type="pct"/>
            <w:vAlign w:val="center"/>
          </w:tcPr>
          <w:p w:rsidR="00302044" w:rsidRPr="007E6912" w:rsidRDefault="00302044" w:rsidP="00151CD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  <w:vAlign w:val="center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302044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 xml:space="preserve">Схема расположения проектируемой территории в структуре 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Чертеж планировки территории (основной че</w:t>
            </w:r>
            <w:r w:rsidRPr="007E6912">
              <w:rPr>
                <w:rStyle w:val="FontStyle115"/>
                <w:sz w:val="24"/>
                <w:szCs w:val="24"/>
              </w:rPr>
              <w:t>р</w:t>
            </w:r>
            <w:r w:rsidRPr="007E6912">
              <w:rPr>
                <w:rStyle w:val="FontStyle115"/>
                <w:sz w:val="24"/>
                <w:szCs w:val="24"/>
              </w:rPr>
              <w:t>теж). М 1:5000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Fonts w:ascii="Times New Roman" w:hAnsi="Times New Roman"/>
              </w:rPr>
            </w:pPr>
            <w:r w:rsidRPr="007E6912">
              <w:rPr>
                <w:rFonts w:ascii="Times New Roman" w:hAnsi="Times New Roman"/>
              </w:rPr>
              <w:t>Материалы по обоснованию проекта планировки.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ТОМ 2</w:t>
            </w: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  <w:r w:rsidRPr="007E691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69" w:type="pct"/>
            <w:vAlign w:val="center"/>
          </w:tcPr>
          <w:p w:rsidR="007E6912" w:rsidRPr="007E6912" w:rsidRDefault="00B1267E" w:rsidP="00680685">
            <w:pPr>
              <w:jc w:val="both"/>
              <w:rPr>
                <w:cap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7E6912" w:rsidRPr="007E6912">
              <w:rPr>
                <w:bCs/>
                <w:sz w:val="24"/>
                <w:szCs w:val="24"/>
              </w:rPr>
              <w:t>/ППС - 16 – ППТ -2</w:t>
            </w:r>
            <w:r w:rsidR="00680685">
              <w:rPr>
                <w:bCs/>
                <w:sz w:val="24"/>
                <w:szCs w:val="24"/>
              </w:rPr>
              <w:t xml:space="preserve"> </w:t>
            </w:r>
            <w:r w:rsidR="007E6912" w:rsidRPr="007E6912">
              <w:rPr>
                <w:bCs/>
                <w:sz w:val="24"/>
                <w:szCs w:val="24"/>
              </w:rPr>
              <w:t>ПЗ</w:t>
            </w: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Fonts w:ascii="Times New Roman" w:hAnsi="Times New Roman"/>
              </w:rPr>
            </w:pPr>
            <w:r w:rsidRPr="007E6912">
              <w:rPr>
                <w:rFonts w:ascii="Times New Roman" w:hAnsi="Times New Roman"/>
              </w:rPr>
              <w:t>Пояснительная записка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  <w:r w:rsidRPr="007E691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69" w:type="pct"/>
            <w:vAlign w:val="center"/>
          </w:tcPr>
          <w:p w:rsidR="007E6912" w:rsidRPr="007E6912" w:rsidRDefault="00B1267E" w:rsidP="007E6912">
            <w:pPr>
              <w:jc w:val="both"/>
              <w:rPr>
                <w:cap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  <w:r w:rsidR="007E6912" w:rsidRPr="007E6912">
              <w:rPr>
                <w:bCs/>
                <w:sz w:val="24"/>
                <w:szCs w:val="24"/>
              </w:rPr>
              <w:t>/ППС - 16 – ППТ -2</w:t>
            </w: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Fonts w:ascii="Times New Roman" w:hAnsi="Times New Roman"/>
              </w:rPr>
            </w:pPr>
            <w:r w:rsidRPr="007E6912">
              <w:rPr>
                <w:rFonts w:ascii="Times New Roman" w:hAnsi="Times New Roman"/>
              </w:rPr>
              <w:t>Графические материалы: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302044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 xml:space="preserve">Схема расположения проектируемой территории в структуре 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Лист 1</w:t>
            </w: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Схема использования территории в период по</w:t>
            </w:r>
            <w:r w:rsidRPr="007E6912">
              <w:rPr>
                <w:rStyle w:val="FontStyle115"/>
                <w:sz w:val="24"/>
                <w:szCs w:val="24"/>
              </w:rPr>
              <w:t>д</w:t>
            </w:r>
            <w:r w:rsidRPr="007E6912">
              <w:rPr>
                <w:rStyle w:val="FontStyle115"/>
                <w:sz w:val="24"/>
                <w:szCs w:val="24"/>
              </w:rPr>
              <w:t>готовки проекта планировки территории (опо</w:t>
            </w:r>
            <w:r w:rsidRPr="007E6912">
              <w:rPr>
                <w:rStyle w:val="FontStyle115"/>
                <w:sz w:val="24"/>
                <w:szCs w:val="24"/>
              </w:rPr>
              <w:t>р</w:t>
            </w:r>
            <w:r w:rsidRPr="007E6912">
              <w:rPr>
                <w:rStyle w:val="FontStyle115"/>
                <w:sz w:val="24"/>
                <w:szCs w:val="24"/>
              </w:rPr>
              <w:t>ный план). М 1:5000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Лист 2</w:t>
            </w: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Чертеж планировки территории (основной че</w:t>
            </w:r>
            <w:r w:rsidRPr="007E6912">
              <w:rPr>
                <w:rStyle w:val="FontStyle115"/>
                <w:sz w:val="24"/>
                <w:szCs w:val="24"/>
              </w:rPr>
              <w:t>р</w:t>
            </w:r>
            <w:r w:rsidRPr="007E6912">
              <w:rPr>
                <w:rStyle w:val="FontStyle115"/>
                <w:sz w:val="24"/>
                <w:szCs w:val="24"/>
              </w:rPr>
              <w:t>теж). М 1:5000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Лист 3</w:t>
            </w: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Схема вертикальной планировки и инженерной</w:t>
            </w:r>
          </w:p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подготовки территории. М 1:5000.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Лист 4</w:t>
            </w:r>
          </w:p>
        </w:tc>
      </w:tr>
      <w:tr w:rsidR="007E6912" w:rsidRPr="007E6912" w:rsidTr="00F152C5">
        <w:trPr>
          <w:cantSplit/>
        </w:trPr>
        <w:tc>
          <w:tcPr>
            <w:tcW w:w="282" w:type="pct"/>
          </w:tcPr>
          <w:p w:rsidR="007E6912" w:rsidRPr="007E6912" w:rsidRDefault="007E6912" w:rsidP="007E6912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 w:rsidR="007E6912" w:rsidRPr="007E6912" w:rsidRDefault="007E6912" w:rsidP="007E6912">
            <w:pPr>
              <w:jc w:val="both"/>
              <w:rPr>
                <w:caps/>
                <w:sz w:val="24"/>
                <w:szCs w:val="24"/>
              </w:rPr>
            </w:pPr>
          </w:p>
        </w:tc>
        <w:tc>
          <w:tcPr>
            <w:tcW w:w="2665" w:type="pct"/>
            <w:vAlign w:val="center"/>
          </w:tcPr>
          <w:p w:rsidR="007E6912" w:rsidRPr="007E6912" w:rsidRDefault="007E6912" w:rsidP="007E6912">
            <w:pPr>
              <w:pStyle w:val="aff"/>
              <w:rPr>
                <w:rStyle w:val="FontStyle115"/>
                <w:sz w:val="24"/>
                <w:szCs w:val="24"/>
              </w:rPr>
            </w:pPr>
            <w:r w:rsidRPr="007E6912">
              <w:rPr>
                <w:rStyle w:val="FontStyle115"/>
                <w:sz w:val="24"/>
                <w:szCs w:val="24"/>
              </w:rPr>
              <w:t>Схема расположения инженерных сетей и соор</w:t>
            </w:r>
            <w:r w:rsidRPr="007E6912">
              <w:rPr>
                <w:rStyle w:val="FontStyle115"/>
                <w:sz w:val="24"/>
                <w:szCs w:val="24"/>
              </w:rPr>
              <w:t>у</w:t>
            </w:r>
            <w:r w:rsidRPr="007E6912">
              <w:rPr>
                <w:rStyle w:val="FontStyle115"/>
                <w:sz w:val="24"/>
                <w:szCs w:val="24"/>
              </w:rPr>
              <w:t>жений. М 1:5000</w:t>
            </w:r>
          </w:p>
        </w:tc>
        <w:tc>
          <w:tcPr>
            <w:tcW w:w="684" w:type="pct"/>
            <w:vAlign w:val="center"/>
          </w:tcPr>
          <w:p w:rsidR="007E6912" w:rsidRPr="007E6912" w:rsidRDefault="007E6912" w:rsidP="007E6912">
            <w:pPr>
              <w:jc w:val="center"/>
              <w:rPr>
                <w:sz w:val="24"/>
                <w:szCs w:val="24"/>
              </w:rPr>
            </w:pPr>
            <w:r w:rsidRPr="007E6912">
              <w:rPr>
                <w:sz w:val="24"/>
                <w:szCs w:val="24"/>
              </w:rPr>
              <w:t>Лист 5</w:t>
            </w:r>
          </w:p>
        </w:tc>
      </w:tr>
    </w:tbl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1275F4" w:rsidRDefault="001275F4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1275F4" w:rsidRDefault="001275F4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1275F4" w:rsidRDefault="001275F4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FC790F" w:rsidRDefault="00FC790F" w:rsidP="0027480E">
      <w:pPr>
        <w:jc w:val="center"/>
        <w:rPr>
          <w:rFonts w:ascii="Arial" w:hAnsi="Arial" w:cs="Arial"/>
          <w:b/>
          <w:sz w:val="24"/>
          <w:szCs w:val="24"/>
        </w:rPr>
      </w:pPr>
    </w:p>
    <w:p w:rsidR="00D3297D" w:rsidRPr="00DF2F9B" w:rsidRDefault="00D3297D" w:rsidP="00AB4B23">
      <w:pPr>
        <w:ind w:left="142"/>
        <w:jc w:val="both"/>
        <w:rPr>
          <w:sz w:val="24"/>
          <w:szCs w:val="24"/>
          <w:highlight w:val="lightGray"/>
          <w:lang w:val="en-US"/>
        </w:rPr>
      </w:pPr>
    </w:p>
    <w:p w:rsidR="00D3297D" w:rsidRDefault="00D3297D" w:rsidP="00AB4B23">
      <w:pPr>
        <w:ind w:left="142"/>
        <w:jc w:val="both"/>
        <w:rPr>
          <w:sz w:val="24"/>
          <w:szCs w:val="24"/>
          <w:highlight w:val="lightGray"/>
        </w:rPr>
      </w:pPr>
    </w:p>
    <w:p w:rsidR="005C1C2C" w:rsidRPr="007368D0" w:rsidRDefault="005C1C2C" w:rsidP="005C1C2C">
      <w:pPr>
        <w:jc w:val="center"/>
        <w:rPr>
          <w:b/>
          <w:sz w:val="28"/>
          <w:szCs w:val="28"/>
        </w:rPr>
      </w:pPr>
    </w:p>
    <w:p w:rsidR="00EC6B63" w:rsidRPr="009D6E51" w:rsidRDefault="00B400FF" w:rsidP="003D5CBF">
      <w:pPr>
        <w:pStyle w:val="1"/>
        <w:ind w:firstLine="0"/>
        <w:rPr>
          <w:bCs/>
        </w:rPr>
        <w:sectPr w:rsidR="00EC6B63" w:rsidRPr="009D6E51" w:rsidSect="00A7672A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425" w:right="708" w:bottom="1247" w:left="1134" w:header="0" w:footer="686" w:gutter="0"/>
          <w:pgNumType w:start="9"/>
          <w:cols w:space="720"/>
          <w:titlePg/>
        </w:sectPr>
      </w:pPr>
      <w:r w:rsidRPr="009D6E51">
        <w:rPr>
          <w:sz w:val="28"/>
          <w:szCs w:val="28"/>
        </w:rPr>
        <w:t xml:space="preserve">     </w:t>
      </w:r>
    </w:p>
    <w:p w:rsidR="00CB5F1E" w:rsidRPr="009D6E51" w:rsidRDefault="00CB5F1E" w:rsidP="00857202">
      <w:pPr>
        <w:jc w:val="center"/>
        <w:rPr>
          <w:b/>
          <w:sz w:val="32"/>
          <w:szCs w:val="32"/>
        </w:rPr>
      </w:pPr>
    </w:p>
    <w:sectPr w:rsidR="00CB5F1E" w:rsidRPr="009D6E51" w:rsidSect="00C82C9C">
      <w:headerReference w:type="default" r:id="rId13"/>
      <w:headerReference w:type="first" r:id="rId14"/>
      <w:footerReference w:type="first" r:id="rId15"/>
      <w:pgSz w:w="11907" w:h="16840" w:code="9"/>
      <w:pgMar w:top="1134" w:right="567" w:bottom="1134" w:left="1701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C7" w:rsidRDefault="00A879C7">
      <w:r>
        <w:separator/>
      </w:r>
    </w:p>
  </w:endnote>
  <w:endnote w:type="continuationSeparator" w:id="0">
    <w:p w:rsidR="00A879C7" w:rsidRDefault="00A8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Cd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931B5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30592" behindDoc="0" locked="0" layoutInCell="1" allowOverlap="1">
              <wp:simplePos x="0" y="0"/>
              <wp:positionH relativeFrom="column">
                <wp:posOffset>6156960</wp:posOffset>
              </wp:positionH>
              <wp:positionV relativeFrom="paragraph">
                <wp:posOffset>118110</wp:posOffset>
              </wp:positionV>
              <wp:extent cx="342900" cy="202565"/>
              <wp:effectExtent l="0" t="0" r="0" b="6985"/>
              <wp:wrapNone/>
              <wp:docPr id="70" name="Rectangl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0E7378" w:rsidRDefault="001275F4" w:rsidP="00F87A4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a9"/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2" o:spid="_x0000_s1026" style="position:absolute;margin-left:484.8pt;margin-top:9.3pt;width:27pt;height:15.9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" filled="f" stroked="f" strokeweight="1pt">
              <v:textbox inset="1pt,1pt,1pt,1pt">
                <w:txbxContent>
                  <w:p w:rsidR="00B52BE6" w:rsidRPr="000E7378" w:rsidRDefault="001275F4" w:rsidP="00F87A4E">
                    <w:pPr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Style w:val="a9"/>
                        <w:rFonts w:ascii="Arial" w:hAnsi="Arial" w:cs="Arial"/>
                        <w:b/>
                        <w:sz w:val="22"/>
                        <w:szCs w:val="22"/>
                      </w:rPr>
                      <w:t>9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>
              <wp:simplePos x="0" y="0"/>
              <wp:positionH relativeFrom="column">
                <wp:posOffset>2289810</wp:posOffset>
              </wp:positionH>
              <wp:positionV relativeFrom="page">
                <wp:posOffset>9825990</wp:posOffset>
              </wp:positionV>
              <wp:extent cx="3749675" cy="454660"/>
              <wp:effectExtent l="0" t="0" r="0" b="2540"/>
              <wp:wrapNone/>
              <wp:docPr id="69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967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  <w:p w:rsidR="001275F4" w:rsidRPr="00876564" w:rsidRDefault="001275F4" w:rsidP="001275F4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876564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2</w:t>
                          </w:r>
                          <w:r w:rsidR="00C21C3B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1</w:t>
                          </w:r>
                          <w:r w:rsidRPr="00876564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/ППС - 16 – ППТ</w:t>
                          </w:r>
                          <w:r w:rsidRPr="00876564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 СП</w:t>
                          </w:r>
                        </w:p>
                        <w:p w:rsidR="00B52BE6" w:rsidRDefault="00B52BE6">
                          <w:pPr>
                            <w:jc w:val="center"/>
                          </w:pPr>
                        </w:p>
                        <w:p w:rsidR="00B52BE6" w:rsidRDefault="00B52BE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2" o:spid="_x0000_s1027" type="#_x0000_t202" style="position:absolute;margin-left:180.3pt;margin-top:773.7pt;width:295.25pt;height:35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" filled="f" stroked="f" strokecolor="white">
              <v:textbox>
                <w:txbxContent>
                  <w:p w:rsidR="00B52BE6" w:rsidRPr="00650E9A" w:rsidRDefault="00B52BE6" w:rsidP="00650E9A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  <w:p w:rsidR="001275F4" w:rsidRPr="00876564" w:rsidRDefault="001275F4" w:rsidP="001275F4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876564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2</w:t>
                    </w:r>
                    <w:r w:rsidR="00C21C3B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1</w:t>
                    </w:r>
                    <w:r w:rsidRPr="00876564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/ППС - 16 – ППТ</w:t>
                    </w:r>
                    <w:r w:rsidRPr="00876564">
                      <w:rPr>
                        <w:rFonts w:ascii="Arial" w:hAnsi="Arial" w:cs="Arial"/>
                        <w:sz w:val="28"/>
                        <w:szCs w:val="28"/>
                      </w:rPr>
                      <w:t>. СП</w:t>
                    </w:r>
                  </w:p>
                  <w:p w:rsidR="00B52BE6" w:rsidRDefault="00B52BE6">
                    <w:pPr>
                      <w:jc w:val="center"/>
                    </w:pPr>
                  </w:p>
                  <w:p w:rsidR="00B52BE6" w:rsidRDefault="00B52BE6">
                    <w:pPr>
                      <w:jc w:val="center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7520" behindDoc="0" locked="0" layoutInCell="1" allowOverlap="1">
              <wp:simplePos x="0" y="0"/>
              <wp:positionH relativeFrom="column">
                <wp:posOffset>6175375</wp:posOffset>
              </wp:positionH>
              <wp:positionV relativeFrom="paragraph">
                <wp:posOffset>-140970</wp:posOffset>
              </wp:positionV>
              <wp:extent cx="323850" cy="136525"/>
              <wp:effectExtent l="0" t="0" r="0" b="0"/>
              <wp:wrapNone/>
              <wp:docPr id="68" name="Rectangl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1" o:spid="_x0000_s1028" style="position:absolute;margin-left:486.25pt;margin-top:-11.1pt;width:25.5pt;height:10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6" behindDoc="0" locked="0" layoutInCell="1" allowOverlap="1">
              <wp:simplePos x="0" y="0"/>
              <wp:positionH relativeFrom="column">
                <wp:posOffset>230505</wp:posOffset>
              </wp:positionH>
              <wp:positionV relativeFrom="paragraph">
                <wp:posOffset>198755</wp:posOffset>
              </wp:positionV>
              <wp:extent cx="361950" cy="141605"/>
              <wp:effectExtent l="0" t="0" r="0" b="0"/>
              <wp:wrapNone/>
              <wp:docPr id="67" name="Rectangl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9" o:spid="_x0000_s1029" style="position:absolute;margin-left:18.15pt;margin-top:15.65pt;width:28.5pt;height:11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" filled="f" stroked="f" strokeweight="1.5pt"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column">
                <wp:posOffset>582295</wp:posOffset>
              </wp:positionH>
              <wp:positionV relativeFrom="paragraph">
                <wp:posOffset>193040</wp:posOffset>
              </wp:positionV>
              <wp:extent cx="368935" cy="140970"/>
              <wp:effectExtent l="0" t="0" r="0" b="0"/>
              <wp:wrapNone/>
              <wp:docPr id="66" name="Rectangle 3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93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8" o:spid="_x0000_s1030" style="position:absolute;margin-left:45.85pt;margin-top:15.2pt;width:29.05pt;height:11.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>
              <wp:simplePos x="0" y="0"/>
              <wp:positionH relativeFrom="column">
                <wp:posOffset>952500</wp:posOffset>
              </wp:positionH>
              <wp:positionV relativeFrom="paragraph">
                <wp:posOffset>192405</wp:posOffset>
              </wp:positionV>
              <wp:extent cx="356870" cy="127635"/>
              <wp:effectExtent l="0" t="0" r="5080" b="5715"/>
              <wp:wrapNone/>
              <wp:docPr id="65" name="Rectangle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8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7" o:spid="_x0000_s1031" style="position:absolute;margin-left:75pt;margin-top:15.15pt;width:28.1pt;height:10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" filled="f" stroked="f" strokeweight="1pt"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424" behindDoc="0" locked="0" layoutInCell="1" allowOverlap="1">
              <wp:simplePos x="0" y="0"/>
              <wp:positionH relativeFrom="column">
                <wp:posOffset>1329055</wp:posOffset>
              </wp:positionH>
              <wp:positionV relativeFrom="paragraph">
                <wp:posOffset>189865</wp:posOffset>
              </wp:positionV>
              <wp:extent cx="525145" cy="132080"/>
              <wp:effectExtent l="0" t="0" r="8255" b="1270"/>
              <wp:wrapNone/>
              <wp:docPr id="64" name="Rectangle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5145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6" o:spid="_x0000_s1032" style="position:absolute;margin-left:104.65pt;margin-top:14.95pt;width:41.35pt;height:10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2400" behindDoc="0" locked="0" layoutInCell="1" allowOverlap="1">
              <wp:simplePos x="0" y="0"/>
              <wp:positionH relativeFrom="column">
                <wp:posOffset>1875155</wp:posOffset>
              </wp:positionH>
              <wp:positionV relativeFrom="paragraph">
                <wp:posOffset>186690</wp:posOffset>
              </wp:positionV>
              <wp:extent cx="328930" cy="154305"/>
              <wp:effectExtent l="0" t="0" r="0" b="0"/>
              <wp:wrapNone/>
              <wp:docPr id="191" name="Rectangle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15" o:spid="_x0000_s1033" style="position:absolute;margin-left:147.65pt;margin-top:14.7pt;width:25.9pt;height:12.1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1376" behindDoc="0" locked="0" layoutInCell="1" allowOverlap="1">
              <wp:simplePos x="0" y="0"/>
              <wp:positionH relativeFrom="column">
                <wp:posOffset>-135890</wp:posOffset>
              </wp:positionH>
              <wp:positionV relativeFrom="paragraph">
                <wp:posOffset>170180</wp:posOffset>
              </wp:positionV>
              <wp:extent cx="2339975" cy="635"/>
              <wp:effectExtent l="0" t="0" r="22225" b="37465"/>
              <wp:wrapNone/>
              <wp:docPr id="190" name="Line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4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7pt,13.4pt" to="173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0352" behindDoc="0" locked="0" layoutInCell="1" allowOverlap="1">
              <wp:simplePos x="0" y="0"/>
              <wp:positionH relativeFrom="column">
                <wp:posOffset>-134620</wp:posOffset>
              </wp:positionH>
              <wp:positionV relativeFrom="paragraph">
                <wp:posOffset>-8255</wp:posOffset>
              </wp:positionV>
              <wp:extent cx="2339975" cy="635"/>
              <wp:effectExtent l="0" t="0" r="22225" b="37465"/>
              <wp:wrapNone/>
              <wp:docPr id="189" name="Line 3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3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6pt,-.65pt" to="173.6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9328" behindDoc="0" locked="0" layoutInCell="1" allowOverlap="1">
              <wp:simplePos x="0" y="0"/>
              <wp:positionH relativeFrom="column">
                <wp:posOffset>2211070</wp:posOffset>
              </wp:positionH>
              <wp:positionV relativeFrom="paragraph">
                <wp:posOffset>-188595</wp:posOffset>
              </wp:positionV>
              <wp:extent cx="635" cy="534035"/>
              <wp:effectExtent l="0" t="0" r="37465" b="18415"/>
              <wp:wrapNone/>
              <wp:docPr id="188" name="Line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2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1pt,-14.85pt" to="174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vz0KwIAAGY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8304" behindDoc="0" locked="0" layoutInCell="1" allowOverlap="1">
              <wp:simplePos x="0" y="0"/>
              <wp:positionH relativeFrom="column">
                <wp:posOffset>1848485</wp:posOffset>
              </wp:positionH>
              <wp:positionV relativeFrom="paragraph">
                <wp:posOffset>-188595</wp:posOffset>
              </wp:positionV>
              <wp:extent cx="1270" cy="534035"/>
              <wp:effectExtent l="0" t="0" r="36830" b="18415"/>
              <wp:wrapNone/>
              <wp:docPr id="187" name="Line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1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55pt,-14.85pt" to="145.6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7280" behindDoc="0" locked="0" layoutInCell="1" allowOverlap="1">
              <wp:simplePos x="0" y="0"/>
              <wp:positionH relativeFrom="column">
                <wp:posOffset>1311274</wp:posOffset>
              </wp:positionH>
              <wp:positionV relativeFrom="paragraph">
                <wp:posOffset>-188595</wp:posOffset>
              </wp:positionV>
              <wp:extent cx="0" cy="534035"/>
              <wp:effectExtent l="0" t="0" r="19050" b="18415"/>
              <wp:wrapNone/>
              <wp:docPr id="186" name="Line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0" o:spid="_x0000_s1026" style="position:absolute;z-index:2516172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03.25pt,-14.85pt" to="103.2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6256" behindDoc="0" locked="0" layoutInCell="1" allowOverlap="1">
              <wp:simplePos x="0" y="0"/>
              <wp:positionH relativeFrom="column">
                <wp:posOffset>947419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7" name="Lin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9" o:spid="_x0000_s1026" style="position:absolute;z-index:251616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74.6pt,-14.7pt" to="74.6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JD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6Akj&#10;RTpo0kYojsbpPF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5232" behindDoc="0" locked="0" layoutInCell="1" allowOverlap="1">
              <wp:simplePos x="0" y="0"/>
              <wp:positionH relativeFrom="column">
                <wp:posOffset>591184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26" name="Line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8" o:spid="_x0000_s1026" style="position:absolute;z-index:2516152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46.55pt,-15.25pt" to="4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4208" behindDoc="0" locked="0" layoutInCell="1" allowOverlap="1">
              <wp:simplePos x="0" y="0"/>
              <wp:positionH relativeFrom="column">
                <wp:posOffset>230504</wp:posOffset>
              </wp:positionH>
              <wp:positionV relativeFrom="paragraph">
                <wp:posOffset>-186690</wp:posOffset>
              </wp:positionV>
              <wp:extent cx="0" cy="534035"/>
              <wp:effectExtent l="0" t="0" r="19050" b="18415"/>
              <wp:wrapNone/>
              <wp:docPr id="125" name="Lin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40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7" o:spid="_x0000_s1026" style="position:absolute;z-index:25161420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8.15pt,-14.7pt" to="18.1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3184" behindDoc="0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195580</wp:posOffset>
              </wp:positionV>
              <wp:extent cx="378460" cy="135890"/>
              <wp:effectExtent l="0" t="0" r="2540" b="0"/>
              <wp:wrapNone/>
              <wp:docPr id="124" name="Rectangle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46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3" o:spid="_x0000_s1034" style="position:absolute;margin-left:-11.35pt;margin-top:15.4pt;width:29.8pt;height:10.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" filled="f" stroked="f" strokeweight="1pt"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-1804670</wp:posOffset>
              </wp:positionH>
              <wp:positionV relativeFrom="paragraph">
                <wp:posOffset>-1337310</wp:posOffset>
              </wp:positionV>
              <wp:extent cx="2921000" cy="431800"/>
              <wp:effectExtent l="6350" t="0" r="19050" b="19050"/>
              <wp:wrapNone/>
              <wp:docPr id="178" name="Group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-5400000">
                        <a:off x="0" y="0"/>
                        <a:ext cx="2921000" cy="431800"/>
                        <a:chOff x="318" y="390"/>
                        <a:chExt cx="4679" cy="685"/>
                      </a:xfrm>
                    </wpg:grpSpPr>
                    <wps:wsp>
                      <wps:cNvPr id="179" name="Rectangle 295"/>
                      <wps:cNvSpPr>
                        <a:spLocks noChangeArrowheads="1"/>
                      </wps:cNvSpPr>
                      <wps:spPr bwMode="auto">
                        <a:xfrm rot="5400000">
                          <a:off x="2322" y="-1613"/>
                          <a:ext cx="671" cy="4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Line 296"/>
                      <wps:cNvCnPr>
                        <a:cxnSpLocks noChangeShapeType="1"/>
                      </wps:cNvCnPr>
                      <wps:spPr bwMode="auto">
                        <a:xfrm rot="5400000" flipV="1">
                          <a:off x="2658" y="-1664"/>
                          <a:ext cx="1" cy="4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1" name="Line 297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353" y="729"/>
                          <a:ext cx="67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2" name="Line 298"/>
                      <wps:cNvCnPr>
                        <a:cxnSpLocks noChangeShapeType="1"/>
                      </wps:cNvCnPr>
                      <wps:spPr bwMode="auto">
                        <a:xfrm rot="16200000" flipV="1">
                          <a:off x="3278" y="732"/>
                          <a:ext cx="685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3" name="Rectangle 299"/>
                      <wps:cNvSpPr>
                        <a:spLocks noChangeArrowheads="1"/>
                      </wps:cNvSpPr>
                      <wps:spPr bwMode="auto">
                        <a:xfrm rot="5400000">
                          <a:off x="4167" y="-129"/>
                          <a:ext cx="237" cy="1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4" name="Rectangle 300"/>
                      <wps:cNvSpPr>
                        <a:spLocks noChangeArrowheads="1"/>
                      </wps:cNvSpPr>
                      <wps:spPr bwMode="auto">
                        <a:xfrm rot="5400000">
                          <a:off x="2528" y="-358"/>
                          <a:ext cx="250" cy="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Подпись и дата</w:t>
                            </w:r>
                          </w:p>
                          <w:p w:rsidR="00B52BE6" w:rsidRDefault="00B52BE6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5" name="Rectangle 301"/>
                      <wps:cNvSpPr>
                        <a:spLocks noChangeArrowheads="1"/>
                      </wps:cNvSpPr>
                      <wps:spPr bwMode="auto">
                        <a:xfrm rot="5400000">
                          <a:off x="875" y="-144"/>
                          <a:ext cx="229" cy="13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4" o:spid="_x0000_s1035" style="position:absolute;margin-left:-142.1pt;margin-top:-105.3pt;width:230pt;height:34pt;rotation:-90;z-index:251612160" coordorigin="318,390" coordsize="4679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">
              <v:rect id="Rectangle 295" o:spid="_x0000_s1036" style="position:absolute;left:2322;top:-1613;width:671;height:46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2C8IA&#10;AADcAAAADwAAAGRycy9kb3ducmV2LnhtbERPTWsCMRC9F/wPYQRvNVsPardGKYJgDx7q2pbehs00&#10;G7qZLJt0jf++EQRv83ifs9ok14qB+mA9K3iaFiCIa68tGwWnave4BBEissbWMym4UIDNevSwwlL7&#10;M7/TcIxG5BAOJSpoYuxKKUPdkMMw9R1x5n587zBm2BupezzncNfKWVHMpUPLuaHBjrYN1b/HP6fA&#10;fqfD25f7SLPB8nYZK1N9aqPUZJxeX0BESvEuvrn3Os9fPMP1mXy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UPYLwgAAANwAAAAPAAAAAAAAAAAAAAAAAJgCAABkcnMvZG93&#10;bnJldi54bWxQSwUGAAAAAAQABAD1AAAAhwMAAAAA&#10;" filled="f" strokeweight="1.5pt"/>
              <v:line id="Line 296" o:spid="_x0000_s1037" style="position:absolute;rotation:-90;flip:y;visibility:visible;mso-wrap-style:square" from="2658,-1664" to="2659,30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EU+MYAAADcAAAADwAAAGRycy9kb3ducmV2LnhtbESPQWvCQBCF70L/wzIFL1I3ehBNXaUo&#10;lqISMPoDptlpEpqdDdmtSf9951DwNsN789436+3gGnWnLtSeDcymCSjiwtuaSwO36+FlCSpEZIuN&#10;ZzLwSwG2m6fRGlPre77QPY+lkhAOKRqoYmxTrUNRkcMw9S2xaF++cxhl7UptO+wl3DV6niQL7bBm&#10;aaiwpV1FxXf+4wxMitUw85+7fVYeT/3NvWen/JwZM34e3l5BRRriw/x//WEFfyn48oxMoD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RFPjGAAAA3AAAAA8AAAAAAAAA&#10;AAAAAAAAoQIAAGRycy9kb3ducmV2LnhtbFBLBQYAAAAABAAEAPkAAACUAwAAAAA=&#10;" strokeweight="1.5pt">
                <v:stroke startarrowwidth="narrow" startarrowlength="short" endarrowwidth="narrow" endarrowlength="short"/>
              </v:line>
              <v:line id="Line 297" o:spid="_x0000_s1038" style="position:absolute;rotation:-90;flip:x;visibility:visible;mso-wrap-style:square" from="1353,729" to="2031,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2xY8QAAADcAAAADwAAAGRycy9kb3ducmV2LnhtbERPzWrCQBC+C32HZQq9SN2kB7Gpq5SI&#10;pagETPMAY3ZMQrOzIbtN0rfvFgRv8/H9zno7mVYM1LvGsoJ4EYEgLq1uuFJQfO2fVyCcR9bYWiYF&#10;v+Rgu3mYrTHRduQzDbmvRAhhl6CC2vsukdKVNRl0C9sRB+5qe4M+wL6SuscxhJtWvkTRUhpsODTU&#10;2FFaU/md/xgF8/J1iu0l3WXV4TgW5iM75qdMqafH6f0NhKfJ38U396cO81cx/D8TLp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XbFjxAAAANwAAAAPAAAAAAAAAAAA&#10;AAAAAKECAABkcnMvZG93bnJldi54bWxQSwUGAAAAAAQABAD5AAAAkgMAAAAA&#10;" strokeweight="1.5pt">
                <v:stroke startarrowwidth="narrow" startarrowlength="short" endarrowwidth="narrow" endarrowlength="short"/>
              </v:line>
              <v:line id="Line 298" o:spid="_x0000_s1039" style="position:absolute;rotation:90;flip:y;visibility:visible;mso-wrap-style:square" from="3278,732" to="3963,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eKwsIAAADcAAAADwAAAGRycy9kb3ducmV2LnhtbERPPWvDMBDdC/kP4grdGtkegutGMcWQ&#10;EAgdmnjpdrWutol1MpLi2P++KhS63eN93raczSAmcr63rCBdJyCIG6t7bhXUl/1zDsIHZI2DZVKw&#10;kIdyt3rYYqHtnT9oOodWxBD2BSroQhgLKX3TkUG/tiNx5L6tMxgidK3UDu8x3AwyS5KNNNhzbOhw&#10;pKqj5nq+GQX2ukk/h1P1dcmQNB5q9768OKWeHue3VxCB5vAv/nMfdZyfZ/D7TLxA7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eKwsIAAADcAAAADwAAAAAAAAAAAAAA&#10;AAChAgAAZHJzL2Rvd25yZXYueG1sUEsFBgAAAAAEAAQA+QAAAJADAAAAAA==&#10;" strokeweight="1.5pt">
                <v:stroke startarrowwidth="narrow" startarrowlength="short" endarrowwidth="narrow" endarrowlength="short"/>
              </v:line>
              <v:rect id="Rectangle 299" o:spid="_x0000_s1040" style="position:absolute;left:4167;top:-129;width:237;height:130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50MUA&#10;AADcAAAADwAAAGRycy9kb3ducmV2LnhtbERPS2sCMRC+C/6HMIKXUrOtpchqVsQiiL34gra3cTP7&#10;wM1ku4m69tcboeBtPr7nTKatqcSZGldaVvAyiEAQp1aXnCvY7xbPIxDOI2usLJOCKzmYJt3OBGNt&#10;L7yh89bnIoSwi1FB4X0dS+nSggy6ga2JA5fZxqAPsMmlbvASwk0lX6PoXRosOTQUWNO8oPS4PRkF&#10;nz/6uPhdm1Zfv/++Dh9Pq+xtuVKq32tnYxCeWv8Q/7uXOswfDeH+TLhAJ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fnQxQAAANwAAAAPAAAAAAAAAAAAAAAAAJgCAABkcnMv&#10;ZG93bnJldi54bWxQSwUGAAAAAAQABAD1AAAAigMAAAAA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Взам. инв. №</w:t>
                      </w:r>
                    </w:p>
                  </w:txbxContent>
                </v:textbox>
              </v:rect>
              <v:rect id="Rectangle 300" o:spid="_x0000_s1041" style="position:absolute;left:2528;top:-358;width:250;height:17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hpMUA&#10;AADcAAAADwAAAGRycy9kb3ducmV2LnhtbERPS2vCQBC+F/wPywi9FLOxiEjqJkiLIPZSbaH2NmYn&#10;D8zOxuxWY3+9Kwi9zcf3nHnWm0acqHO1ZQXjKAZBnFtdc6ng63M5moFwHlljY5kUXMhBlg4e5pho&#10;e+YNnba+FCGEXYIKKu/bREqXV2TQRbYlDlxhO4M+wK6UusNzCDeNfI7jqTRYc2iosKXXivLD9tco&#10;eP/Rh+Xxw/T6svv73r89rYvJaq3U47BfvIDw1Pt/8d290mH+bAK3Z8IF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GGkxQAAANwAAAAPAAAAAAAAAAAAAAAAAJgCAABkcnMv&#10;ZG93bnJldi54bWxQSwUGAAAAAAQABAD1AAAAigMAAAAA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>Подпись и дата</w:t>
                      </w:r>
                    </w:p>
                    <w:p w:rsidR="00B52BE6" w:rsidRDefault="00B52BE6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  <v:rect id="Rectangle 301" o:spid="_x0000_s1042" style="position:absolute;left:875;top:-144;width:229;height:133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DEP8UA&#10;AADcAAAADwAAAGRycy9kb3ducmV2LnhtbERPS2sCMRC+C/6HMIKXUrMttshqVsQiiL34gra3cTP7&#10;wM1ku4m69tcboeBtPr7nTKatqcSZGldaVvAyiEAQp1aXnCvY7xbPIxDOI2usLJOCKzmYJt3OBGNt&#10;L7yh89bnIoSwi1FB4X0dS+nSggy6ga2JA5fZxqAPsMmlbvASwk0lX6PoXRosOTQUWNO8oPS4PRkF&#10;nz/6uPhdm1Zfv/++Dh9Pq2y4XCnV77WzMQhPrX+I/91LHeaP3uD+TLhAJ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MQ/xQAAANwAAAAPAAAAAAAAAAAAAAAAAJgCAABkcnMv&#10;ZG93bnJldi54bWxQSwUGAAAAAAQABAD1AAAAigMAAAAA&#10;" filled="f" stroked="f" strokeweight="1.5pt">
                <v:textbox style="layout-flow:vertical;mso-layout-flow-alt:bottom-to-top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 Инв. № подл.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1136" behindDoc="0" locked="0" layoutInCell="1" allowOverlap="1">
              <wp:simplePos x="0" y="0"/>
              <wp:positionH relativeFrom="column">
                <wp:posOffset>6159500</wp:posOffset>
              </wp:positionH>
              <wp:positionV relativeFrom="paragraph">
                <wp:posOffset>50164</wp:posOffset>
              </wp:positionV>
              <wp:extent cx="360045" cy="0"/>
              <wp:effectExtent l="0" t="0" r="20955" b="19050"/>
              <wp:wrapNone/>
              <wp:docPr id="115" name="Line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6" o:spid="_x0000_s1026" style="position:absolute;flip:y;z-index:2516111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85pt,3.95pt" to="513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10112" behindDoc="0" locked="0" layoutInCell="1" allowOverlap="1">
              <wp:simplePos x="0" y="0"/>
              <wp:positionH relativeFrom="column">
                <wp:posOffset>6158229</wp:posOffset>
              </wp:positionH>
              <wp:positionV relativeFrom="paragraph">
                <wp:posOffset>-193675</wp:posOffset>
              </wp:positionV>
              <wp:extent cx="0" cy="533400"/>
              <wp:effectExtent l="0" t="0" r="19050" b="19050"/>
              <wp:wrapNone/>
              <wp:docPr id="114" name="Lin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5334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5" o:spid="_x0000_s1026" style="position:absolute;flip:x;z-index:2516101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484.9pt,-15.25pt" to="484.9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9088" behindDoc="0" locked="0" layoutInCell="1" allowOverlap="1">
              <wp:simplePos x="0" y="0"/>
              <wp:positionH relativeFrom="column">
                <wp:posOffset>-128905</wp:posOffset>
              </wp:positionH>
              <wp:positionV relativeFrom="paragraph">
                <wp:posOffset>-188595</wp:posOffset>
              </wp:positionV>
              <wp:extent cx="6659880" cy="1270"/>
              <wp:effectExtent l="0" t="0" r="26670" b="36830"/>
              <wp:wrapNone/>
              <wp:docPr id="113" name="Line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4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15pt,-14.85pt" to="514.25pt,-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" strokeweight="1.5pt">
              <v:stroke startarrowwidth="narrow" startarrowlength="short" endarrowwidth="narrow" endarrowlength="short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931B5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2518410</wp:posOffset>
              </wp:positionH>
              <wp:positionV relativeFrom="paragraph">
                <wp:posOffset>-334010</wp:posOffset>
              </wp:positionV>
              <wp:extent cx="2043430" cy="655955"/>
              <wp:effectExtent l="0" t="0" r="0" b="0"/>
              <wp:wrapNone/>
              <wp:docPr id="159" name="Text Box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3430" cy="655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937ED6" w:rsidP="00D3297D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Состав проекта</w:t>
                          </w:r>
                        </w:p>
                      </w:txbxContent>
                    </wps:txbx>
                    <wps:bodyPr rot="0" vert="horz" wrap="square" lIns="0" tIns="14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5" o:spid="_x0000_s1043" type="#_x0000_t202" style="position:absolute;margin-left:198.3pt;margin-top:-26.3pt;width:160.9pt;height:5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" stroked="f" strokecolor="white">
              <v:fill opacity="0"/>
              <v:textbox inset="0,4mm,0,0">
                <w:txbxContent>
                  <w:p w:rsidR="00B52BE6" w:rsidRDefault="00937ED6" w:rsidP="00D3297D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Состав проекта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>
              <wp:simplePos x="0" y="0"/>
              <wp:positionH relativeFrom="column">
                <wp:posOffset>4775835</wp:posOffset>
              </wp:positionH>
              <wp:positionV relativeFrom="paragraph">
                <wp:posOffset>-169545</wp:posOffset>
              </wp:positionV>
              <wp:extent cx="1714500" cy="478790"/>
              <wp:effectExtent l="0" t="0" r="0" b="0"/>
              <wp:wrapNone/>
              <wp:docPr id="41" name="Rectangle 2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14500" cy="4787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 w:rsidP="00F9004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B52BE6" w:rsidRPr="00C06691" w:rsidRDefault="00B52BE6" w:rsidP="00C06691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C06691">
                            <w:rPr>
                              <w:rFonts w:ascii="Arial" w:hAnsi="Arial" w:cs="Arial"/>
                              <w:b/>
                            </w:rPr>
                            <w:t>ООО «Проектпромстрой»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9" o:spid="_x0000_s1044" style="position:absolute;margin-left:376.05pt;margin-top:-13.35pt;width:135pt;height:37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 w:rsidP="00F9004A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B52BE6" w:rsidRPr="00C06691" w:rsidRDefault="00B52BE6" w:rsidP="00C06691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C06691">
                      <w:rPr>
                        <w:rFonts w:ascii="Arial" w:hAnsi="Arial" w:cs="Arial"/>
                        <w:b/>
                      </w:rPr>
                      <w:t>ООО «Проектпромстрой»</w:t>
                    </w:r>
                  </w:p>
                </w:txbxContent>
              </v:textbox>
            </v:rect>
          </w:pict>
        </mc:Fallback>
      </mc:AlternateContent>
    </w:r>
    <w:r w:rsidR="002E5A3D">
      <w:rPr>
        <w:noProof/>
      </w:rPr>
      <w:drawing>
        <wp:anchor distT="0" distB="0" distL="114300" distR="114300" simplePos="0" relativeHeight="251607040" behindDoc="1" locked="0" layoutInCell="1" allowOverlap="1">
          <wp:simplePos x="0" y="0"/>
          <wp:positionH relativeFrom="column">
            <wp:posOffset>1564556</wp:posOffset>
          </wp:positionH>
          <wp:positionV relativeFrom="paragraph">
            <wp:posOffset>-32307</wp:posOffset>
          </wp:positionV>
          <wp:extent cx="665934" cy="218661"/>
          <wp:effectExtent l="0" t="0" r="0" b="0"/>
          <wp:wrapNone/>
          <wp:docPr id="90" name="Рисунок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Подпись_шам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611" b="22100"/>
                  <a:stretch/>
                </pic:blipFill>
                <pic:spPr bwMode="auto">
                  <a:xfrm>
                    <a:off x="0" y="0"/>
                    <a:ext cx="665934" cy="2186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879C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92" type="#_x0000_t75" style="position:absolute;margin-left:-.3pt;margin-top:519.65pt;width:895.4pt;height:276.2pt;z-index:-251606016;mso-position-horizontal-relative:text;mso-position-vertical-relative:text">
          <v:imagedata r:id="rId2" o:title=""/>
        </v:shape>
        <o:OLEObject Type="Embed" ProgID="Photoshop.Image.13" ShapeID="_x0000_s2192" DrawAspect="Content" ObjectID="_1530016075" r:id="rId3">
          <o:FieldCodes>\s</o:FieldCodes>
        </o:OLEObject>
      </w:pict>
    </w:r>
    <w:r w:rsidR="00C13C53">
      <w:rPr>
        <w:noProof/>
      </w:rPr>
      <w:drawing>
        <wp:anchor distT="0" distB="0" distL="114300" distR="114300" simplePos="0" relativeHeight="251606016" behindDoc="1" locked="0" layoutInCell="1" allowOverlap="1">
          <wp:simplePos x="0" y="0"/>
          <wp:positionH relativeFrom="column">
            <wp:posOffset>1261110</wp:posOffset>
          </wp:positionH>
          <wp:positionV relativeFrom="page">
            <wp:posOffset>10297160</wp:posOffset>
          </wp:positionV>
          <wp:extent cx="810000" cy="295200"/>
          <wp:effectExtent l="0" t="0" r="0" b="0"/>
          <wp:wrapNone/>
          <wp:docPr id="91" name="Рисунок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218" b="8282"/>
                  <a:stretch/>
                </pic:blipFill>
                <pic:spPr bwMode="auto">
                  <a:xfrm>
                    <a:off x="0" y="0"/>
                    <a:ext cx="8100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-97155</wp:posOffset>
              </wp:positionH>
              <wp:positionV relativeFrom="paragraph">
                <wp:posOffset>-4015740</wp:posOffset>
              </wp:positionV>
              <wp:extent cx="111760" cy="734060"/>
              <wp:effectExtent l="0" t="0" r="0" b="0"/>
              <wp:wrapNone/>
              <wp:docPr id="176" name="Text Box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5" o:spid="_x0000_s1045" type="#_x0000_t202" style="position:absolute;margin-left:-7.65pt;margin-top:-316.2pt;width:8.8pt;height:57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" stroked="f" strokecolor="white">
              <v:fill opacity="0"/>
              <v:textbox style="layout-flow:vertical;mso-layout-flow-alt:bottom-to-top"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-281305</wp:posOffset>
              </wp:positionH>
              <wp:positionV relativeFrom="paragraph">
                <wp:posOffset>-4008120</wp:posOffset>
              </wp:positionV>
              <wp:extent cx="179705" cy="734060"/>
              <wp:effectExtent l="0" t="0" r="0" b="0"/>
              <wp:wrapNone/>
              <wp:docPr id="175" name="Text Box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4" o:spid="_x0000_s1046" type="#_x0000_t202" style="position:absolute;margin-left:-22.15pt;margin-top:-315.6pt;width:14.15pt;height:57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-4013835</wp:posOffset>
              </wp:positionV>
              <wp:extent cx="111125" cy="734060"/>
              <wp:effectExtent l="0" t="0" r="0" b="0"/>
              <wp:wrapNone/>
              <wp:docPr id="174" name="Text Box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7340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3" o:spid="_x0000_s1047" type="#_x0000_t202" style="position:absolute;margin-left:-29.7pt;margin-top:-316.05pt;width:8.75pt;height:5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-3403600</wp:posOffset>
              </wp:positionV>
              <wp:extent cx="111760" cy="795655"/>
              <wp:effectExtent l="0" t="0" r="0" b="0"/>
              <wp:wrapNone/>
              <wp:docPr id="173" name="Text Box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7956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2" o:spid="_x0000_s1048" type="#_x0000_t202" style="position:absolute;margin-left:-8.5pt;margin-top:-268pt;width:8.8pt;height:6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-243205</wp:posOffset>
              </wp:positionH>
              <wp:positionV relativeFrom="paragraph">
                <wp:posOffset>-3279775</wp:posOffset>
              </wp:positionV>
              <wp:extent cx="146050" cy="681990"/>
              <wp:effectExtent l="0" t="0" r="0" b="0"/>
              <wp:wrapNone/>
              <wp:docPr id="172" name="Text Box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623EA" w:rsidRDefault="00B52BE6">
                          <w:pP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  <w:p w:rsidR="00B52BE6" w:rsidRDefault="00B52BE6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1" o:spid="_x0000_s1049" type="#_x0000_t202" style="position:absolute;margin-left:-19.15pt;margin-top:-258.25pt;width:11.5pt;height:5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" stroked="f" strokecolor="white">
              <v:fill opacity="0"/>
              <v:textbox style="layout-flow:vertical;mso-layout-flow-alt:bottom-to-top" inset="0,0,0,0">
                <w:txbxContent>
                  <w:p w:rsidR="00B52BE6" w:rsidRPr="00F623EA" w:rsidRDefault="00B52BE6">
                    <w:pP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</w:pPr>
                  </w:p>
                  <w:p w:rsidR="00B52BE6" w:rsidRDefault="00B52BE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-389255</wp:posOffset>
              </wp:positionH>
              <wp:positionV relativeFrom="paragraph">
                <wp:posOffset>-3279775</wp:posOffset>
              </wp:positionV>
              <wp:extent cx="145415" cy="681355"/>
              <wp:effectExtent l="0" t="0" r="0" b="0"/>
              <wp:wrapNone/>
              <wp:docPr id="171" name="Text Box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681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F9004A" w:rsidRDefault="00B52BE6" w:rsidP="00F9004A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0" o:spid="_x0000_s1050" type="#_x0000_t202" style="position:absolute;margin-left:-30.65pt;margin-top:-258.25pt;width:11.45pt;height:5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" stroked="f" strokecolor="white">
              <v:fill opacity="0"/>
              <v:textbox style="layout-flow:vertical;mso-layout-flow-alt:bottom-to-top" inset="0,0,0,0">
                <w:txbxContent>
                  <w:p w:rsidR="00B52BE6" w:rsidRPr="00F9004A" w:rsidRDefault="00B52BE6" w:rsidP="00F9004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5854065</wp:posOffset>
              </wp:positionH>
              <wp:positionV relativeFrom="paragraph">
                <wp:posOffset>-324485</wp:posOffset>
              </wp:positionV>
              <wp:extent cx="594360" cy="177165"/>
              <wp:effectExtent l="0" t="0" r="0" b="0"/>
              <wp:wrapNone/>
              <wp:docPr id="170" name="Text Box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771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6" o:spid="_x0000_s1051" type="#_x0000_t202" style="position:absolute;margin-left:460.95pt;margin-top:-25.55pt;width:46.8pt;height:13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" stroked="f" strokecolor="white">
              <v:fill opacity="0"/>
              <v:textbox inset="0,0,0,0">
                <w:txbxContent>
                  <w:p w:rsidR="00B52BE6" w:rsidRDefault="00B52BE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4792980</wp:posOffset>
              </wp:positionH>
              <wp:positionV relativeFrom="paragraph">
                <wp:posOffset>-324485</wp:posOffset>
              </wp:positionV>
              <wp:extent cx="488950" cy="177165"/>
              <wp:effectExtent l="0" t="0" r="0" b="0"/>
              <wp:wrapNone/>
              <wp:docPr id="169" name="Text Box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950" cy="1771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5D7629" w:rsidRDefault="00B52BE6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ПП</w:t>
                          </w:r>
                          <w:r w:rsidR="00A1355A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5" o:spid="_x0000_s1052" type="#_x0000_t202" style="position:absolute;margin-left:377.4pt;margin-top:-25.55pt;width:38.5pt;height:13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6OOkAIAACcFAAAOAAAAZHJzL2Uyb0RvYy54bWysVNuO2yAQfa/Uf0C8Z32pc7G1zmovTVVp&#10;e5F2+wEE4xgVAwUSe7vqv3eAO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" stroked="f" strokecolor="white">
              <v:fill opacity="0"/>
              <v:textbox inset="0,0,0,0">
                <w:txbxContent>
                  <w:p w:rsidR="00B52BE6" w:rsidRPr="005D7629" w:rsidRDefault="00B52BE6" w:rsidP="009C76C8">
                    <w:pPr>
                      <w:spacing w:line="200" w:lineRule="exact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ПП</w:t>
                    </w:r>
                    <w:r w:rsidR="00A1355A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179070</wp:posOffset>
              </wp:positionV>
              <wp:extent cx="702945" cy="208915"/>
              <wp:effectExtent l="0" t="0" r="0" b="0"/>
              <wp:wrapNone/>
              <wp:docPr id="168" name="Text Box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945" cy="208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C06691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Коз</w:t>
                          </w:r>
                          <w:r w:rsidR="00C13C53">
                            <w:rPr>
                              <w:szCs w:val="18"/>
                            </w:rPr>
                            <w:t>ло</w:t>
                          </w:r>
                          <w:r>
                            <w:rPr>
                              <w:szCs w:val="18"/>
                            </w:rPr>
                            <w:t>в</w:t>
                          </w:r>
                        </w:p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4" o:spid="_x0000_s1053" type="#_x0000_t202" style="position:absolute;margin-left:61.55pt;margin-top:14.1pt;width:55.35pt;height:16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" stroked="f" strokecolor="white">
              <v:fill opacity="0"/>
              <v:textbox inset="0,0,0,0">
                <w:txbxContent>
                  <w:p w:rsidR="00B52BE6" w:rsidRPr="00E342FD" w:rsidRDefault="00B52BE6" w:rsidP="00C06691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Коз</w:t>
                    </w:r>
                    <w:r w:rsidR="00C13C53">
                      <w:rPr>
                        <w:szCs w:val="18"/>
                      </w:rPr>
                      <w:t>ло</w:t>
                    </w:r>
                    <w:r>
                      <w:rPr>
                        <w:szCs w:val="18"/>
                      </w:rPr>
                      <w:t>в</w:t>
                    </w:r>
                  </w:p>
                  <w:p w:rsidR="00B52BE6" w:rsidRDefault="00B52BE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75565</wp:posOffset>
              </wp:positionH>
              <wp:positionV relativeFrom="paragraph">
                <wp:posOffset>210185</wp:posOffset>
              </wp:positionV>
              <wp:extent cx="662305" cy="178435"/>
              <wp:effectExtent l="0" t="0" r="0" b="0"/>
              <wp:wrapNone/>
              <wp:docPr id="167" name="Text Box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Н.контр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3" o:spid="_x0000_s1054" type="#_x0000_t202" style="position:absolute;margin-left:5.95pt;margin-top:16.55pt;width:52.15pt;height:14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" stroked="f" strokecolor="white">
              <v:fill opacity="0"/>
              <v:textbox inset="0,0,0,0">
                <w:txbxContent>
                  <w:p w:rsidR="00B52BE6" w:rsidRDefault="00B52BE6">
                    <w:pPr>
                      <w:rPr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Н.контр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5080</wp:posOffset>
              </wp:positionV>
              <wp:extent cx="647700" cy="196215"/>
              <wp:effectExtent l="0" t="0" r="0" b="0"/>
              <wp:wrapNone/>
              <wp:docPr id="166" name="Text Box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962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r>
                            <w:t>Шаманина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2" o:spid="_x0000_s1055" type="#_x0000_t202" style="position:absolute;margin-left:61.55pt;margin-top:.4pt;width:51pt;height:15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" stroked="f" strokecolor="white">
              <v:fill opacity="0"/>
              <v:textbox inset="0,0,0,0">
                <w:txbxContent>
                  <w:p w:rsidR="00B52BE6" w:rsidRDefault="00B52BE6">
                    <w:r>
                      <w:t>Шаманина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75565</wp:posOffset>
              </wp:positionH>
              <wp:positionV relativeFrom="paragraph">
                <wp:posOffset>5080</wp:posOffset>
              </wp:positionV>
              <wp:extent cx="643890" cy="186690"/>
              <wp:effectExtent l="0" t="0" r="0" b="0"/>
              <wp:wrapNone/>
              <wp:docPr id="165" name="Text Box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" cy="1866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D544DF" w:rsidRDefault="00B52BE6" w:rsidP="00D544DF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ГАП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1" o:spid="_x0000_s1056" type="#_x0000_t202" style="position:absolute;margin-left:5.95pt;margin-top:.4pt;width:50.7pt;height:14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" stroked="f" strokecolor="white">
              <v:fill opacity="0"/>
              <v:textbox inset="0,0,0,0">
                <w:txbxContent>
                  <w:p w:rsidR="00B52BE6" w:rsidRPr="00D544DF" w:rsidRDefault="00B52BE6" w:rsidP="00D544DF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ГАП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-179070</wp:posOffset>
              </wp:positionV>
              <wp:extent cx="666750" cy="184150"/>
              <wp:effectExtent l="0" t="0" r="0" b="0"/>
              <wp:wrapNone/>
              <wp:docPr id="164" name="Text Box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841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0E3A3A">
                          <w:pPr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Козлов</w:t>
                          </w:r>
                        </w:p>
                        <w:p w:rsidR="00B52BE6" w:rsidRPr="00F9004A" w:rsidRDefault="00B52BE6" w:rsidP="00F9004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0" o:spid="_x0000_s1057" type="#_x0000_t202" style="position:absolute;margin-left:61.55pt;margin-top:-14.1pt;width:52.5pt;height:1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" stroked="f" strokecolor="white">
              <v:fill opacity="0"/>
              <v:textbox inset="0,0,0,0">
                <w:txbxContent>
                  <w:p w:rsidR="00B52BE6" w:rsidRPr="00E342FD" w:rsidRDefault="00B52BE6" w:rsidP="000E3A3A">
                    <w:pPr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Козлов</w:t>
                    </w:r>
                  </w:p>
                  <w:p w:rsidR="00B52BE6" w:rsidRPr="00F9004A" w:rsidRDefault="00B52BE6" w:rsidP="00F9004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67945</wp:posOffset>
              </wp:positionH>
              <wp:positionV relativeFrom="paragraph">
                <wp:posOffset>-175260</wp:posOffset>
              </wp:positionV>
              <wp:extent cx="651510" cy="192405"/>
              <wp:effectExtent l="0" t="0" r="0" b="0"/>
              <wp:wrapNone/>
              <wp:docPr id="163" name="Text Box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924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 w:rsidP="000E3A3A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ГИП</w:t>
                          </w:r>
                        </w:p>
                        <w:p w:rsidR="00B52BE6" w:rsidRPr="00D544DF" w:rsidRDefault="00B52BE6" w:rsidP="00D544DF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9" o:spid="_x0000_s1058" type="#_x0000_t202" style="position:absolute;margin-left:5.35pt;margin-top:-13.8pt;width:51.3pt;height:15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" stroked="f" strokecolor="white">
              <v:fill opacity="0"/>
              <v:textbox inset="0,0,0,0">
                <w:txbxContent>
                  <w:p w:rsidR="00B52BE6" w:rsidRPr="00336350" w:rsidRDefault="00B52BE6" w:rsidP="000E3A3A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ГИП</w:t>
                    </w:r>
                  </w:p>
                  <w:p w:rsidR="00B52BE6" w:rsidRPr="00D544DF" w:rsidRDefault="00B52BE6" w:rsidP="00D544DF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781685</wp:posOffset>
              </wp:positionH>
              <wp:positionV relativeFrom="paragraph">
                <wp:posOffset>-356870</wp:posOffset>
              </wp:positionV>
              <wp:extent cx="698500" cy="177800"/>
              <wp:effectExtent l="0" t="0" r="0" b="0"/>
              <wp:wrapNone/>
              <wp:docPr id="162" name="Text Box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0" cy="177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50E9A" w:rsidRDefault="00B52BE6" w:rsidP="00650E9A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8" o:spid="_x0000_s1059" type="#_x0000_t202" style="position:absolute;margin-left:61.55pt;margin-top:-28.1pt;width:55pt;height:1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" stroked="f" strokecolor="white">
              <v:fill opacity="0"/>
              <v:textbox inset="0,0,0,0">
                <w:txbxContent>
                  <w:p w:rsidR="00B52BE6" w:rsidRPr="00650E9A" w:rsidRDefault="00B52BE6" w:rsidP="00650E9A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784225</wp:posOffset>
              </wp:positionH>
              <wp:positionV relativeFrom="paragraph">
                <wp:posOffset>-518795</wp:posOffset>
              </wp:positionV>
              <wp:extent cx="664210" cy="175895"/>
              <wp:effectExtent l="0" t="0" r="0" b="0"/>
              <wp:wrapNone/>
              <wp:docPr id="161" name="Text Box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210" cy="1758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E342FD" w:rsidRDefault="00B52BE6" w:rsidP="00E342FD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7" o:spid="_x0000_s1060" type="#_x0000_t202" style="position:absolute;margin-left:61.75pt;margin-top:-40.85pt;width:52.3pt;height:1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" stroked="f" strokecolor="white">
              <v:fill opacity="0"/>
              <v:textbox inset="0,0,0,0">
                <w:txbxContent>
                  <w:p w:rsidR="00B52BE6" w:rsidRPr="00E342FD" w:rsidRDefault="00B52BE6" w:rsidP="00E342FD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2581275</wp:posOffset>
              </wp:positionH>
              <wp:positionV relativeFrom="paragraph">
                <wp:posOffset>-951230</wp:posOffset>
              </wp:positionV>
              <wp:extent cx="3660140" cy="338455"/>
              <wp:effectExtent l="0" t="0" r="0" b="0"/>
              <wp:wrapNone/>
              <wp:docPr id="160" name="Text Box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0140" cy="3384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75F4" w:rsidRPr="00876564" w:rsidRDefault="00B1267E" w:rsidP="001275F4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30</w:t>
                          </w:r>
                          <w:r w:rsidR="001275F4" w:rsidRPr="00876564">
                            <w:rPr>
                              <w:rFonts w:ascii="Arial" w:hAnsi="Arial" w:cs="Arial"/>
                              <w:bCs/>
                              <w:sz w:val="28"/>
                              <w:szCs w:val="28"/>
                            </w:rPr>
                            <w:t>/ППС - 16 – ППТ</w:t>
                          </w:r>
                          <w:r w:rsidR="001275F4" w:rsidRPr="00876564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. СП</w:t>
                          </w:r>
                        </w:p>
                        <w:p w:rsidR="00B52BE6" w:rsidRPr="009B387C" w:rsidRDefault="00B52BE6" w:rsidP="009B387C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</w:p>
                        <w:p w:rsidR="00B52BE6" w:rsidRPr="009B387C" w:rsidRDefault="00B52BE6" w:rsidP="009B387C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6" o:spid="_x0000_s1061" type="#_x0000_t202" style="position:absolute;margin-left:203.25pt;margin-top:-74.9pt;width:288.2pt;height:26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" stroked="f" strokecolor="white">
              <v:fill opacity="0"/>
              <v:textbox>
                <w:txbxContent>
                  <w:p w:rsidR="001275F4" w:rsidRPr="00876564" w:rsidRDefault="00B1267E" w:rsidP="001275F4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30</w:t>
                    </w:r>
                    <w:r w:rsidR="001275F4" w:rsidRPr="00876564">
                      <w:rPr>
                        <w:rFonts w:ascii="Arial" w:hAnsi="Arial" w:cs="Arial"/>
                        <w:bCs/>
                        <w:sz w:val="28"/>
                        <w:szCs w:val="28"/>
                      </w:rPr>
                      <w:t>/ППС - 16 – ППТ</w:t>
                    </w:r>
                    <w:r w:rsidR="001275F4" w:rsidRPr="00876564">
                      <w:rPr>
                        <w:rFonts w:ascii="Arial" w:hAnsi="Arial" w:cs="Arial"/>
                        <w:sz w:val="28"/>
                        <w:szCs w:val="28"/>
                      </w:rPr>
                      <w:t>. СП</w:t>
                    </w:r>
                  </w:p>
                  <w:p w:rsidR="00B52BE6" w:rsidRPr="009B387C" w:rsidRDefault="00B52BE6" w:rsidP="009B387C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B52BE6" w:rsidRPr="009B387C" w:rsidRDefault="00B52BE6" w:rsidP="009B387C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9984" behindDoc="0" locked="0" layoutInCell="1" allowOverlap="1">
              <wp:simplePos x="0" y="0"/>
              <wp:positionH relativeFrom="column">
                <wp:posOffset>-243841</wp:posOffset>
              </wp:positionH>
              <wp:positionV relativeFrom="paragraph">
                <wp:posOffset>-4885690</wp:posOffset>
              </wp:positionV>
              <wp:extent cx="0" cy="2313940"/>
              <wp:effectExtent l="0" t="0" r="19050" b="10160"/>
              <wp:wrapNone/>
              <wp:docPr id="158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689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19.2pt,-384.7pt" to="-19.2pt,-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GA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8960" behindDoc="0" locked="0" layoutInCell="1" allowOverlap="1">
              <wp:simplePos x="0" y="0"/>
              <wp:positionH relativeFrom="column">
                <wp:posOffset>-378461</wp:posOffset>
              </wp:positionH>
              <wp:positionV relativeFrom="paragraph">
                <wp:posOffset>-4887595</wp:posOffset>
              </wp:positionV>
              <wp:extent cx="0" cy="2313940"/>
              <wp:effectExtent l="0" t="0" r="19050" b="10160"/>
              <wp:wrapNone/>
              <wp:docPr id="157" name="Lin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8" o:spid="_x0000_s1026" style="position:absolute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29.8pt,-384.85pt" to="-29.8pt,-2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7YgFQIAACw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7936" behindDoc="0" locked="0" layoutInCell="1" allowOverlap="1">
              <wp:simplePos x="0" y="0"/>
              <wp:positionH relativeFrom="column">
                <wp:posOffset>-107951</wp:posOffset>
              </wp:positionH>
              <wp:positionV relativeFrom="paragraph">
                <wp:posOffset>-4887595</wp:posOffset>
              </wp:positionV>
              <wp:extent cx="0" cy="2313940"/>
              <wp:effectExtent l="0" t="0" r="19050" b="10160"/>
              <wp:wrapNone/>
              <wp:docPr id="156" name="Lin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7" o:spid="_x0000_s1026" style="position:absolute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8.5pt,-384.85pt" to="-8.5pt,-2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+ePFQIAACw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6912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-3975101</wp:posOffset>
              </wp:positionV>
              <wp:extent cx="408305" cy="0"/>
              <wp:effectExtent l="0" t="0" r="10795" b="19050"/>
              <wp:wrapNone/>
              <wp:docPr id="155" name="Lin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5" o:spid="_x0000_s1026" style="position:absolute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7pt,-313pt" to="2.45pt,-3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BF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5888" behindDoc="0" locked="0" layoutInCell="1" allowOverlap="1">
              <wp:simplePos x="0" y="0"/>
              <wp:positionH relativeFrom="column">
                <wp:posOffset>-376555</wp:posOffset>
              </wp:positionH>
              <wp:positionV relativeFrom="paragraph">
                <wp:posOffset>-4509771</wp:posOffset>
              </wp:positionV>
              <wp:extent cx="408305" cy="0"/>
              <wp:effectExtent l="0" t="0" r="10795" b="19050"/>
              <wp:wrapNone/>
              <wp:docPr id="154" name="Lin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4" o:spid="_x0000_s1026" style="position:absolute;z-index:251685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65pt,-355.1pt" to="2.5pt,-3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cln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4864" behindDoc="0" locked="0" layoutInCell="1" allowOverlap="1">
              <wp:simplePos x="0" y="0"/>
              <wp:positionH relativeFrom="column">
                <wp:posOffset>-377825</wp:posOffset>
              </wp:positionH>
              <wp:positionV relativeFrom="paragraph">
                <wp:posOffset>-3266441</wp:posOffset>
              </wp:positionV>
              <wp:extent cx="408305" cy="0"/>
              <wp:effectExtent l="0" t="0" r="10795" b="19050"/>
              <wp:wrapNone/>
              <wp:docPr id="153" name="Lin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3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0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9.75pt,-257.2pt" to="2.4pt,-2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h+FQIAACs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3840" behindDoc="0" locked="0" layoutInCell="1" allowOverlap="1">
              <wp:simplePos x="0" y="0"/>
              <wp:positionH relativeFrom="column">
                <wp:posOffset>35560</wp:posOffset>
              </wp:positionH>
              <wp:positionV relativeFrom="paragraph">
                <wp:posOffset>-879476</wp:posOffset>
              </wp:positionV>
              <wp:extent cx="2270125" cy="0"/>
              <wp:effectExtent l="0" t="0" r="15875" b="19050"/>
              <wp:wrapNone/>
              <wp:docPr id="152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8pt,-69.25pt" to="181.55pt,-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1083310</wp:posOffset>
              </wp:positionH>
              <wp:positionV relativeFrom="paragraph">
                <wp:posOffset>-1064260</wp:posOffset>
              </wp:positionV>
              <wp:extent cx="1270" cy="533400"/>
              <wp:effectExtent l="0" t="0" r="36830" b="19050"/>
              <wp:wrapNone/>
              <wp:docPr id="151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3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pt,-83.8pt" to="85.4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382905</wp:posOffset>
              </wp:positionH>
              <wp:positionV relativeFrom="paragraph">
                <wp:posOffset>-1064260</wp:posOffset>
              </wp:positionV>
              <wp:extent cx="1270" cy="533400"/>
              <wp:effectExtent l="0" t="0" r="36830" b="19050"/>
              <wp:wrapNone/>
              <wp:docPr id="150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33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15pt,-83.8pt" to="30.25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-464820</wp:posOffset>
              </wp:positionV>
              <wp:extent cx="140335" cy="832485"/>
              <wp:effectExtent l="0" t="0" r="0" b="0"/>
              <wp:wrapNone/>
              <wp:docPr id="149" name="Rectangle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335" cy="832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 Инв. № подл.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0" o:spid="_x0000_s1062" style="position:absolute;margin-left:-29.25pt;margin-top:-36.6pt;width:11.05pt;height:65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 Инв. № подл.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-1635760</wp:posOffset>
              </wp:positionV>
              <wp:extent cx="152400" cy="1097915"/>
              <wp:effectExtent l="0" t="0" r="0" b="0"/>
              <wp:wrapNone/>
              <wp:docPr id="148" name="Rectangle 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" cy="1097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Подпись и дата</w:t>
                          </w:r>
                        </w:p>
                        <w:p w:rsidR="00B52BE6" w:rsidRDefault="00B52BE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9" o:spid="_x0000_s1063" style="position:absolute;margin-left:-29.7pt;margin-top:-128.8pt;width:12pt;height:8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Подпись и дата</w:t>
                    </w:r>
                  </w:p>
                  <w:p w:rsidR="00B52BE6" w:rsidRDefault="00B52BE6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-381000</wp:posOffset>
              </wp:positionH>
              <wp:positionV relativeFrom="paragraph">
                <wp:posOffset>-2504440</wp:posOffset>
              </wp:positionV>
              <wp:extent cx="145415" cy="814070"/>
              <wp:effectExtent l="0" t="0" r="0" b="0"/>
              <wp:wrapNone/>
              <wp:docPr id="147" name="Rectangle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415" cy="8140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Взам. инв. №</w:t>
                          </w:r>
                        </w:p>
                      </w:txbxContent>
                    </wps:txbx>
                    <wps:bodyPr rot="0" vert="vert270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8" o:spid="_x0000_s1064" style="position:absolute;margin-left:-30pt;margin-top:-197.2pt;width:11.45pt;height:6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" stroked="f" strokeweight="1.5pt">
              <v:fill opacity="0"/>
              <v:textbox style="layout-flow:vertical;mso-layout-flow-alt:bottom-to-top"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Взам. инв. №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-381635</wp:posOffset>
              </wp:positionH>
              <wp:positionV relativeFrom="paragraph">
                <wp:posOffset>-1691005</wp:posOffset>
              </wp:positionV>
              <wp:extent cx="419100" cy="635"/>
              <wp:effectExtent l="0" t="0" r="19050" b="37465"/>
              <wp:wrapNone/>
              <wp:docPr id="146" name="Line 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10800000" flipV="1">
                        <a:off x="0" y="0"/>
                        <a:ext cx="4191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7" o:spid="_x0000_s1026" style="position:absolute;rotation:180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05pt,-133.15pt" to="2.95pt,-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>
              <wp:simplePos x="0" y="0"/>
              <wp:positionH relativeFrom="column">
                <wp:posOffset>-382270</wp:posOffset>
              </wp:positionH>
              <wp:positionV relativeFrom="paragraph">
                <wp:posOffset>-486411</wp:posOffset>
              </wp:positionV>
              <wp:extent cx="415290" cy="0"/>
              <wp:effectExtent l="0" t="0" r="22860" b="19050"/>
              <wp:wrapNone/>
              <wp:docPr id="145" name="Line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529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6" o:spid="_x0000_s1026" style="position:absolute;flip:x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0.1pt,-38.3pt" to="2.6pt,-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-208915</wp:posOffset>
              </wp:positionH>
              <wp:positionV relativeFrom="paragraph">
                <wp:posOffset>-2562225</wp:posOffset>
              </wp:positionV>
              <wp:extent cx="635" cy="2919095"/>
              <wp:effectExtent l="0" t="0" r="37465" b="14605"/>
              <wp:wrapNone/>
              <wp:docPr id="144" name="Line 2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29190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8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45pt,-201.75pt" to="-16.4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-381000</wp:posOffset>
              </wp:positionH>
              <wp:positionV relativeFrom="paragraph">
                <wp:posOffset>-2568575</wp:posOffset>
              </wp:positionV>
              <wp:extent cx="410845" cy="2921635"/>
              <wp:effectExtent l="0" t="0" r="27305" b="12065"/>
              <wp:wrapNone/>
              <wp:docPr id="141" name="Rectangle 2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845" cy="292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4" o:spid="_x0000_s1026" style="position:absolute;margin-left:-30pt;margin-top:-202.25pt;width:32.35pt;height:23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" strokeweight="1.5pt">
              <v:fill opacity="0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3600" behindDoc="0" locked="0" layoutInCell="1" allowOverlap="1">
              <wp:simplePos x="0" y="0"/>
              <wp:positionH relativeFrom="column">
                <wp:posOffset>1431289</wp:posOffset>
              </wp:positionH>
              <wp:positionV relativeFrom="paragraph">
                <wp:posOffset>-1062355</wp:posOffset>
              </wp:positionV>
              <wp:extent cx="0" cy="1424305"/>
              <wp:effectExtent l="0" t="0" r="19050" b="23495"/>
              <wp:wrapNone/>
              <wp:docPr id="140" name="Line 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9" o:spid="_x0000_s1026" style="position:absolute;flip:y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12.7pt,-83.65pt" to="112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2576" behindDoc="0" locked="0" layoutInCell="1" allowOverlap="1">
              <wp:simplePos x="0" y="0"/>
              <wp:positionH relativeFrom="column">
                <wp:posOffset>730249</wp:posOffset>
              </wp:positionH>
              <wp:positionV relativeFrom="paragraph">
                <wp:posOffset>-1064260</wp:posOffset>
              </wp:positionV>
              <wp:extent cx="0" cy="1424305"/>
              <wp:effectExtent l="0" t="0" r="19050" b="23495"/>
              <wp:wrapNone/>
              <wp:docPr id="139" name="Line 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6" o:spid="_x0000_s1026" style="position:absolute;flip:x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7.5pt,-83.8pt" to="57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48895</wp:posOffset>
              </wp:positionH>
              <wp:positionV relativeFrom="paragraph">
                <wp:posOffset>-683895</wp:posOffset>
              </wp:positionV>
              <wp:extent cx="309245" cy="137795"/>
              <wp:effectExtent l="0" t="0" r="0" b="0"/>
              <wp:wrapNone/>
              <wp:docPr id="138" name="Rectangle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245" cy="137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Изм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4" o:spid="_x0000_s1065" style="position:absolute;margin-left:3.85pt;margin-top:-53.85pt;width:24.35pt;height:1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Изм</w:t>
                    </w:r>
                    <w:r>
                      <w:rPr>
                        <w:rFonts w:ascii="Arial" w:hAnsi="Arial"/>
                        <w:sz w:val="16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390525</wp:posOffset>
              </wp:positionH>
              <wp:positionV relativeFrom="paragraph">
                <wp:posOffset>-669925</wp:posOffset>
              </wp:positionV>
              <wp:extent cx="338455" cy="148590"/>
              <wp:effectExtent l="0" t="0" r="0" b="0"/>
              <wp:wrapNone/>
              <wp:docPr id="137" name="Rectangle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8455" cy="1485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3" o:spid="_x0000_s1066" style="position:absolute;margin-left:30.75pt;margin-top:-52.75pt;width:26.65pt;height:1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" stroked="f" strokeweight="1pt">
              <v:fill opacity="0"/>
              <v:textbox inset="0,0,0,0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Кол.уч.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759460</wp:posOffset>
              </wp:positionH>
              <wp:positionV relativeFrom="paragraph">
                <wp:posOffset>-681990</wp:posOffset>
              </wp:positionV>
              <wp:extent cx="300990" cy="128270"/>
              <wp:effectExtent l="0" t="0" r="0" b="0"/>
              <wp:wrapNone/>
              <wp:docPr id="136" name="Rectangle 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0990" cy="128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2" o:spid="_x0000_s1067" style="position:absolute;margin-left:59.8pt;margin-top:-53.7pt;width:23.7pt;height:1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1092200</wp:posOffset>
              </wp:positionH>
              <wp:positionV relativeFrom="paragraph">
                <wp:posOffset>-679450</wp:posOffset>
              </wp:positionV>
              <wp:extent cx="337185" cy="142875"/>
              <wp:effectExtent l="0" t="0" r="0" b="0"/>
              <wp:wrapNone/>
              <wp:docPr id="135" name="Rectangle 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7185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2700" rIns="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1" o:spid="_x0000_s1068" style="position:absolute;margin-left:86pt;margin-top:-53.5pt;width:26.5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" stroked="f" strokeweight="1pt">
              <v:fill opacity="0"/>
              <v:textbox inset="0,1pt,0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1448435</wp:posOffset>
              </wp:positionH>
              <wp:positionV relativeFrom="paragraph">
                <wp:posOffset>-680720</wp:posOffset>
              </wp:positionV>
              <wp:extent cx="494665" cy="156845"/>
              <wp:effectExtent l="0" t="0" r="0" b="0"/>
              <wp:wrapNone/>
              <wp:docPr id="134" name="Rectangle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65" cy="1568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0" o:spid="_x0000_s1069" style="position:absolute;margin-left:114.05pt;margin-top:-53.6pt;width:38.95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1979295</wp:posOffset>
              </wp:positionH>
              <wp:positionV relativeFrom="paragraph">
                <wp:posOffset>-681990</wp:posOffset>
              </wp:positionV>
              <wp:extent cx="320040" cy="146685"/>
              <wp:effectExtent l="0" t="0" r="0" b="0"/>
              <wp:wrapNone/>
              <wp:docPr id="133" name="Rectangle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04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9" o:spid="_x0000_s1070" style="position:absolute;margin-left:155.85pt;margin-top:-53.7pt;width:25.2pt;height:1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-1061085</wp:posOffset>
              </wp:positionV>
              <wp:extent cx="2270760" cy="635"/>
              <wp:effectExtent l="0" t="0" r="15240" b="37465"/>
              <wp:wrapNone/>
              <wp:docPr id="132" name="Line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pt,-83.55pt" to="181.7pt,-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2308860</wp:posOffset>
              </wp:positionH>
              <wp:positionV relativeFrom="paragraph">
                <wp:posOffset>-1061085</wp:posOffset>
              </wp:positionV>
              <wp:extent cx="4191000" cy="1270"/>
              <wp:effectExtent l="0" t="0" r="19050" b="36830"/>
              <wp:wrapNone/>
              <wp:docPr id="131" name="Line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9100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8pt,-83.55pt" to="511.8pt,-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-708661</wp:posOffset>
              </wp:positionV>
              <wp:extent cx="2273935" cy="0"/>
              <wp:effectExtent l="0" t="0" r="12065" b="19050"/>
              <wp:wrapNone/>
              <wp:docPr id="130" name="Line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39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pt,-55.8pt" to="182.05pt,-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4752340</wp:posOffset>
              </wp:positionH>
              <wp:positionV relativeFrom="paragraph">
                <wp:posOffset>-530225</wp:posOffset>
              </wp:positionV>
              <wp:extent cx="635" cy="890270"/>
              <wp:effectExtent l="0" t="0" r="37465" b="24130"/>
              <wp:wrapNone/>
              <wp:docPr id="129" name="Line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90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2pt,-41.75pt" to="374.2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5285740</wp:posOffset>
              </wp:positionH>
              <wp:positionV relativeFrom="paragraph">
                <wp:posOffset>-535305</wp:posOffset>
              </wp:positionV>
              <wp:extent cx="635" cy="356235"/>
              <wp:effectExtent l="0" t="0" r="37465" b="24765"/>
              <wp:wrapNone/>
              <wp:docPr id="128" name="Line 2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6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2pt,-42.15pt" to="416.25pt,-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5808980</wp:posOffset>
              </wp:positionH>
              <wp:positionV relativeFrom="paragraph">
                <wp:posOffset>-535305</wp:posOffset>
              </wp:positionV>
              <wp:extent cx="635" cy="356235"/>
              <wp:effectExtent l="0" t="0" r="37465" b="24765"/>
              <wp:wrapNone/>
              <wp:docPr id="63" name="Line 2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562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4pt,-42.15pt" to="457.45pt,-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4746625</wp:posOffset>
              </wp:positionH>
              <wp:positionV relativeFrom="paragraph">
                <wp:posOffset>-180975</wp:posOffset>
              </wp:positionV>
              <wp:extent cx="1746250" cy="1270"/>
              <wp:effectExtent l="0" t="0" r="25400" b="36830"/>
              <wp:wrapNone/>
              <wp:docPr id="62" name="Line 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46250" cy="12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75pt,-14.25pt" to="511.25pt,-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182880</wp:posOffset>
              </wp:positionV>
              <wp:extent cx="2270760" cy="635"/>
              <wp:effectExtent l="0" t="0" r="15240" b="37465"/>
              <wp:wrapNone/>
              <wp:docPr id="61" name="Line 2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4.4pt" to="181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3810</wp:posOffset>
              </wp:positionV>
              <wp:extent cx="2270760" cy="635"/>
              <wp:effectExtent l="0" t="0" r="15240" b="37465"/>
              <wp:wrapNone/>
              <wp:docPr id="60" name="Line 2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6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3pt" to="181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39370</wp:posOffset>
              </wp:positionH>
              <wp:positionV relativeFrom="paragraph">
                <wp:posOffset>-178435</wp:posOffset>
              </wp:positionV>
              <wp:extent cx="2270760" cy="1270"/>
              <wp:effectExtent l="0" t="0" r="15240" b="36830"/>
              <wp:wrapNone/>
              <wp:docPr id="59" name="Line 2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-14.05pt" to="181.9pt,-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-352425</wp:posOffset>
              </wp:positionV>
              <wp:extent cx="2270760" cy="635"/>
              <wp:effectExtent l="0" t="0" r="15240" b="37465"/>
              <wp:wrapNone/>
              <wp:docPr id="58" name="Line 2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7076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-27.75pt" to="181.8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1" allowOverlap="1">
              <wp:simplePos x="0" y="0"/>
              <wp:positionH relativeFrom="column">
                <wp:posOffset>29845</wp:posOffset>
              </wp:positionH>
              <wp:positionV relativeFrom="paragraph">
                <wp:posOffset>-531496</wp:posOffset>
              </wp:positionV>
              <wp:extent cx="6461125" cy="0"/>
              <wp:effectExtent l="0" t="0" r="15875" b="19050"/>
              <wp:wrapNone/>
              <wp:docPr id="57" name="Line 2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11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57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35pt,-41.85pt" to="511.1pt,-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4759960</wp:posOffset>
              </wp:positionH>
              <wp:positionV relativeFrom="paragraph">
                <wp:posOffset>-520700</wp:posOffset>
              </wp:positionV>
              <wp:extent cx="526415" cy="151130"/>
              <wp:effectExtent l="0" t="0" r="0" b="0"/>
              <wp:wrapNone/>
              <wp:docPr id="56" name="Rectangle 2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641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Стадия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6" o:spid="_x0000_s1071" style="position:absolute;margin-left:374.8pt;margin-top:-41pt;width:41.45pt;height:11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24765</wp:posOffset>
              </wp:positionV>
              <wp:extent cx="700405" cy="151765"/>
              <wp:effectExtent l="0" t="0" r="0" b="0"/>
              <wp:wrapNone/>
              <wp:docPr id="55" name="Rectangle 2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5" o:spid="_x0000_s1072" style="position:absolute;margin-left:3pt;margin-top:1.95pt;width:55.15pt;height:11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52705</wp:posOffset>
              </wp:positionH>
              <wp:positionV relativeFrom="paragraph">
                <wp:posOffset>-340360</wp:posOffset>
              </wp:positionV>
              <wp:extent cx="685800" cy="159385"/>
              <wp:effectExtent l="0" t="0" r="0" b="0"/>
              <wp:wrapNone/>
              <wp:docPr id="54" name="Rectangle 2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 w:rsidP="00336350"/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2" o:spid="_x0000_s1073" style="position:absolute;margin-left:4.15pt;margin-top:-26.8pt;width:54pt;height:12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" stroked="f" strokeweight="1pt">
              <v:fill opacity="0"/>
              <v:textbox inset="1pt,0,1pt,0">
                <w:txbxContent>
                  <w:p w:rsidR="00B52BE6" w:rsidRPr="00336350" w:rsidRDefault="00B52BE6" w:rsidP="00336350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57785</wp:posOffset>
              </wp:positionH>
              <wp:positionV relativeFrom="paragraph">
                <wp:posOffset>-512445</wp:posOffset>
              </wp:positionV>
              <wp:extent cx="661670" cy="128270"/>
              <wp:effectExtent l="0" t="0" r="0" b="0"/>
              <wp:wrapNone/>
              <wp:docPr id="53" name="Rectangle 2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670" cy="1282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336350" w:rsidRDefault="00B52BE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12700" tIns="0" rIns="127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1" o:spid="_x0000_s1074" style="position:absolute;margin-left:4.55pt;margin-top:-40.35pt;width:52.1pt;height:10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" stroked="f" strokeweight="1pt">
              <v:fill opacity="0"/>
              <v:textbox inset="1pt,0,1pt,0">
                <w:txbxContent>
                  <w:p w:rsidR="00B52BE6" w:rsidRPr="00336350" w:rsidRDefault="00B52B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-651510</wp:posOffset>
              </wp:positionV>
              <wp:extent cx="680720" cy="152400"/>
              <wp:effectExtent l="0" t="0" r="0" b="0"/>
              <wp:wrapNone/>
              <wp:docPr id="52" name="Rectangle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0720" cy="152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0" o:spid="_x0000_s1075" style="position:absolute;margin-left:5.25pt;margin-top:-51.3pt;width:53.6pt;height:1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" stroked="f" strokeweight="1pt">
              <v:fill opacity="0"/>
              <v:textbox inset="1pt,1pt,1pt,1pt">
                <w:txbxContent>
                  <w:p w:rsidR="00B52BE6" w:rsidRDefault="00B52BE6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-653415</wp:posOffset>
              </wp:positionV>
              <wp:extent cx="700405" cy="152400"/>
              <wp:effectExtent l="0" t="0" r="0" b="0"/>
              <wp:wrapNone/>
              <wp:docPr id="51" name="Rectangle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24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43" o:spid="_x0000_s1076" style="position:absolute;margin-left:58.1pt;margin-top:-51.45pt;width:55.15pt;height:1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rPr>
                        <w:rFonts w:ascii="Arial" w:hAnsi="Arial"/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859790</wp:posOffset>
              </wp:positionH>
              <wp:positionV relativeFrom="paragraph">
                <wp:posOffset>-320040</wp:posOffset>
              </wp:positionV>
              <wp:extent cx="578485" cy="150495"/>
              <wp:effectExtent l="0" t="0" r="0" b="0"/>
              <wp:wrapNone/>
              <wp:docPr id="50" name="Rectangle 2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8485" cy="1504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9" o:spid="_x0000_s1077" style="position:absolute;margin-left:67.7pt;margin-top:-25.2pt;width:45.55pt;height:11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-147320</wp:posOffset>
              </wp:positionV>
              <wp:extent cx="700405" cy="151765"/>
              <wp:effectExtent l="0" t="0" r="0" b="0"/>
              <wp:wrapNone/>
              <wp:docPr id="49" name="Rectangle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8" o:spid="_x0000_s1078" style="position:absolute;margin-left:58.1pt;margin-top:-11.6pt;width:55.15pt;height:11.9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24765</wp:posOffset>
              </wp:positionV>
              <wp:extent cx="700405" cy="151765"/>
              <wp:effectExtent l="0" t="0" r="0" b="0"/>
              <wp:wrapNone/>
              <wp:docPr id="47" name="Rectangle 2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" cy="151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6314F5" w:rsidRDefault="00B52BE6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7" o:spid="_x0000_s1079" style="position:absolute;margin-left:58.1pt;margin-top:1.95pt;width:55.15pt;height:11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" stroked="f" strokeweight="1pt">
              <v:fill opacity="0"/>
              <v:textbox inset="1pt,1pt,1pt,1pt">
                <w:txbxContent>
                  <w:p w:rsidR="00B52BE6" w:rsidRPr="006314F5" w:rsidRDefault="00B52BE6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column">
                <wp:posOffset>5285740</wp:posOffset>
              </wp:positionH>
              <wp:positionV relativeFrom="paragraph">
                <wp:posOffset>-514350</wp:posOffset>
              </wp:positionV>
              <wp:extent cx="523875" cy="151130"/>
              <wp:effectExtent l="0" t="0" r="0" b="0"/>
              <wp:wrapNone/>
              <wp:docPr id="44" name="Rectangle 2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5" o:spid="_x0000_s1080" style="position:absolute;margin-left:416.2pt;margin-top:-40.5pt;width:41.25pt;height:11.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>
              <wp:simplePos x="0" y="0"/>
              <wp:positionH relativeFrom="column">
                <wp:posOffset>5808980</wp:posOffset>
              </wp:positionH>
              <wp:positionV relativeFrom="paragraph">
                <wp:posOffset>-514350</wp:posOffset>
              </wp:positionV>
              <wp:extent cx="661035" cy="151130"/>
              <wp:effectExtent l="0" t="0" r="0" b="0"/>
              <wp:wrapNone/>
              <wp:docPr id="43" name="Rectangle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035" cy="151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4" o:spid="_x0000_s1081" style="position:absolute;margin-left:457.4pt;margin-top:-40.5pt;width:52.05pt;height:11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>
              <wp:simplePos x="0" y="0"/>
              <wp:positionH relativeFrom="column">
                <wp:posOffset>5301615</wp:posOffset>
              </wp:positionH>
              <wp:positionV relativeFrom="paragraph">
                <wp:posOffset>-393700</wp:posOffset>
              </wp:positionV>
              <wp:extent cx="524510" cy="201295"/>
              <wp:effectExtent l="0" t="0" r="0" b="0"/>
              <wp:wrapNone/>
              <wp:docPr id="42" name="Rectangle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4510" cy="2012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Pr="005D7629" w:rsidRDefault="00C86818" w:rsidP="009C76C8">
                          <w:pPr>
                            <w:spacing w:line="200" w:lineRule="exact"/>
                            <w:jc w:val="center"/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2"/>
                              <w:szCs w:val="22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12700" tIns="864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2" o:spid="_x0000_s1082" style="position:absolute;margin-left:417.45pt;margin-top:-31pt;width:41.3pt;height:15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" stroked="f" strokeweight="1pt">
              <v:fill opacity="0"/>
              <v:textbox inset="1pt,2.4mm,1pt,1pt">
                <w:txbxContent>
                  <w:p w:rsidR="00B52BE6" w:rsidRPr="005D7629" w:rsidRDefault="00C86818" w:rsidP="009C76C8">
                    <w:pPr>
                      <w:spacing w:line="200" w:lineRule="exact"/>
                      <w:jc w:val="center"/>
                      <w:rPr>
                        <w:rFonts w:ascii="Arial" w:hAnsi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b/>
                        <w:sz w:val="22"/>
                        <w:szCs w:val="22"/>
                      </w:rPr>
                      <w:t>7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>
              <wp:simplePos x="0" y="0"/>
              <wp:positionH relativeFrom="column">
                <wp:posOffset>2350770</wp:posOffset>
              </wp:positionH>
              <wp:positionV relativeFrom="paragraph">
                <wp:posOffset>-841375</wp:posOffset>
              </wp:positionV>
              <wp:extent cx="3787140" cy="186055"/>
              <wp:effectExtent l="0" t="0" r="0" b="0"/>
              <wp:wrapNone/>
              <wp:docPr id="40" name="Rectangle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87140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  <w:rPr>
                              <w:rFonts w:ascii="Univers Cd (W1)" w:hAnsi="Univers Cd (W1)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5" o:spid="_x0000_s1083" style="position:absolute;margin-left:185.1pt;margin-top:-66.25pt;width:298.2pt;height:14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  <w:rPr>
                        <w:rFonts w:ascii="Univers Cd (W1)" w:hAnsi="Univers Cd (W1)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>
              <wp:simplePos x="0" y="0"/>
              <wp:positionH relativeFrom="column">
                <wp:posOffset>737870</wp:posOffset>
              </wp:positionH>
              <wp:positionV relativeFrom="paragraph">
                <wp:posOffset>-491490</wp:posOffset>
              </wp:positionV>
              <wp:extent cx="669290" cy="159385"/>
              <wp:effectExtent l="0" t="0" r="0" b="0"/>
              <wp:wrapNone/>
              <wp:docPr id="39" name="Rectangle 2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290" cy="1593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4" o:spid="_x0000_s1084" style="position:absolute;margin-left:58.1pt;margin-top:-38.7pt;width:52.7pt;height:12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" stroked="f" strokeweight="1pt">
              <v:fill opacity="0"/>
              <v:textbox inset="1pt,1pt,1pt,1pt">
                <w:txbxContent>
                  <w:p w:rsidR="00B52BE6" w:rsidRDefault="00B52BE6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>
              <wp:simplePos x="0" y="0"/>
              <wp:positionH relativeFrom="column">
                <wp:posOffset>2310765</wp:posOffset>
              </wp:positionH>
              <wp:positionV relativeFrom="paragraph">
                <wp:posOffset>-1064260</wp:posOffset>
              </wp:positionV>
              <wp:extent cx="635" cy="1424305"/>
              <wp:effectExtent l="0" t="0" r="37465" b="23495"/>
              <wp:wrapNone/>
              <wp:docPr id="38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2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95pt,-83.8pt" to="18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>
              <wp:simplePos x="0" y="0"/>
              <wp:positionH relativeFrom="column">
                <wp:posOffset>1958975</wp:posOffset>
              </wp:positionH>
              <wp:positionV relativeFrom="paragraph">
                <wp:posOffset>-1062355</wp:posOffset>
              </wp:positionV>
              <wp:extent cx="635" cy="1424305"/>
              <wp:effectExtent l="0" t="0" r="37465" b="23495"/>
              <wp:wrapNone/>
              <wp:docPr id="37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3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1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25pt,-83.65pt" to="154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>
              <wp:simplePos x="0" y="0"/>
              <wp:positionH relativeFrom="column">
                <wp:posOffset>4748530</wp:posOffset>
              </wp:positionH>
              <wp:positionV relativeFrom="paragraph">
                <wp:posOffset>-354330</wp:posOffset>
              </wp:positionV>
              <wp:extent cx="1746250" cy="1905"/>
              <wp:effectExtent l="0" t="0" r="25400" b="36195"/>
              <wp:wrapNone/>
              <wp:docPr id="36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746250" cy="19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20" o:spid="_x0000_s1026" style="position:absolute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9pt,-27.9pt" to="511.4pt,-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" strokeweight="1.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34688" behindDoc="0" locked="0" layoutInCell="1" allowOverlap="1">
              <wp:simplePos x="0" y="0"/>
              <wp:positionH relativeFrom="column">
                <wp:posOffset>-501016</wp:posOffset>
              </wp:positionH>
              <wp:positionV relativeFrom="paragraph">
                <wp:posOffset>-4879340</wp:posOffset>
              </wp:positionV>
              <wp:extent cx="0" cy="2313940"/>
              <wp:effectExtent l="0" t="0" r="19050" b="10160"/>
              <wp:wrapNone/>
              <wp:docPr id="35" name="Lin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2313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1" o:spid="_x0000_s1026" style="position:absolute;flip:y;z-index:251634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9.45pt,-384.2pt" to="-39.45pt,-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33664" behindDoc="0" locked="0" layoutInCell="1" allowOverlap="1">
              <wp:simplePos x="0" y="0"/>
              <wp:positionH relativeFrom="column">
                <wp:posOffset>-509270</wp:posOffset>
              </wp:positionH>
              <wp:positionV relativeFrom="paragraph">
                <wp:posOffset>-2569846</wp:posOffset>
              </wp:positionV>
              <wp:extent cx="537845" cy="0"/>
              <wp:effectExtent l="0" t="0" r="14605" b="19050"/>
              <wp:wrapNone/>
              <wp:docPr id="34" name="Lin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8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3" o:spid="_x0000_s1026" style="position:absolute;z-index:251633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0.1pt,-202.35pt" to="2.25pt,-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32640" behindDoc="0" locked="0" layoutInCell="1" allowOverlap="1">
              <wp:simplePos x="0" y="0"/>
              <wp:positionH relativeFrom="column">
                <wp:posOffset>-511175</wp:posOffset>
              </wp:positionH>
              <wp:positionV relativeFrom="paragraph">
                <wp:posOffset>-4883786</wp:posOffset>
              </wp:positionV>
              <wp:extent cx="537845" cy="0"/>
              <wp:effectExtent l="0" t="0" r="14605" b="19050"/>
              <wp:wrapNone/>
              <wp:docPr id="15" name="Lin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8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2" o:spid="_x0000_s1026" style="position:absolute;z-index:251632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0.25pt,-384.55pt" to="2.1pt,-3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mlFAIAACs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>
              <wp:simplePos x="0" y="0"/>
              <wp:positionH relativeFrom="column">
                <wp:posOffset>-503555</wp:posOffset>
              </wp:positionH>
              <wp:positionV relativeFrom="paragraph">
                <wp:posOffset>-3345815</wp:posOffset>
              </wp:positionV>
              <wp:extent cx="137795" cy="751840"/>
              <wp:effectExtent l="0" t="0" r="0" b="0"/>
              <wp:wrapNone/>
              <wp:docPr id="9" name="Text Box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751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2BE6" w:rsidRDefault="00B52BE6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Согласовано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1" o:spid="_x0000_s1085" type="#_x0000_t202" style="position:absolute;margin-left:-39.65pt;margin-top:-263.45pt;width:10.85pt;height:59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" stroked="f" strokecolor="white">
              <v:fill opacity="0"/>
              <v:textbox style="layout-flow:vertical;mso-layout-flow-alt:bottom-to-top" inset="0,0,0,0">
                <w:txbxContent>
                  <w:p w:rsidR="00B52BE6" w:rsidRDefault="00B52B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Согласовано</w:t>
                    </w:r>
                  </w:p>
                </w:txbxContent>
              </v:textbox>
            </v:shape>
          </w:pict>
        </mc:Fallback>
      </mc:AlternateContent>
    </w:r>
    <w:r w:rsidR="00B52BE6">
      <w:rPr>
        <w:noProof/>
      </w:rPr>
      <w:drawing>
        <wp:anchor distT="0" distB="0" distL="114300" distR="114300" simplePos="0" relativeHeight="251604992" behindDoc="1" locked="0" layoutInCell="1" allowOverlap="1">
          <wp:simplePos x="0" y="0"/>
          <wp:positionH relativeFrom="column">
            <wp:posOffset>1337310</wp:posOffset>
          </wp:positionH>
          <wp:positionV relativeFrom="paragraph">
            <wp:posOffset>-320040</wp:posOffset>
          </wp:positionV>
          <wp:extent cx="810895" cy="408305"/>
          <wp:effectExtent l="0" t="0" r="8255" b="0"/>
          <wp:wrapNone/>
          <wp:docPr id="92" name="Рисунок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B52B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C7" w:rsidRDefault="00A879C7">
      <w:r>
        <w:separator/>
      </w:r>
    </w:p>
  </w:footnote>
  <w:footnote w:type="continuationSeparator" w:id="0">
    <w:p w:rsidR="00A879C7" w:rsidRDefault="00A87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931B5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08064" behindDoc="0" locked="0" layoutInCell="1" allowOverlap="1">
              <wp:simplePos x="0" y="0"/>
              <wp:positionH relativeFrom="margin">
                <wp:posOffset>-1920875</wp:posOffset>
              </wp:positionH>
              <wp:positionV relativeFrom="paragraph">
                <wp:posOffset>2010410</wp:posOffset>
              </wp:positionV>
              <wp:extent cx="10225405" cy="6659880"/>
              <wp:effectExtent l="0" t="7937" r="15557" b="15558"/>
              <wp:wrapNone/>
              <wp:docPr id="71" name="Rectangle 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10225405" cy="66598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3" o:spid="_x0000_s1026" style="position:absolute;margin-left:-151.25pt;margin-top:158.3pt;width:805.15pt;height:524.4pt;rotation:-90;z-index: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" filled="f" strokeweight="1.5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B52BE6">
    <w:pPr>
      <w:pStyle w:val="a5"/>
    </w:pPr>
  </w:p>
  <w:p w:rsidR="00B52BE6" w:rsidRDefault="00931B5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1" locked="0" layoutInCell="1" allowOverlap="1">
              <wp:simplePos x="0" y="0"/>
              <wp:positionH relativeFrom="column">
                <wp:posOffset>-1847215</wp:posOffset>
              </wp:positionH>
              <wp:positionV relativeFrom="paragraph">
                <wp:posOffset>1979295</wp:posOffset>
              </wp:positionV>
              <wp:extent cx="10217785" cy="6461125"/>
              <wp:effectExtent l="0" t="7620" r="23495" b="23495"/>
              <wp:wrapNone/>
              <wp:docPr id="177" name="Rectangl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10217785" cy="64611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7" o:spid="_x0000_s1026" style="position:absolute;margin-left:-145.45pt;margin-top:155.85pt;width:804.55pt;height:508.75pt;rotation:-90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" strokeweight="1.5pt">
              <v:fill opacity="0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Default="00931B5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29568" behindDoc="0" locked="0" layoutInCell="1" allowOverlap="1">
              <wp:simplePos x="0" y="0"/>
              <wp:positionH relativeFrom="column">
                <wp:posOffset>-445135</wp:posOffset>
              </wp:positionH>
              <wp:positionV relativeFrom="paragraph">
                <wp:posOffset>226060</wp:posOffset>
              </wp:positionV>
              <wp:extent cx="10114280" cy="7088505"/>
              <wp:effectExtent l="0" t="0" r="20320" b="17145"/>
              <wp:wrapNone/>
              <wp:docPr id="1" name="Group 1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14280" cy="7088505"/>
                        <a:chOff x="284" y="454"/>
                        <a:chExt cx="16271" cy="11163"/>
                      </a:xfrm>
                    </wpg:grpSpPr>
                    <wpg:grpSp>
                      <wpg:cNvPr id="3" name="Group 1112"/>
                      <wpg:cNvGrpSpPr>
                        <a:grpSpLocks/>
                      </wpg:cNvGrpSpPr>
                      <wpg:grpSpPr bwMode="auto">
                        <a:xfrm>
                          <a:off x="287" y="454"/>
                          <a:ext cx="4856" cy="679"/>
                          <a:chOff x="287" y="454"/>
                          <a:chExt cx="4856" cy="679"/>
                        </a:xfrm>
                      </wpg:grpSpPr>
                      <wps:wsp>
                        <wps:cNvPr id="4" name="Rectangle 1113"/>
                        <wps:cNvSpPr>
                          <a:spLocks noChangeArrowheads="1"/>
                        </wps:cNvSpPr>
                        <wps:spPr bwMode="auto">
                          <a:xfrm>
                            <a:off x="287" y="454"/>
                            <a:ext cx="4856" cy="67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114"/>
                        <wps:cNvCnPr>
                          <a:cxnSpLocks noChangeShapeType="1"/>
                        </wps:cNvCnPr>
                        <wps:spPr bwMode="auto">
                          <a:xfrm>
                            <a:off x="291" y="741"/>
                            <a:ext cx="4852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715" y="454"/>
                            <a:ext cx="0" cy="67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711" y="454"/>
                            <a:ext cx="0" cy="66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117"/>
                        <wps:cNvSpPr>
                          <a:spLocks noChangeArrowheads="1"/>
                        </wps:cNvSpPr>
                        <wps:spPr bwMode="auto">
                          <a:xfrm>
                            <a:off x="3713" y="477"/>
                            <a:ext cx="1382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Взам. инв. №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2007" y="477"/>
                            <a:ext cx="1269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Подп. и дата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" name="Rectangle 1119"/>
                        <wps:cNvSpPr>
                          <a:spLocks noChangeArrowheads="1"/>
                        </wps:cNvSpPr>
                        <wps:spPr bwMode="auto">
                          <a:xfrm>
                            <a:off x="315" y="499"/>
                            <a:ext cx="1375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  <w:sz w:val="18"/>
                                </w:rPr>
                              </w:pPr>
                              <w:r>
                                <w:rPr>
                                  <w:rFonts w:ascii="Arial CYR" w:hAnsi="Arial CYR"/>
                                  <w:sz w:val="18"/>
                                </w:rPr>
                                <w:t>Инв.№ подл.</w:t>
                              </w:r>
                            </w:p>
                            <w:p w:rsidR="00B52BE6" w:rsidRDefault="00B52BE6">
                              <w:pPr>
                                <w:jc w:val="center"/>
                                <w:rPr>
                                  <w:rFonts w:ascii="Arial CYR" w:hAnsi="Arial CYR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12" name="Line 1120"/>
                      <wps:cNvCnPr>
                        <a:cxnSpLocks noChangeShapeType="1"/>
                      </wps:cNvCnPr>
                      <wps:spPr bwMode="auto">
                        <a:xfrm>
                          <a:off x="1149" y="1150"/>
                          <a:ext cx="1" cy="1045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121"/>
                      <wps:cNvCnPr>
                        <a:cxnSpLocks noChangeShapeType="1"/>
                      </wps:cNvCnPr>
                      <wps:spPr bwMode="auto">
                        <a:xfrm flipH="1">
                          <a:off x="292" y="11075"/>
                          <a:ext cx="86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122"/>
                      <wps:cNvCnPr>
                        <a:cxnSpLocks noChangeShapeType="1"/>
                      </wps:cNvCnPr>
                      <wps:spPr bwMode="auto">
                        <a:xfrm flipH="1">
                          <a:off x="859" y="11075"/>
                          <a:ext cx="9" cy="54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Rectangle 1123"/>
                      <wps:cNvSpPr>
                        <a:spLocks noChangeArrowheads="1"/>
                      </wps:cNvSpPr>
                      <wps:spPr bwMode="auto">
                        <a:xfrm>
                          <a:off x="561" y="4908"/>
                          <a:ext cx="311" cy="6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Default="00B52B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06 – 2906 – 85 - ОВ.ПЗ</w:t>
                            </w: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</w:p>
                          <w:p w:rsidR="00B52BE6" w:rsidRDefault="00B52BE6">
                            <w:pPr>
                              <w:rPr>
                                <w:rFonts w:ascii="Arial CYR" w:hAnsi="Arial CYR"/>
                                <w:b/>
                              </w:rPr>
                            </w:pPr>
                            <w:r>
                              <w:rPr>
                                <w:rFonts w:ascii="Arial CYR" w:hAnsi="Arial CYR"/>
                                <w:b/>
                              </w:rPr>
                              <w:t>05 – 3905 -ТХ.ПЗ</w:t>
                            </w: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17" name="Group 1124"/>
                      <wpg:cNvGrpSpPr>
                        <a:grpSpLocks/>
                      </wpg:cNvGrpSpPr>
                      <wpg:grpSpPr bwMode="auto">
                        <a:xfrm>
                          <a:off x="284" y="1139"/>
                          <a:ext cx="16271" cy="10469"/>
                          <a:chOff x="284" y="1139"/>
                          <a:chExt cx="16271" cy="10469"/>
                        </a:xfrm>
                      </wpg:grpSpPr>
                      <wps:wsp>
                        <wps:cNvPr id="18" name="Rectangle 1125"/>
                        <wps:cNvSpPr>
                          <a:spLocks noChangeArrowheads="1"/>
                        </wps:cNvSpPr>
                        <wps:spPr bwMode="auto">
                          <a:xfrm>
                            <a:off x="284" y="1139"/>
                            <a:ext cx="16271" cy="1046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126"/>
                        <wps:cNvSpPr>
                          <a:spLocks noChangeArrowheads="1"/>
                        </wps:cNvSpPr>
                        <wps:spPr bwMode="auto">
                          <a:xfrm>
                            <a:off x="880" y="11107"/>
                            <a:ext cx="249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20" name="Rectangle 1127"/>
                      <wps:cNvSpPr>
                        <a:spLocks noChangeArrowheads="1"/>
                      </wps:cNvSpPr>
                      <wps:spPr bwMode="auto">
                        <a:xfrm>
                          <a:off x="381" y="11174"/>
                          <a:ext cx="364" cy="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BE6" w:rsidRPr="00736098" w:rsidRDefault="00B52BE6" w:rsidP="00736098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vert" wrap="square" lIns="12700" tIns="12700" rIns="12700" bIns="12700" anchor="t" anchorCtr="0" upright="1">
                        <a:noAutofit/>
                      </wps:bodyPr>
                    </wps:wsp>
                    <wpg:grpSp>
                      <wpg:cNvPr id="21" name="Group 1128"/>
                      <wpg:cNvGrpSpPr>
                        <a:grpSpLocks/>
                      </wpg:cNvGrpSpPr>
                      <wpg:grpSpPr bwMode="auto">
                        <a:xfrm>
                          <a:off x="292" y="1141"/>
                          <a:ext cx="861" cy="3706"/>
                          <a:chOff x="292" y="1141"/>
                          <a:chExt cx="861" cy="3706"/>
                        </a:xfrm>
                      </wpg:grpSpPr>
                      <wps:wsp>
                        <wps:cNvPr id="22" name="Line 11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73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2" y="2299"/>
                            <a:ext cx="86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2864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3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3430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279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4846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135"/>
                        <wps:cNvCnPr>
                          <a:cxnSpLocks noChangeShapeType="1"/>
                        </wps:cNvCnPr>
                        <wps:spPr bwMode="auto">
                          <a:xfrm flipH="1">
                            <a:off x="859" y="1165"/>
                            <a:ext cx="7" cy="368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136"/>
                        <wps:cNvCnPr>
                          <a:cxnSpLocks noChangeShapeType="1"/>
                        </wps:cNvCnPr>
                        <wps:spPr bwMode="auto">
                          <a:xfrm>
                            <a:off x="578" y="1165"/>
                            <a:ext cx="0" cy="368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1137"/>
                        <wps:cNvSpPr>
                          <a:spLocks noChangeArrowheads="1"/>
                        </wps:cNvSpPr>
                        <wps:spPr bwMode="auto">
                          <a:xfrm>
                            <a:off x="314" y="4302"/>
                            <a:ext cx="24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" name="Rectangle 1138"/>
                        <wps:cNvSpPr>
                          <a:spLocks noChangeArrowheads="1"/>
                        </wps:cNvSpPr>
                        <wps:spPr bwMode="auto">
                          <a:xfrm>
                            <a:off x="298" y="3443"/>
                            <a:ext cx="263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" name="Rectangle 1139"/>
                        <wps:cNvSpPr>
                          <a:spLocks noChangeArrowheads="1"/>
                        </wps:cNvSpPr>
                        <wps:spPr bwMode="auto">
                          <a:xfrm>
                            <a:off x="299" y="2836"/>
                            <a:ext cx="264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pStyle w:val="a8"/>
                              </w:pPr>
                              <w:r>
                                <w:t>№ док.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1140"/>
                        <wps:cNvSpPr>
                          <a:spLocks noChangeArrowheads="1"/>
                        </wps:cNvSpPr>
                        <wps:spPr bwMode="auto">
                          <a:xfrm>
                            <a:off x="313" y="2314"/>
                            <a:ext cx="244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2" name="Rectangle 1141"/>
                        <wps:cNvSpPr>
                          <a:spLocks noChangeArrowheads="1"/>
                        </wps:cNvSpPr>
                        <wps:spPr bwMode="auto">
                          <a:xfrm>
                            <a:off x="321" y="1715"/>
                            <a:ext cx="245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pStyle w:val="a8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Колл.уч.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2" name="Rectangle 1142"/>
                        <wps:cNvSpPr>
                          <a:spLocks noChangeArrowheads="1"/>
                        </wps:cNvSpPr>
                        <wps:spPr bwMode="auto">
                          <a:xfrm>
                            <a:off x="329" y="1184"/>
                            <a:ext cx="237" cy="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BE6" w:rsidRDefault="00B52BE6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vert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3" name="Line 1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" y="1141"/>
                            <a:ext cx="86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11" o:spid="_x0000_s1086" style="position:absolute;margin-left:-35.05pt;margin-top:17.8pt;width:796.4pt;height:558.15pt;z-index:251629568" coordorigin="284,454" coordsize="16271,11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">
              <v:group id="Group 1112" o:spid="_x0000_s1087" style="position:absolute;left:287;top:454;width:4856;height:679" coordorigin="287,454" coordsize="4856,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rect id="Rectangle 1113" o:spid="_x0000_s1088" style="position:absolute;left:287;top:454;width:4856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  <v:line id="Line 1114" o:spid="_x0000_s1089" style="position:absolute;visibility:visible;mso-wrap-style:square" from="291,741" to="5143,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E1zcAAAADaAAAADwAAAGRycy9kb3ducmV2LnhtbESPX2vCQBDE3wW/w7EF3/RSISVETykF&#10;QfBBagVfl9yaBHN7Ibf547f3CoU+DjPzG2a7n1yjBupC7dnA+yoBRVx4W3Np4PpzWGaggiBbbDyT&#10;gScF2O/msy3m1o/8TcNFShUhHHI0UIm0udahqMhhWPmWOHp33zmUKLtS2w7HCHeNXifJh3ZYc1yo&#10;sKWviorHpXcGermfaLr22Y0yTmXMzqkbzsYs3qbPDSihSf7Df+2jNZDC75V4A/Tu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xNc3AAAAA2gAAAA8AAAAAAAAAAAAAAAAA&#10;oQIAAGRycy9kb3ducmV2LnhtbFBLBQYAAAAABAAEAPkAAACOAwAAAAA=&#10;" strokeweight="1pt">
                  <v:stroke startarrowwidth="narrow" startarrowlength="short" endarrowwidth="narrow" endarrowlength="short"/>
                </v:line>
                <v:line id="Line 1115" o:spid="_x0000_s1090" style="position:absolute;flip:x y;visibility:visible;mso-wrap-style:square" from="1715,454" to="1715,1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bLcEAAADaAAAADwAAAGRycy9kb3ducmV2LnhtbESPzYrCQBCE74LvMLTgTScKRomOIqLo&#10;HvZg9AGaTOdHMz0hM5r49jsLC3ssquorarPrTS3e1LrKsoLZNAJBnFldcaHgfjtNViCcR9ZYWyYF&#10;H3Kw2w4HG0y07fhK79QXIkDYJaig9L5JpHRZSQbd1DbEwctta9AH2RZSt9gFuKnlPIpiabDisFBi&#10;Q4eSsmf6Mgrcd7U4uugr1Yd4mZtc7x947pQaj/r9GoSn3v+H/9oXrSCG3yvhBs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Elst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1116" o:spid="_x0000_s1091" style="position:absolute;flip:x y;visibility:visible;mso-wrap-style:square" from="3711,454" to="3711,1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7+tsIAAADaAAAADwAAAGRycy9kb3ducmV2LnhtbESPzWrDMBCE74G+g9hCb4mcQJ3gRjYh&#10;pLQ99BAnD7BY65/GWhlJtd23rwqFHIeZ+YbZF7PpxUjOd5YVrFcJCOLK6o4bBdfL63IHwgdkjb1l&#10;UvBDHor8YbHHTNuJzzSWoRERwj5DBW0IQyalr1oy6Fd2II5ebZ3BEKVrpHY4Rbjp5SZJUmmw47jQ&#10;4kDHlqpb+W0U+M/u+eSTj1If021tan34wrdJqafH+fACItAc7uH/9rtWsIW/K/EG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7+tsIAAADa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rect id="Rectangle 1117" o:spid="_x0000_s1092" style="position:absolute;left:3713;top:477;width:1382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/0r4A&#10;AADaAAAADwAAAGRycy9kb3ducmV2LnhtbERPy4rCMBTdC/5DuII7TRV8VaM4A8Lgaqy6vzTXttrc&#10;ZJpM7fz9ZCG4PJz3ZteZWrTU+Mqygsk4AUGcW11xoeByPoyWIHxA1lhbJgV/5GG37fc2mGr75BO1&#10;WShEDGGfooIyBJdK6fOSDPqxdcSRu9nGYIiwKaRu8BnDTS2nSTKXBiuODSU6+iwpf2S/RsFj8jNr&#10;73pxXC3n/DE9frurOzilhoNuvwYRqAtv8cv9pRXErfFKvA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3H/9K+AAAA2gAAAA8AAAAAAAAAAAAAAAAAmAIAAGRycy9kb3ducmV2&#10;LnhtbFBLBQYAAAAABAAEAPUAAACDAwAAAAA=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Взам. инв. №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8" o:spid="_x0000_s1093" style="position:absolute;left:2007;top:477;width:1269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ssMMA&#10;AADbAAAADwAAAGRycy9kb3ducmV2LnhtbESPQW/CMAyF75P4D5GRuI0UJBgUAmKTkCZOGxt3qzFt&#10;oXGyJivdv58PSNxsvef3Pq+3vWtUR22sPRuYjDNQxIW3NZcGvr/2zwtQMSFbbDyTgT+KsN0MntaY&#10;W3/jT+qOqVQSwjFHA1VKIdc6FhU5jGMfiEU7+9ZhkrUttW3xJuGu0dMsm2uHNUtDhYHeKiqux19n&#10;4Dr5mXUX+3JYLub8Oj18hFPYB2NGw363ApWoTw/z/frdCr7Qyy8ygN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KssMMAAADbAAAADwAAAAAAAAAAAAAAAACYAgAAZHJzL2Rv&#10;d25yZXYueG1sUEsFBgAAAAAEAAQA9QAAAIgDAAAAAA==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Подп. и дата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</w:p>
                    </w:txbxContent>
                  </v:textbox>
                </v:rect>
                <v:rect id="Rectangle 1119" o:spid="_x0000_s1094" style="position:absolute;left:315;top:499;width:1375;height: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4JK8EA&#10;AADbAAAADwAAAGRycy9kb3ducmV2LnhtbERPS2vCQBC+F/wPywi91U2EWo1uxApC8dT6uA/ZMYnJ&#10;zm6za0z/fbdQ8DYf33NW68G0oqfO15YVpJMEBHFhdc2lgtNx9zIH4QOyxtYyKfghD+t89LTCTNs7&#10;f1F/CKWIIewzVFCF4DIpfVGRQT+xjjhyF9sZDBF2pdQd3mO4aeU0SWbSYM2xoUJH24qK5nAzCpr0&#10;+7W/6rf9Yj7j9+n+053dzin1PB42SxCBhvAQ/7s/dJyfwt8v8QC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uCSvBAAAA2wAAAA8AAAAAAAAAAAAAAAAAmAIAAGRycy9kb3du&#10;cmV2LnhtbFBLBQYAAAAABAAEAPUAAACGAwAAAAA=&#10;" filled="f" stroked="f" strokeweight="1pt">
                  <v:textbox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  <w:sz w:val="18"/>
                          </w:rPr>
                        </w:pPr>
                        <w:r>
                          <w:rPr>
                            <w:rFonts w:ascii="Arial CYR" w:hAnsi="Arial CYR"/>
                            <w:sz w:val="18"/>
                          </w:rPr>
                          <w:t>Инв.№ подл.</w:t>
                        </w:r>
                      </w:p>
                      <w:p w:rsidR="00B52BE6" w:rsidRDefault="00B52BE6">
                        <w:pPr>
                          <w:jc w:val="center"/>
                          <w:rPr>
                            <w:rFonts w:ascii="Arial CYR" w:hAnsi="Arial CYR"/>
                          </w:rPr>
                        </w:pPr>
                      </w:p>
                    </w:txbxContent>
                  </v:textbox>
                </v:rect>
              </v:group>
              <v:line id="Line 1120" o:spid="_x0000_s1095" style="position:absolute;visibility:visible;mso-wrap-style:square" from="1149,1150" to="1150,11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QVb74AAADbAAAADwAAAGRycy9kb3ducmV2LnhtbERPS4vCMBC+C/6HMII3TRWU0jWKCIKw&#10;B1kV9jo0Y1tsJqWZPvbfm4WFvc3H95zdYXS16qkNlWcDq2UCijj3tuLCwON+XqSggiBbrD2TgR8K&#10;cNhPJzvMrB/4i/qbFCqGcMjQQCnSZFqHvCSHYekb4sg9fetQImwLbVscYrir9TpJttphxbGhxIZO&#10;JeWvW+cMdPL8pPHRpd+U8kaG9Lpx/dWY+Ww8foASGuVf/Oe+2Dh/Db+/xAP0/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RBVvvgAAANsAAAAPAAAAAAAAAAAAAAAAAKEC&#10;AABkcnMvZG93bnJldi54bWxQSwUGAAAAAAQABAD5AAAAjAMAAAAA&#10;" strokeweight="1pt">
                <v:stroke startarrowwidth="narrow" startarrowlength="short" endarrowwidth="narrow" endarrowlength="short"/>
              </v:line>
              <v:line id="Line 1121" o:spid="_x0000_s1096" style="position:absolute;flip:x;visibility:visible;mso-wrap-style:square" from="292,11075" to="1153,11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0E4sEAAADbAAAADwAAAGRycy9kb3ducmV2LnhtbERPTWuDQBC9F/Iflgn0UuqaFGQxrhIC&#10;hUJPNSW9Du5EJe6scbfG/PtuodDbPN7nFNViBzHT5HvHGjZJCoK4cabnVsPn8fVZgfAB2eDgmDTc&#10;yUNVrh4KzI278QfNdWhFDGGfo4YuhDGX0jcdWfSJG4kjd3aTxRDh1Eoz4S2G20Fu0zSTFnuODR2O&#10;dOioudTfVkPj1Old3b822fWYbVX/JOvZSq0f18t+ByLQEv7Ff+43E+e/wO8v8QBZ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rQTi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line id="Line 1122" o:spid="_x0000_s1097" style="position:absolute;flip:x;visibility:visible;mso-wrap-style:square" from="859,11075" to="868,1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SclsEAAADbAAAADwAAAGRycy9kb3ducmV2LnhtbERPTWuDQBC9F/Iflgn0UuqaUGQxrhIC&#10;hUJPNSW9Du5EJe6scbfG/PtuodDbPN7nFNViBzHT5HvHGjZJCoK4cabnVsPn8fVZgfAB2eDgmDTc&#10;yUNVrh4KzI278QfNdWhFDGGfo4YuhDGX0jcdWfSJG4kjd3aTxRDh1Eoz4S2G20Fu0zSTFnuODR2O&#10;dOioudTfVkPj1Old3b822fWYbVX/JOvZSq0f18t+ByLQEv7Ff+43E+e/wO8v8QBZ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RJyWwQAAANsAAAAPAAAAAAAAAAAAAAAA&#10;AKECAABkcnMvZG93bnJldi54bWxQSwUGAAAAAAQABAD5AAAAjwMAAAAA&#10;" strokeweight="1pt">
                <v:stroke startarrowwidth="narrow" startarrowlength="short" endarrowwidth="narrow" endarrowlength="short"/>
              </v:line>
              <v:rect id="Rectangle 1123" o:spid="_x0000_s1098" style="position:absolute;left:561;top:4908;width:311;height:6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8osEA&#10;AADbAAAADwAAAGRycy9kb3ducmV2LnhtbERP22oCMRB9L/gPYQTfataCWlajiFCxUBBv1L4Nm+lm&#10;cTNZklTXv28Ewbc5nOtM562txYV8qBwrGPQzEMSF0xWXCg77j9d3ECEia6wdk4IbBZjPOi9TzLW7&#10;8pYuu1iKFMIhRwUmxiaXMhSGLIa+a4gT9+u8xZigL6X2eE3htpZvWTaSFitODQYbWhoqzrs/q+D7&#10;5/BljqdP3NyGnsarTT1wi6NSvW67mICI1Man+OFe6zR/BPdf0g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GfKLBAAAA2wAAAA8AAAAAAAAAAAAAAAAAmAIAAGRycy9kb3du&#10;cmV2LnhtbFBLBQYAAAAABAAEAPUAAACGAwAAAAA=&#10;" filled="f" stroked="f" strokeweight="1pt">
                <v:textbox style="layout-flow:vertical" inset="1pt,1pt,1pt,1pt">
                  <w:txbxContent>
                    <w:p w:rsidR="00B52BE6" w:rsidRDefault="00B52BE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06 – 2906 – 85 - ОВ.ПЗ</w:t>
                      </w: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</w:p>
                    <w:p w:rsidR="00B52BE6" w:rsidRDefault="00B52BE6">
                      <w:pPr>
                        <w:rPr>
                          <w:rFonts w:ascii="Arial CYR" w:hAnsi="Arial CYR"/>
                          <w:b/>
                        </w:rPr>
                      </w:pPr>
                      <w:r>
                        <w:rPr>
                          <w:rFonts w:ascii="Arial CYR" w:hAnsi="Arial CYR"/>
                          <w:b/>
                        </w:rPr>
                        <w:t>05 – 3905 -ТХ.ПЗ</w:t>
                      </w:r>
                    </w:p>
                  </w:txbxContent>
                </v:textbox>
              </v:rect>
              <v:group id="Group 1124" o:spid="_x0000_s1099" style="position:absolute;left:284;top:1139;width:16271;height:10469" coordorigin="284,1139" coordsize="16271,10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ect id="Rectangle 1125" o:spid="_x0000_s1100" style="position:absolute;left:284;top:1139;width:16271;height:10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PQMYA&#10;AADbAAAADwAAAGRycy9kb3ducmV2LnhtbESPT2vCQBDF74LfYZlCL9JsbFXS1FWkUCgeBP8gPQ7Z&#10;aRLMzobdVdNv3zkUepvhvXnvN8v14Dp1oxBbzwamWQ6KuPK25drA6fjxVICKCdli55kM/FCE9Wo8&#10;WmJp/Z33dDukWkkIxxINNCn1pdaxashhzHxPLNq3Dw6TrKHWNuBdwl2nn/N8oR22LA0N9vTeUHU5&#10;XJ2B7Wyef6Xz1B+Ly8vrLnST82J7NebxYdi8gUo0pH/z3/WnFXyBlV9kAL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bPQMYAAADbAAAADwAAAAAAAAAAAAAAAACYAgAAZHJz&#10;L2Rvd25yZXYueG1sUEsFBgAAAAAEAAQA9QAAAIsDAAAAAA==&#10;" filled="f" strokeweight="1pt"/>
                <v:rect id="Rectangle 1126" o:spid="_x0000_s1101" style="position:absolute;left:880;top:11107;width:24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o0MIA&#10;AADbAAAADwAAAGRycy9kb3ducmV2LnhtbERPTWsCMRC9C/0PYQq9uVmF2ro1ihQsCoJoFfU2bKab&#10;pZvJkqS6/vumUPA2j/c5k1lnG3EhH2rHCgZZDoK4dLrmSsH+c9F/BREissbGMSm4UYDZ9KE3wUK7&#10;K2/psouVSCEcClRgYmwLKUNpyGLIXEucuC/nLcYEfSW1x2sKt40c5vlIWqw5NRhs6d1Q+b37sQqO&#10;5/3aHE4r3NyePb18bJqBmx+Uenrs5m8gInXxLv53L3WaP4a/X9IBcv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ejQwgAAANsAAAAPAAAAAAAAAAAAAAAAAJgCAABkcnMvZG93&#10;bnJldi54bWxQSwUGAAAAAAQABAD1AAAAhwMAAAAA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</v:group>
              <v:rect id="Rectangle 1127" o:spid="_x0000_s1102" style="position:absolute;left:381;top:11174;width:364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L8MEA&#10;AADbAAAADwAAAGRycy9kb3ducmV2LnhtbERPy2oCMRTdF/yHcIXuOhmFtjI1igiKQkHqg7a7y+Q6&#10;GZzcDEnU8e/NQnB5OO/xtLONuJAPtWMFgywHQVw6XXOlYL9bvI1AhIissXFMCm4UYDrpvYyx0O7K&#10;P3TZxkqkEA4FKjAxtoWUoTRkMWSuJU7c0XmLMUFfSe3xmsJtI4d5/iEt1pwaDLY0N1Setmer4Pd/&#10;/20Of2vc3N49fS43zcDNDkq99rvZF4hIXXyKH+6VVjBM69OX9APk5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Pi/DBAAAA2wAAAA8AAAAAAAAAAAAAAAAAmAIAAGRycy9kb3du&#10;cmV2LnhtbFBLBQYAAAAABAAEAPUAAACGAwAAAAA=&#10;" filled="f" stroked="f" strokeweight="1pt">
                <v:textbox style="layout-flow:vertical" inset="1pt,1pt,1pt,1pt">
                  <w:txbxContent>
                    <w:p w:rsidR="00B52BE6" w:rsidRPr="00736098" w:rsidRDefault="00B52BE6" w:rsidP="00736098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  <v:group id="Group 1128" o:spid="_x0000_s1103" style="position:absolute;left:292;top:1141;width:861;height:3706" coordorigin="292,1141" coordsize="861,3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line id="Line 1129" o:spid="_x0000_s1104" style="position:absolute;flip:x;visibility:visible;mso-wrap-style:square" from="292,1731" to="1153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1rxMIAAADbAAAADwAAAGRycy9kb3ducmV2LnhtbESPQYvCMBSE7wv+h/AEL4um7aGUahQR&#10;hIU9WUWvj+bZFpuX2sS2/vvNwsIeh5n5htnsJtOKgXrXWFYQryIQxKXVDVcKLufjMgPhPLLG1jIp&#10;eJOD3Xb2scFc25FPNBS+EgHCLkcFtfddLqUrazLoVrYjDt7d9gZ9kH0ldY9jgJtWJlGUSoMNh4Ua&#10;OzrUVD6Kl1FQ2uz6nb1vcfo8p0nWfMpiMFKpxXzar0F4mvx/+K/9pRUkCfx+CT9Ab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1rxM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0" o:spid="_x0000_s1105" style="position:absolute;flip:x y;visibility:visible;mso-wrap-style:square" from="292,2299" to="1153,2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2ECsIAAADbAAAADwAAAGRycy9kb3ducmV2LnhtbESPzYrCQBCE74LvMLTgTScq/hAdRcTF&#10;9bAHow/QZDo/mukJmVkT335HEPZYVNVX1GbXmUo8qXGlZQWTcQSCOLW65FzB7fo1WoFwHlljZZkU&#10;vMjBbtvvbTDWtuULPROfiwBhF6OCwvs6ltKlBRl0Y1sTBy+zjUEfZJNL3WAb4KaS0yhaSIMlh4UC&#10;azoUlD6SX6PA/ZTzo4vOiT4slpnJ9P6Op1ap4aDbr0F46vx/+NP+1gqmM3h/CT9Ab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2ECs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1" o:spid="_x0000_s1106" style="position:absolute;flip:x;visibility:visible;mso-wrap-style:square" from="292,2864" to="1153,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hWK8MAAADbAAAADwAAAGRycy9kb3ducmV2LnhtbESPzWrDMBCE74G+g9hCLqGRY4o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oViv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2" o:spid="_x0000_s1107" style="position:absolute;flip:x;visibility:visible;mso-wrap-style:square" from="292,3430" to="1153,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TzsMMAAADbAAAADwAAAGRycy9kb3ducmV2LnhtbESPzWrDMBCE74G+g9hCLqGRY6gRrpUQ&#10;CoVCT3VCel2srW1irVxL9c/bR4VCjsPMfMMUh9l2YqTBt4417LYJCOLKmZZrDefT25MC4QOywc4x&#10;aVjIw2H/sCowN27iTxrLUIsIYZ+jhiaEPpfSVw1Z9FvXE0fv2w0WQ5RDLc2AU4TbTqZJkkmLLceF&#10;Bnt6bai6lr9WQ+XU5UMtX7vs55Slqt3IcrRS6/XjfHwBEWgO9/B/+91oSJ/h70v8AX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k87DDAAAA2w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133" o:spid="_x0000_s1108" style="position:absolute;flip:x;visibility:visible;mso-wrap-style:square" from="292,4279" to="1153,4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Ztx8IAAADbAAAADwAAAGRycy9kb3ducmV2LnhtbESPQYvCMBSE7wv+h/AEL4um7aGUahQR&#10;hIU9WUWvj+bZFpuX2sS2/vvNwsIeh5n5htnsJtOKgXrXWFYQryIQxKXVDVcKLufjMgPhPLLG1jIp&#10;eJOD3Xb2scFc25FPNBS+EgHCLkcFtfddLqUrazLoVrYjDt7d9gZ9kH0ldY9jgJtWJlGUSoMNh4Ua&#10;OzrUVD6Kl1FQ2uz6nb1vcfo8p0nWfMpiMFKpxXzar0F4mvx/+K/9pRUkKfx+CT9Ab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Ztx8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4" o:spid="_x0000_s1109" style="position:absolute;flip:x;visibility:visible;mso-wrap-style:square" from="292,4846" to="1153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rIXMIAAADbAAAADwAAAGRycy9kb3ducmV2LnhtbESPQYvCMBSE7wv+h/CEvSya2kO3VKOI&#10;IAierIteH82zLTYvtYm1/vuNIHgcZuYbZrEaTCN66lxtWcFsGoEgLqyuuVTwd9xOUhDOI2tsLJOC&#10;JzlYLUdfC8y0ffCB+tyXIkDYZaig8r7NpHRFRQbd1LbEwbvYzqAPsiul7vAR4KaRcRQl0mDNYaHC&#10;ljYVFdf8bhQUNj3t0+d5ltyOSZzWPzLvjVTqezys5yA8Df4Tfrd3WkH8C68v4Qf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rIXM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135" o:spid="_x0000_s1110" style="position:absolute;flip:x;visibility:visible;mso-wrap-style:square" from="859,1165" to="866,4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VcLsAAAADbAAAADwAAAGRycy9kb3ducmV2LnhtbERPy2rCQBTdC/2H4Ra6kWZiFiGkTkQK&#10;hYIro+j2krkmwcydmJnm8fedheDycN7b3Ww6MdLgWssKNlEMgriyuuVawfn085mBcB5ZY2eZFCzk&#10;YFe8rbaYazvxkcbS1yKEsMtRQeN9n0vpqoYMusj2xIG72cGgD3CopR5wCuGmk0kcp9Jgy6GhwZ6+&#10;G6ru5Z9RUNnscsiW6yZ9nNIka9eyHI1U6uN93n+B8DT7l/jp/tUKkjA2fAk/QB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lXC7AAAAA2wAAAA8AAAAAAAAAAAAAAAAA&#10;oQIAAGRycy9kb3ducmV2LnhtbFBLBQYAAAAABAAEAPkAAACOAwAAAAA=&#10;" strokeweight="1pt">
                  <v:stroke startarrowwidth="narrow" startarrowlength="short" endarrowwidth="narrow" endarrowlength="short"/>
                </v:line>
                <v:line id="Line 1136" o:spid="_x0000_s1111" style="position:absolute;visibility:visible;mso-wrap-style:square" from="578,1165" to="578,4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xNo8IAAADbAAAADwAAAGRycy9kb3ducmV2LnhtbESPS4vCQBCE7wv+h6GFva0TBSWbdZRF&#10;WFjwID7Aa5Npk7CZnpDpPPz3O4Lgsaiqr6j1dnS16qkNlWcD81kCijj3tuLCwOX885GCCoJssfZM&#10;Bu4UYLuZvK0xs37gI/UnKVSEcMjQQCnSZFqHvCSHYeYb4ujdfOtQomwLbVscItzVepEkK+2w4rhQ&#10;YkO7kvK/U+cMdHLb03jp0iulvJQhPSxdfzDmfTp+f4ESGuUVfrZ/rYHFJzy+xB+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xNo8IAAADb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rect id="Rectangle 1137" o:spid="_x0000_s1112" style="position:absolute;left:314;top:4302;width:24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dLcEA&#10;AADbAAAADwAAAGRycy9kb3ducmV2LnhtbERPy2oCMRTdF/yHcIXuakbFWkajiKAoCOKLtrvL5DoZ&#10;nNwMSarj3zeLQpeH857OW1uLO/lQOVbQ72UgiAunKy4VnE+rtw8QISJrrB2TgicFmM86L1PMtXvw&#10;ge7HWIoUwiFHBSbGJpcyFIYshp5riBN3dd5iTNCXUnt8pHBby0GWvUuLFacGgw0tDRW3449V8Pl9&#10;3pnL1xb3z5Gn8Xpf993iotRrt11MQERq47/4z73RCoZpffqSfoC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WHS3BAAAA2wAAAA8AAAAAAAAAAAAAAAAAmAIAAGRycy9kb3du&#10;cmV2LnhtbFBLBQYAAAAABAAEAPUAAACG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Дата</w:t>
                        </w:r>
                      </w:p>
                    </w:txbxContent>
                  </v:textbox>
                </v:rect>
                <v:rect id="Rectangle 1138" o:spid="_x0000_s1113" style="position:absolute;left:298;top:3443;width:263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4tsUA&#10;AADbAAAADwAAAGRycy9kb3ducmV2LnhtbESP3WoCMRSE7wu+QziCdzW7LdayNYoUWhQEqT9U7w6b&#10;083SzcmSRF3f3giFXg4z8w0zmXW2EWfyoXasIB9mIIhLp2uuFOy2H4+vIEJE1tg4JgVXCjCb9h4m&#10;WGh34S86b2IlEoRDgQpMjG0hZSgNWQxD1xIn78d5izFJX0nt8ZLgtpFPWfYiLdacFgy29G6o/N2c&#10;rILv425l9oclrq8jT+PPdZO7+V6pQb+bv4GI1MX/8F97oRU853D/k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Wri2xQAAANsAAAAPAAAAAAAAAAAAAAAAAJgCAABkcnMv&#10;ZG93bnJldi54bWxQSwUGAAAAAAQABAD1AAAAigMAAAAA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139" o:spid="_x0000_s1114" style="position:absolute;left:299;top:2836;width:264;height: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gmwcQA&#10;AADbAAAADwAAAGRycy9kb3ducmV2LnhtbESPQWsCMRSE7wX/Q3hCbzWrUlu2RhFBaaEgWkV7e2ye&#10;m8XNy5Kkuv57Iwg9DjPzDTOetrYWZ/Khcqyg38tAEBdOV1wq2P4sXt5BhIissXZMCq4UYDrpPI0x&#10;1+7CazpvYikShEOOCkyMTS5lKAxZDD3XECfv6LzFmKQvpfZ4SXBby0GWjaTFitOCwYbmhorT5s8q&#10;2P9uv83u8IWr66unt+Wq7rvZTqnnbjv7ABGpjf/hR/tTKxgO4P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JsH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pStyle w:val="a8"/>
                        </w:pPr>
                        <w:r>
                          <w:t>№ док.</w:t>
                        </w:r>
                      </w:p>
                    </w:txbxContent>
                  </v:textbox>
                </v:rect>
                <v:rect id="Rectangle 1140" o:spid="_x0000_s1115" style="position:absolute;left:313;top:2314;width:24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SDWsQA&#10;AADbAAAADwAAAGRycy9kb3ducmV2LnhtbESP3WoCMRSE7wu+QziCdzWr0h+2RhFBaaEgWkV7d9gc&#10;N4ubkyWJur69EQq9HGbmG2Y8bW0tLuRD5VjBoJ+BIC6crrhUsP1ZPL+DCBFZY+2YFNwowHTSeRpj&#10;rt2V13TZxFIkCIccFZgYm1zKUBiyGPquIU7e0XmLMUlfSu3xmuC2lsMse5UWK04LBhuaGypOm7NV&#10;sP/dfpvd4QtXtxdPb8tVPXCznVK9bjv7ABGpjf/hv/anVjAaweNL+gF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Eg1r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  <v:rect id="Rectangle 1141" o:spid="_x0000_s1116" style="position:absolute;left:321;top:1715;width:245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KfAcQA&#10;AADbAAAADwAAAGRycy9kb3ducmV2LnhtbESP3WoCMRSE7wt9h3AKvatZhaqsRpFCxYIg9Qf17rA5&#10;bhY3J0uS6vr2Rih4OczMN8x42tpaXMiHyrGCbicDQVw4XXGpYLv5/hiCCBFZY+2YFNwowHTy+jLG&#10;XLsr/9JlHUuRIBxyVGBibHIpQ2HIYui4hjh5J+ctxiR9KbXHa4LbWvayrC8tVpwWDDb0Zag4r/+s&#10;gv1xuzS7ww+ubp+eBvNV3XWznVLvb+1sBCJSG5/h//ZCKxj04PEl/Q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inwHEAAAA2wAAAA8AAAAAAAAAAAAAAAAAmAIAAGRycy9k&#10;b3ducmV2LnhtbFBLBQYAAAAABAAEAPUAAACJAwAAAAA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pStyle w:val="a8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Колл.уч.</w:t>
                        </w:r>
                      </w:p>
                    </w:txbxContent>
                  </v:textbox>
                </v:rect>
                <v:rect id="Rectangle 1142" o:spid="_x0000_s1117" style="position:absolute;left:329;top:1184;width:23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7XsMA&#10;AADcAAAADwAAAGRycy9kb3ducmV2LnhtbERPTWsCMRC9F/wPYYTealaxtmyNIoLSQkG0ivY2bMbN&#10;4mayJKmu/94IQm/zeJ8znra2FmfyoXKsoN/LQBAXTldcKtj+LF7eQYSIrLF2TAquFGA66TyNMdfu&#10;wms6b2IpUgiHHBWYGJtcylAYshh6riFO3NF5izFBX0rt8ZLCbS0HWTaSFitODQYbmhsqTps/q2D/&#10;u/02u8MXrq6vnt6Wq7rvZjulnrvt7ANEpDb+ix/uT53mDwdwfyZd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77XsMAAADcAAAADwAAAAAAAAAAAAAAAACYAgAAZHJzL2Rv&#10;d25yZXYueG1sUEsFBgAAAAAEAAQA9QAAAIgDAAAAAA==&#10;" filled="f" stroked="f" strokeweight="1pt">
                  <v:textbox style="layout-flow:vertical" inset="1pt,1pt,1pt,1pt">
                    <w:txbxContent>
                      <w:p w:rsidR="00B52BE6" w:rsidRDefault="00B52BE6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Изм.</w:t>
                        </w:r>
                      </w:p>
                    </w:txbxContent>
                  </v:textbox>
                </v:rect>
                <v:line id="Line 1143" o:spid="_x0000_s1118" style="position:absolute;flip:x;visibility:visible;mso-wrap-style:square" from="292,1141" to="1153,1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www8EAAADcAAAADwAAAGRycy9kb3ducmV2LnhtbERPS4vCMBC+C/6HMAtexKY+KKVrFBEE&#10;YU9W0evQzLZlm0ltYq3/frOw4G0+vuest4NpRE+dqy0rmEcxCOLC6ppLBZfzYZaCcB5ZY2OZFLzI&#10;wXYzHq0x0/bJJ+pzX4oQwi5DBZX3bSalKyoy6CLbEgfu23YGfYBdKXWHzxBuGrmI40QarDk0VNjS&#10;vqLiJ38YBYVNr1/p6zZP7udkkdZTmfdGKjX5GHafIDwN/i3+dx91mL9awt8z4QK5+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nDDDwQAAANwAAAAPAAAAAAAAAAAAAAAA&#10;AKECAABkcnMvZG93bnJldi54bWxQSwUGAAAAAAQABAD5AAAAjwMAAAAA&#10;" strokeweight="1pt">
                  <v:stroke startarrowwidth="narrow" startarrowlength="short" endarrowwidth="narrow" endarrowlength="short"/>
                </v:line>
              </v:group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E6" w:rsidRPr="00C82C9C" w:rsidRDefault="00B52BE6" w:rsidP="00C82C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9"/>
      <w:numFmt w:val="decimal"/>
      <w:lvlText w:val="%1"/>
      <w:lvlJc w:val="left"/>
      <w:pPr>
        <w:tabs>
          <w:tab w:val="num" w:pos="-141"/>
        </w:tabs>
        <w:ind w:left="-141" w:hanging="360"/>
      </w:pPr>
      <w:rPr>
        <w:rFonts w:cs="Arial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426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1353"/>
        </w:tabs>
        <w:ind w:left="1353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2847"/>
        </w:tabs>
        <w:ind w:left="2847" w:hanging="108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3774"/>
        </w:tabs>
        <w:ind w:left="3774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4341"/>
        </w:tabs>
        <w:ind w:left="4341" w:hanging="144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5835"/>
        </w:tabs>
        <w:ind w:left="5835" w:hanging="1800"/>
      </w:pPr>
      <w:rPr>
        <w:rFonts w:cs="Arial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1365"/>
        </w:tabs>
        <w:ind w:left="1365" w:hanging="525"/>
      </w:p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</w:lvl>
  </w:abstractNum>
  <w:abstractNum w:abstractNumId="2">
    <w:nsid w:val="0567606E"/>
    <w:multiLevelType w:val="hybridMultilevel"/>
    <w:tmpl w:val="6B04FE1A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547AA0"/>
    <w:multiLevelType w:val="hybridMultilevel"/>
    <w:tmpl w:val="3194831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F221D"/>
    <w:multiLevelType w:val="hybridMultilevel"/>
    <w:tmpl w:val="ABFC5658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982A6E"/>
    <w:multiLevelType w:val="multilevel"/>
    <w:tmpl w:val="CEA65EC6"/>
    <w:lvl w:ilvl="0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365"/>
        </w:tabs>
        <w:ind w:left="1365" w:hanging="525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</w:lvl>
  </w:abstractNum>
  <w:abstractNum w:abstractNumId="6">
    <w:nsid w:val="189A7D25"/>
    <w:multiLevelType w:val="hybridMultilevel"/>
    <w:tmpl w:val="7604DE62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94241B3"/>
    <w:multiLevelType w:val="hybridMultilevel"/>
    <w:tmpl w:val="40F69B66"/>
    <w:lvl w:ilvl="0" w:tplc="B296A1D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E5262"/>
    <w:multiLevelType w:val="hybridMultilevel"/>
    <w:tmpl w:val="66AE9EF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FA15CB"/>
    <w:multiLevelType w:val="hybridMultilevel"/>
    <w:tmpl w:val="992843B8"/>
    <w:lvl w:ilvl="0" w:tplc="B296A1D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A3960"/>
    <w:multiLevelType w:val="hybridMultilevel"/>
    <w:tmpl w:val="CFDE1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5511CB"/>
    <w:multiLevelType w:val="hybridMultilevel"/>
    <w:tmpl w:val="724EA3A6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12">
    <w:nsid w:val="27B7402F"/>
    <w:multiLevelType w:val="hybridMultilevel"/>
    <w:tmpl w:val="01B4B732"/>
    <w:lvl w:ilvl="0" w:tplc="C6FC3D22">
      <w:start w:val="1"/>
      <w:numFmt w:val="bullet"/>
      <w:lvlText w:val=""/>
      <w:lvlJc w:val="left"/>
      <w:pPr>
        <w:ind w:left="1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3">
    <w:nsid w:val="2BE35B6A"/>
    <w:multiLevelType w:val="hybridMultilevel"/>
    <w:tmpl w:val="8FDC5970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B268B4F4">
      <w:numFmt w:val="bullet"/>
      <w:lvlText w:val="•"/>
      <w:lvlJc w:val="left"/>
      <w:pPr>
        <w:ind w:left="2352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1A0BC1"/>
    <w:multiLevelType w:val="hybridMultilevel"/>
    <w:tmpl w:val="218AF2DE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4A1ACF"/>
    <w:multiLevelType w:val="hybridMultilevel"/>
    <w:tmpl w:val="767AC1F8"/>
    <w:lvl w:ilvl="0" w:tplc="B296A1D6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D526C3C"/>
    <w:multiLevelType w:val="hybridMultilevel"/>
    <w:tmpl w:val="125E21F4"/>
    <w:lvl w:ilvl="0" w:tplc="BEE844AC">
      <w:start w:val="1"/>
      <w:numFmt w:val="bullet"/>
      <w:lvlText w:val="-"/>
      <w:lvlJc w:val="left"/>
      <w:pPr>
        <w:ind w:left="185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33811C4B"/>
    <w:multiLevelType w:val="hybridMultilevel"/>
    <w:tmpl w:val="38268C26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C318F9"/>
    <w:multiLevelType w:val="hybridMultilevel"/>
    <w:tmpl w:val="5D1C807E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84E1FF5"/>
    <w:multiLevelType w:val="hybridMultilevel"/>
    <w:tmpl w:val="57E8E9D8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0">
    <w:nsid w:val="49FF109F"/>
    <w:multiLevelType w:val="hybridMultilevel"/>
    <w:tmpl w:val="C67C2B3E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C0B15C5"/>
    <w:multiLevelType w:val="hybridMultilevel"/>
    <w:tmpl w:val="D2408350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E525714"/>
    <w:multiLevelType w:val="hybridMultilevel"/>
    <w:tmpl w:val="E460F572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357596"/>
    <w:multiLevelType w:val="hybridMultilevel"/>
    <w:tmpl w:val="B7AA6278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44A6F84"/>
    <w:multiLevelType w:val="hybridMultilevel"/>
    <w:tmpl w:val="E17E30C8"/>
    <w:lvl w:ilvl="0" w:tplc="C6FC3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9527404"/>
    <w:multiLevelType w:val="hybridMultilevel"/>
    <w:tmpl w:val="349236FA"/>
    <w:lvl w:ilvl="0" w:tplc="BEE844AC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543358"/>
    <w:multiLevelType w:val="hybridMultilevel"/>
    <w:tmpl w:val="F7E4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71189"/>
    <w:multiLevelType w:val="hybridMultilevel"/>
    <w:tmpl w:val="E424F090"/>
    <w:lvl w:ilvl="0" w:tplc="BEE844A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5E84885"/>
    <w:multiLevelType w:val="multilevel"/>
    <w:tmpl w:val="009A6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D07F77"/>
    <w:multiLevelType w:val="hybridMultilevel"/>
    <w:tmpl w:val="7C901A46"/>
    <w:lvl w:ilvl="0" w:tplc="B296A1D6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87F18BF"/>
    <w:multiLevelType w:val="hybridMultilevel"/>
    <w:tmpl w:val="38849EC4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1456DB"/>
    <w:multiLevelType w:val="hybridMultilevel"/>
    <w:tmpl w:val="B7EC753A"/>
    <w:lvl w:ilvl="0" w:tplc="B296A1D6">
      <w:numFmt w:val="bullet"/>
      <w:lvlText w:val="-"/>
      <w:lvlJc w:val="left"/>
      <w:pPr>
        <w:ind w:left="15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32">
    <w:nsid w:val="75580943"/>
    <w:multiLevelType w:val="hybridMultilevel"/>
    <w:tmpl w:val="F5E84EDA"/>
    <w:lvl w:ilvl="0" w:tplc="B296A1D6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6"/>
  </w:num>
  <w:num w:numId="4">
    <w:abstractNumId w:val="17"/>
  </w:num>
  <w:num w:numId="5">
    <w:abstractNumId w:val="10"/>
  </w:num>
  <w:num w:numId="6">
    <w:abstractNumId w:val="25"/>
  </w:num>
  <w:num w:numId="7">
    <w:abstractNumId w:val="21"/>
  </w:num>
  <w:num w:numId="8">
    <w:abstractNumId w:val="2"/>
  </w:num>
  <w:num w:numId="9">
    <w:abstractNumId w:val="28"/>
  </w:num>
  <w:num w:numId="10">
    <w:abstractNumId w:val="5"/>
  </w:num>
  <w:num w:numId="11">
    <w:abstractNumId w:val="13"/>
  </w:num>
  <w:num w:numId="12">
    <w:abstractNumId w:val="19"/>
  </w:num>
  <w:num w:numId="13">
    <w:abstractNumId w:val="31"/>
  </w:num>
  <w:num w:numId="14">
    <w:abstractNumId w:val="11"/>
  </w:num>
  <w:num w:numId="15">
    <w:abstractNumId w:val="29"/>
  </w:num>
  <w:num w:numId="16">
    <w:abstractNumId w:val="8"/>
  </w:num>
  <w:num w:numId="17">
    <w:abstractNumId w:val="15"/>
  </w:num>
  <w:num w:numId="18">
    <w:abstractNumId w:val="9"/>
  </w:num>
  <w:num w:numId="19">
    <w:abstractNumId w:val="22"/>
  </w:num>
  <w:num w:numId="20">
    <w:abstractNumId w:val="26"/>
  </w:num>
  <w:num w:numId="21">
    <w:abstractNumId w:val="3"/>
  </w:num>
  <w:num w:numId="22">
    <w:abstractNumId w:val="7"/>
  </w:num>
  <w:num w:numId="23">
    <w:abstractNumId w:val="14"/>
  </w:num>
  <w:num w:numId="24">
    <w:abstractNumId w:val="30"/>
  </w:num>
  <w:num w:numId="25">
    <w:abstractNumId w:val="20"/>
  </w:num>
  <w:num w:numId="26">
    <w:abstractNumId w:val="32"/>
  </w:num>
  <w:num w:numId="27">
    <w:abstractNumId w:val="24"/>
  </w:num>
  <w:num w:numId="28">
    <w:abstractNumId w:val="23"/>
  </w:num>
  <w:num w:numId="29">
    <w:abstractNumId w:val="12"/>
  </w:num>
  <w:num w:numId="30">
    <w:abstractNumId w:val="18"/>
  </w:num>
  <w:num w:numId="31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193" style="mso-position-vertical-relative:page" fill="f" fillcolor="white" stroke="f" strokecolor="white">
      <v:fill color="white" on="f"/>
      <v:stroke color="white" on="f"/>
      <o:colormru v:ext="edit" colors="#8b8b8b,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E7"/>
    <w:rsid w:val="0000010E"/>
    <w:rsid w:val="0000077E"/>
    <w:rsid w:val="00000D51"/>
    <w:rsid w:val="000040CA"/>
    <w:rsid w:val="0000537C"/>
    <w:rsid w:val="0000568C"/>
    <w:rsid w:val="00005783"/>
    <w:rsid w:val="00006416"/>
    <w:rsid w:val="000064CB"/>
    <w:rsid w:val="00010002"/>
    <w:rsid w:val="00010588"/>
    <w:rsid w:val="00010B40"/>
    <w:rsid w:val="00011C74"/>
    <w:rsid w:val="000127C7"/>
    <w:rsid w:val="00013CD2"/>
    <w:rsid w:val="00014E35"/>
    <w:rsid w:val="0001607B"/>
    <w:rsid w:val="000173EB"/>
    <w:rsid w:val="00017F1C"/>
    <w:rsid w:val="000200D8"/>
    <w:rsid w:val="00022C20"/>
    <w:rsid w:val="0002311D"/>
    <w:rsid w:val="00023E86"/>
    <w:rsid w:val="00026347"/>
    <w:rsid w:val="000273F8"/>
    <w:rsid w:val="00027852"/>
    <w:rsid w:val="00030628"/>
    <w:rsid w:val="000312F1"/>
    <w:rsid w:val="00033B51"/>
    <w:rsid w:val="00034270"/>
    <w:rsid w:val="0003563B"/>
    <w:rsid w:val="000423D4"/>
    <w:rsid w:val="00042848"/>
    <w:rsid w:val="00042F14"/>
    <w:rsid w:val="00043B45"/>
    <w:rsid w:val="000468E3"/>
    <w:rsid w:val="00046CC3"/>
    <w:rsid w:val="00047463"/>
    <w:rsid w:val="00047D00"/>
    <w:rsid w:val="000505A7"/>
    <w:rsid w:val="00051006"/>
    <w:rsid w:val="000510A7"/>
    <w:rsid w:val="00051EFE"/>
    <w:rsid w:val="00052693"/>
    <w:rsid w:val="00052FC7"/>
    <w:rsid w:val="000542B6"/>
    <w:rsid w:val="00055B28"/>
    <w:rsid w:val="00060924"/>
    <w:rsid w:val="000617D3"/>
    <w:rsid w:val="00061801"/>
    <w:rsid w:val="00063E85"/>
    <w:rsid w:val="0006501A"/>
    <w:rsid w:val="000659A7"/>
    <w:rsid w:val="00066671"/>
    <w:rsid w:val="00066BB0"/>
    <w:rsid w:val="00067DB5"/>
    <w:rsid w:val="000701CF"/>
    <w:rsid w:val="000725C9"/>
    <w:rsid w:val="00072791"/>
    <w:rsid w:val="00073F88"/>
    <w:rsid w:val="000741CD"/>
    <w:rsid w:val="00074982"/>
    <w:rsid w:val="00074E6E"/>
    <w:rsid w:val="000750F0"/>
    <w:rsid w:val="000805CD"/>
    <w:rsid w:val="0008110D"/>
    <w:rsid w:val="0008154B"/>
    <w:rsid w:val="000818CF"/>
    <w:rsid w:val="00082D0E"/>
    <w:rsid w:val="00083A88"/>
    <w:rsid w:val="00084264"/>
    <w:rsid w:val="000867DE"/>
    <w:rsid w:val="000873BE"/>
    <w:rsid w:val="00087BEE"/>
    <w:rsid w:val="000903DE"/>
    <w:rsid w:val="000927B6"/>
    <w:rsid w:val="000929B4"/>
    <w:rsid w:val="000929DB"/>
    <w:rsid w:val="00093BB4"/>
    <w:rsid w:val="00094E4C"/>
    <w:rsid w:val="00095269"/>
    <w:rsid w:val="00096B4D"/>
    <w:rsid w:val="00096D65"/>
    <w:rsid w:val="00096E96"/>
    <w:rsid w:val="000974CE"/>
    <w:rsid w:val="00097530"/>
    <w:rsid w:val="000975F2"/>
    <w:rsid w:val="000A09D1"/>
    <w:rsid w:val="000A0D88"/>
    <w:rsid w:val="000A1656"/>
    <w:rsid w:val="000A188C"/>
    <w:rsid w:val="000A440B"/>
    <w:rsid w:val="000A5DD7"/>
    <w:rsid w:val="000A5F22"/>
    <w:rsid w:val="000A7815"/>
    <w:rsid w:val="000A7FAE"/>
    <w:rsid w:val="000B0D1B"/>
    <w:rsid w:val="000B211D"/>
    <w:rsid w:val="000B4660"/>
    <w:rsid w:val="000B4977"/>
    <w:rsid w:val="000B4D84"/>
    <w:rsid w:val="000B526B"/>
    <w:rsid w:val="000B5C46"/>
    <w:rsid w:val="000B6523"/>
    <w:rsid w:val="000B6E6C"/>
    <w:rsid w:val="000C265C"/>
    <w:rsid w:val="000C33FC"/>
    <w:rsid w:val="000C4627"/>
    <w:rsid w:val="000C662A"/>
    <w:rsid w:val="000C6F0E"/>
    <w:rsid w:val="000C7D40"/>
    <w:rsid w:val="000D0C95"/>
    <w:rsid w:val="000D1DF2"/>
    <w:rsid w:val="000D2643"/>
    <w:rsid w:val="000D35AC"/>
    <w:rsid w:val="000D4269"/>
    <w:rsid w:val="000D4C8E"/>
    <w:rsid w:val="000D5D65"/>
    <w:rsid w:val="000D68DD"/>
    <w:rsid w:val="000E085E"/>
    <w:rsid w:val="000E088E"/>
    <w:rsid w:val="000E297B"/>
    <w:rsid w:val="000E3A3A"/>
    <w:rsid w:val="000E4298"/>
    <w:rsid w:val="000E6F9C"/>
    <w:rsid w:val="000E7378"/>
    <w:rsid w:val="000F2669"/>
    <w:rsid w:val="000F574E"/>
    <w:rsid w:val="000F678F"/>
    <w:rsid w:val="000F708A"/>
    <w:rsid w:val="00103D3B"/>
    <w:rsid w:val="0010753B"/>
    <w:rsid w:val="001075C1"/>
    <w:rsid w:val="00110FA9"/>
    <w:rsid w:val="00112009"/>
    <w:rsid w:val="00112F1B"/>
    <w:rsid w:val="00114EDD"/>
    <w:rsid w:val="00115265"/>
    <w:rsid w:val="00116FEC"/>
    <w:rsid w:val="0012075C"/>
    <w:rsid w:val="0012100F"/>
    <w:rsid w:val="00121182"/>
    <w:rsid w:val="001213C0"/>
    <w:rsid w:val="001220A3"/>
    <w:rsid w:val="0012228B"/>
    <w:rsid w:val="001236E7"/>
    <w:rsid w:val="00123ED6"/>
    <w:rsid w:val="001243D9"/>
    <w:rsid w:val="0012574C"/>
    <w:rsid w:val="001275F4"/>
    <w:rsid w:val="00127710"/>
    <w:rsid w:val="00133DEB"/>
    <w:rsid w:val="0013597A"/>
    <w:rsid w:val="00136144"/>
    <w:rsid w:val="001413B6"/>
    <w:rsid w:val="001413C5"/>
    <w:rsid w:val="001413E5"/>
    <w:rsid w:val="00142A0D"/>
    <w:rsid w:val="00142A36"/>
    <w:rsid w:val="00143F33"/>
    <w:rsid w:val="00145C36"/>
    <w:rsid w:val="00146F4B"/>
    <w:rsid w:val="001472E2"/>
    <w:rsid w:val="00147972"/>
    <w:rsid w:val="001502AE"/>
    <w:rsid w:val="001513DA"/>
    <w:rsid w:val="00153082"/>
    <w:rsid w:val="00155741"/>
    <w:rsid w:val="0015697E"/>
    <w:rsid w:val="00156FDB"/>
    <w:rsid w:val="00157127"/>
    <w:rsid w:val="0015713C"/>
    <w:rsid w:val="00157361"/>
    <w:rsid w:val="00157976"/>
    <w:rsid w:val="0016052B"/>
    <w:rsid w:val="00160C45"/>
    <w:rsid w:val="001619D2"/>
    <w:rsid w:val="00162B1B"/>
    <w:rsid w:val="001642E9"/>
    <w:rsid w:val="0016502C"/>
    <w:rsid w:val="001656A1"/>
    <w:rsid w:val="00166A64"/>
    <w:rsid w:val="0017203A"/>
    <w:rsid w:val="001720AF"/>
    <w:rsid w:val="00174C3B"/>
    <w:rsid w:val="00175088"/>
    <w:rsid w:val="0017596A"/>
    <w:rsid w:val="00175E3A"/>
    <w:rsid w:val="00181912"/>
    <w:rsid w:val="00183020"/>
    <w:rsid w:val="00184AC7"/>
    <w:rsid w:val="00187944"/>
    <w:rsid w:val="00187EC6"/>
    <w:rsid w:val="00190FAD"/>
    <w:rsid w:val="00191C1A"/>
    <w:rsid w:val="00192FEA"/>
    <w:rsid w:val="001937F9"/>
    <w:rsid w:val="0019387F"/>
    <w:rsid w:val="00194449"/>
    <w:rsid w:val="00194838"/>
    <w:rsid w:val="00194B4F"/>
    <w:rsid w:val="001959E3"/>
    <w:rsid w:val="0019612A"/>
    <w:rsid w:val="001977C9"/>
    <w:rsid w:val="001A0261"/>
    <w:rsid w:val="001A0CE3"/>
    <w:rsid w:val="001A3573"/>
    <w:rsid w:val="001A37EE"/>
    <w:rsid w:val="001A3B72"/>
    <w:rsid w:val="001A4A78"/>
    <w:rsid w:val="001A4BAF"/>
    <w:rsid w:val="001A4FC0"/>
    <w:rsid w:val="001A5D46"/>
    <w:rsid w:val="001A76E2"/>
    <w:rsid w:val="001B27E5"/>
    <w:rsid w:val="001B4B60"/>
    <w:rsid w:val="001B4BD3"/>
    <w:rsid w:val="001B572D"/>
    <w:rsid w:val="001B7865"/>
    <w:rsid w:val="001C34A7"/>
    <w:rsid w:val="001C722A"/>
    <w:rsid w:val="001D065E"/>
    <w:rsid w:val="001D0A02"/>
    <w:rsid w:val="001D0C71"/>
    <w:rsid w:val="001D0EE3"/>
    <w:rsid w:val="001D17E3"/>
    <w:rsid w:val="001D21A9"/>
    <w:rsid w:val="001D44F2"/>
    <w:rsid w:val="001D4E1E"/>
    <w:rsid w:val="001D5134"/>
    <w:rsid w:val="001D54CF"/>
    <w:rsid w:val="001D68FD"/>
    <w:rsid w:val="001D6D18"/>
    <w:rsid w:val="001D7D9E"/>
    <w:rsid w:val="001E2A0A"/>
    <w:rsid w:val="001E3836"/>
    <w:rsid w:val="001E3B35"/>
    <w:rsid w:val="001E6BD0"/>
    <w:rsid w:val="001F02A8"/>
    <w:rsid w:val="001F06A1"/>
    <w:rsid w:val="001F139F"/>
    <w:rsid w:val="001F2348"/>
    <w:rsid w:val="001F504A"/>
    <w:rsid w:val="00205987"/>
    <w:rsid w:val="00206435"/>
    <w:rsid w:val="0021075C"/>
    <w:rsid w:val="00210CB9"/>
    <w:rsid w:val="0021507D"/>
    <w:rsid w:val="0021514A"/>
    <w:rsid w:val="00216CA0"/>
    <w:rsid w:val="002172EB"/>
    <w:rsid w:val="002231F2"/>
    <w:rsid w:val="00223E1B"/>
    <w:rsid w:val="0022453C"/>
    <w:rsid w:val="00224B7A"/>
    <w:rsid w:val="0022503B"/>
    <w:rsid w:val="0022599F"/>
    <w:rsid w:val="00225BCF"/>
    <w:rsid w:val="00226AF5"/>
    <w:rsid w:val="002362FE"/>
    <w:rsid w:val="00236D85"/>
    <w:rsid w:val="0023726D"/>
    <w:rsid w:val="0024068F"/>
    <w:rsid w:val="00242CC2"/>
    <w:rsid w:val="002434B8"/>
    <w:rsid w:val="00244E4F"/>
    <w:rsid w:val="002462F4"/>
    <w:rsid w:val="00246F97"/>
    <w:rsid w:val="00246FCD"/>
    <w:rsid w:val="002502CA"/>
    <w:rsid w:val="00250F14"/>
    <w:rsid w:val="00251B69"/>
    <w:rsid w:val="00251F7F"/>
    <w:rsid w:val="00252803"/>
    <w:rsid w:val="00252D99"/>
    <w:rsid w:val="00253AB1"/>
    <w:rsid w:val="00253B0A"/>
    <w:rsid w:val="00253E5C"/>
    <w:rsid w:val="00254519"/>
    <w:rsid w:val="0025496B"/>
    <w:rsid w:val="0025522C"/>
    <w:rsid w:val="00257049"/>
    <w:rsid w:val="00257813"/>
    <w:rsid w:val="0026135E"/>
    <w:rsid w:val="00261368"/>
    <w:rsid w:val="002613AC"/>
    <w:rsid w:val="002634E8"/>
    <w:rsid w:val="00264695"/>
    <w:rsid w:val="00264F86"/>
    <w:rsid w:val="002701A4"/>
    <w:rsid w:val="0027044E"/>
    <w:rsid w:val="0027052C"/>
    <w:rsid w:val="002707A6"/>
    <w:rsid w:val="00271C1D"/>
    <w:rsid w:val="00271D1F"/>
    <w:rsid w:val="0027298B"/>
    <w:rsid w:val="00272FD5"/>
    <w:rsid w:val="00273E09"/>
    <w:rsid w:val="0027480E"/>
    <w:rsid w:val="002748EC"/>
    <w:rsid w:val="002776C9"/>
    <w:rsid w:val="002806FA"/>
    <w:rsid w:val="00281343"/>
    <w:rsid w:val="0028186F"/>
    <w:rsid w:val="002820FE"/>
    <w:rsid w:val="00283073"/>
    <w:rsid w:val="002838BC"/>
    <w:rsid w:val="00284478"/>
    <w:rsid w:val="00284F85"/>
    <w:rsid w:val="002901D2"/>
    <w:rsid w:val="002904E3"/>
    <w:rsid w:val="00290912"/>
    <w:rsid w:val="002913CA"/>
    <w:rsid w:val="002917B9"/>
    <w:rsid w:val="00293148"/>
    <w:rsid w:val="00293766"/>
    <w:rsid w:val="0029745F"/>
    <w:rsid w:val="002A04C0"/>
    <w:rsid w:val="002A248B"/>
    <w:rsid w:val="002A3263"/>
    <w:rsid w:val="002A3815"/>
    <w:rsid w:val="002A3B62"/>
    <w:rsid w:val="002A488F"/>
    <w:rsid w:val="002A55D4"/>
    <w:rsid w:val="002A76A5"/>
    <w:rsid w:val="002B0D43"/>
    <w:rsid w:val="002B1289"/>
    <w:rsid w:val="002B1CC8"/>
    <w:rsid w:val="002B4081"/>
    <w:rsid w:val="002B603B"/>
    <w:rsid w:val="002B7C42"/>
    <w:rsid w:val="002C3243"/>
    <w:rsid w:val="002C3AD1"/>
    <w:rsid w:val="002C5AFE"/>
    <w:rsid w:val="002C6359"/>
    <w:rsid w:val="002C7B15"/>
    <w:rsid w:val="002D125C"/>
    <w:rsid w:val="002D19DB"/>
    <w:rsid w:val="002D2C91"/>
    <w:rsid w:val="002D56E4"/>
    <w:rsid w:val="002D735E"/>
    <w:rsid w:val="002E0B92"/>
    <w:rsid w:val="002E155D"/>
    <w:rsid w:val="002E2011"/>
    <w:rsid w:val="002E2A6D"/>
    <w:rsid w:val="002E2F14"/>
    <w:rsid w:val="002E314A"/>
    <w:rsid w:val="002E31D5"/>
    <w:rsid w:val="002E578F"/>
    <w:rsid w:val="002E5A3D"/>
    <w:rsid w:val="002E7894"/>
    <w:rsid w:val="002F0CB0"/>
    <w:rsid w:val="002F1912"/>
    <w:rsid w:val="002F20E6"/>
    <w:rsid w:val="002F28F7"/>
    <w:rsid w:val="002F2E78"/>
    <w:rsid w:val="002F3FC9"/>
    <w:rsid w:val="002F436E"/>
    <w:rsid w:val="002F52A2"/>
    <w:rsid w:val="002F6BA1"/>
    <w:rsid w:val="00300F01"/>
    <w:rsid w:val="00301232"/>
    <w:rsid w:val="00302044"/>
    <w:rsid w:val="0030239B"/>
    <w:rsid w:val="0030403A"/>
    <w:rsid w:val="003046E0"/>
    <w:rsid w:val="003052D8"/>
    <w:rsid w:val="003064D4"/>
    <w:rsid w:val="00307963"/>
    <w:rsid w:val="003100DF"/>
    <w:rsid w:val="00312C3B"/>
    <w:rsid w:val="00313B40"/>
    <w:rsid w:val="00315204"/>
    <w:rsid w:val="0031598D"/>
    <w:rsid w:val="00317A43"/>
    <w:rsid w:val="0032049E"/>
    <w:rsid w:val="003225B1"/>
    <w:rsid w:val="003235D3"/>
    <w:rsid w:val="00324E8C"/>
    <w:rsid w:val="00325944"/>
    <w:rsid w:val="00325E94"/>
    <w:rsid w:val="003276CF"/>
    <w:rsid w:val="00327D59"/>
    <w:rsid w:val="003313A3"/>
    <w:rsid w:val="00332700"/>
    <w:rsid w:val="00332E03"/>
    <w:rsid w:val="00333615"/>
    <w:rsid w:val="003337A5"/>
    <w:rsid w:val="00333D63"/>
    <w:rsid w:val="00336350"/>
    <w:rsid w:val="00342BF4"/>
    <w:rsid w:val="003442A9"/>
    <w:rsid w:val="0034524F"/>
    <w:rsid w:val="00345FA5"/>
    <w:rsid w:val="0034667B"/>
    <w:rsid w:val="0034698D"/>
    <w:rsid w:val="003469EB"/>
    <w:rsid w:val="00352E2A"/>
    <w:rsid w:val="00353589"/>
    <w:rsid w:val="0035669A"/>
    <w:rsid w:val="003570F9"/>
    <w:rsid w:val="00357EB4"/>
    <w:rsid w:val="00357F89"/>
    <w:rsid w:val="003601EE"/>
    <w:rsid w:val="003617C9"/>
    <w:rsid w:val="00361B3D"/>
    <w:rsid w:val="0036497C"/>
    <w:rsid w:val="00364A34"/>
    <w:rsid w:val="003656FF"/>
    <w:rsid w:val="00365F2E"/>
    <w:rsid w:val="003665D8"/>
    <w:rsid w:val="0036694C"/>
    <w:rsid w:val="0037010F"/>
    <w:rsid w:val="003707EC"/>
    <w:rsid w:val="0037082D"/>
    <w:rsid w:val="00370FCC"/>
    <w:rsid w:val="00371F35"/>
    <w:rsid w:val="00372D7B"/>
    <w:rsid w:val="00375AAE"/>
    <w:rsid w:val="00377D56"/>
    <w:rsid w:val="00380C14"/>
    <w:rsid w:val="00380EBC"/>
    <w:rsid w:val="0038307C"/>
    <w:rsid w:val="0038525B"/>
    <w:rsid w:val="003852C7"/>
    <w:rsid w:val="00390AC4"/>
    <w:rsid w:val="00390D7E"/>
    <w:rsid w:val="00395C56"/>
    <w:rsid w:val="003976CC"/>
    <w:rsid w:val="003A1205"/>
    <w:rsid w:val="003A1899"/>
    <w:rsid w:val="003A2E8D"/>
    <w:rsid w:val="003A4EBA"/>
    <w:rsid w:val="003A5EEA"/>
    <w:rsid w:val="003A77DB"/>
    <w:rsid w:val="003A792B"/>
    <w:rsid w:val="003A7964"/>
    <w:rsid w:val="003A7C5F"/>
    <w:rsid w:val="003B103D"/>
    <w:rsid w:val="003B1450"/>
    <w:rsid w:val="003B1A37"/>
    <w:rsid w:val="003B4B73"/>
    <w:rsid w:val="003B5AA7"/>
    <w:rsid w:val="003B6F28"/>
    <w:rsid w:val="003C0893"/>
    <w:rsid w:val="003C32FD"/>
    <w:rsid w:val="003C4A32"/>
    <w:rsid w:val="003C4ECE"/>
    <w:rsid w:val="003D09FF"/>
    <w:rsid w:val="003D5CBF"/>
    <w:rsid w:val="003E279D"/>
    <w:rsid w:val="003E29AB"/>
    <w:rsid w:val="003E2D88"/>
    <w:rsid w:val="003F12FF"/>
    <w:rsid w:val="003F132C"/>
    <w:rsid w:val="003F15BE"/>
    <w:rsid w:val="003F204F"/>
    <w:rsid w:val="003F3433"/>
    <w:rsid w:val="003F3943"/>
    <w:rsid w:val="003F4310"/>
    <w:rsid w:val="003F4CE5"/>
    <w:rsid w:val="003F5E94"/>
    <w:rsid w:val="003F7006"/>
    <w:rsid w:val="00401E30"/>
    <w:rsid w:val="004020A6"/>
    <w:rsid w:val="00402B27"/>
    <w:rsid w:val="00405051"/>
    <w:rsid w:val="004050F3"/>
    <w:rsid w:val="00406A87"/>
    <w:rsid w:val="00406C90"/>
    <w:rsid w:val="004112A1"/>
    <w:rsid w:val="00411869"/>
    <w:rsid w:val="0041419C"/>
    <w:rsid w:val="00415EC2"/>
    <w:rsid w:val="0041644A"/>
    <w:rsid w:val="00417DF4"/>
    <w:rsid w:val="00417E06"/>
    <w:rsid w:val="004211A0"/>
    <w:rsid w:val="00423397"/>
    <w:rsid w:val="004243DE"/>
    <w:rsid w:val="00425FC3"/>
    <w:rsid w:val="00427DB0"/>
    <w:rsid w:val="004304FF"/>
    <w:rsid w:val="004309F8"/>
    <w:rsid w:val="00430A60"/>
    <w:rsid w:val="00431506"/>
    <w:rsid w:val="004324D1"/>
    <w:rsid w:val="0043297C"/>
    <w:rsid w:val="00433D76"/>
    <w:rsid w:val="00434352"/>
    <w:rsid w:val="00435BFC"/>
    <w:rsid w:val="00436923"/>
    <w:rsid w:val="0044177F"/>
    <w:rsid w:val="004428AE"/>
    <w:rsid w:val="0044296C"/>
    <w:rsid w:val="004433CF"/>
    <w:rsid w:val="00444E2F"/>
    <w:rsid w:val="0044605E"/>
    <w:rsid w:val="004470D6"/>
    <w:rsid w:val="00453A23"/>
    <w:rsid w:val="00454F56"/>
    <w:rsid w:val="00455AF7"/>
    <w:rsid w:val="004565F9"/>
    <w:rsid w:val="00460C99"/>
    <w:rsid w:val="004633A6"/>
    <w:rsid w:val="0046416B"/>
    <w:rsid w:val="00464CE2"/>
    <w:rsid w:val="004662C4"/>
    <w:rsid w:val="00467377"/>
    <w:rsid w:val="00467512"/>
    <w:rsid w:val="0046782F"/>
    <w:rsid w:val="00470089"/>
    <w:rsid w:val="004701DC"/>
    <w:rsid w:val="00470545"/>
    <w:rsid w:val="00471F77"/>
    <w:rsid w:val="00474AA1"/>
    <w:rsid w:val="00476100"/>
    <w:rsid w:val="004762BF"/>
    <w:rsid w:val="00476A7B"/>
    <w:rsid w:val="004772C3"/>
    <w:rsid w:val="0047752B"/>
    <w:rsid w:val="00477AD0"/>
    <w:rsid w:val="004803CD"/>
    <w:rsid w:val="0048075F"/>
    <w:rsid w:val="00480B4F"/>
    <w:rsid w:val="00480D0E"/>
    <w:rsid w:val="00481419"/>
    <w:rsid w:val="00483CBB"/>
    <w:rsid w:val="004854D8"/>
    <w:rsid w:val="004868C8"/>
    <w:rsid w:val="004913C0"/>
    <w:rsid w:val="004917F2"/>
    <w:rsid w:val="00492E4A"/>
    <w:rsid w:val="004935E4"/>
    <w:rsid w:val="004973B4"/>
    <w:rsid w:val="00497432"/>
    <w:rsid w:val="004A17E6"/>
    <w:rsid w:val="004A1908"/>
    <w:rsid w:val="004A2437"/>
    <w:rsid w:val="004A4911"/>
    <w:rsid w:val="004A5CAF"/>
    <w:rsid w:val="004A63BF"/>
    <w:rsid w:val="004A6D3A"/>
    <w:rsid w:val="004B02CC"/>
    <w:rsid w:val="004B060A"/>
    <w:rsid w:val="004B2B3E"/>
    <w:rsid w:val="004B3088"/>
    <w:rsid w:val="004B34F0"/>
    <w:rsid w:val="004B47A7"/>
    <w:rsid w:val="004B732A"/>
    <w:rsid w:val="004B7850"/>
    <w:rsid w:val="004C0706"/>
    <w:rsid w:val="004C2486"/>
    <w:rsid w:val="004C2E9E"/>
    <w:rsid w:val="004C355C"/>
    <w:rsid w:val="004C378E"/>
    <w:rsid w:val="004C43A7"/>
    <w:rsid w:val="004C4B30"/>
    <w:rsid w:val="004C5E68"/>
    <w:rsid w:val="004C5ECD"/>
    <w:rsid w:val="004C6815"/>
    <w:rsid w:val="004D01A4"/>
    <w:rsid w:val="004D075B"/>
    <w:rsid w:val="004D0D34"/>
    <w:rsid w:val="004D0F41"/>
    <w:rsid w:val="004D1396"/>
    <w:rsid w:val="004D2148"/>
    <w:rsid w:val="004D2609"/>
    <w:rsid w:val="004D3B67"/>
    <w:rsid w:val="004D467E"/>
    <w:rsid w:val="004D7DDA"/>
    <w:rsid w:val="004E162B"/>
    <w:rsid w:val="004E1DD8"/>
    <w:rsid w:val="004E35CE"/>
    <w:rsid w:val="004E48CB"/>
    <w:rsid w:val="004E4FAB"/>
    <w:rsid w:val="004E5097"/>
    <w:rsid w:val="004E519A"/>
    <w:rsid w:val="004E676F"/>
    <w:rsid w:val="004F3481"/>
    <w:rsid w:val="004F67BF"/>
    <w:rsid w:val="004F6B66"/>
    <w:rsid w:val="00500C3F"/>
    <w:rsid w:val="00501364"/>
    <w:rsid w:val="00501625"/>
    <w:rsid w:val="00502467"/>
    <w:rsid w:val="005027F6"/>
    <w:rsid w:val="00503920"/>
    <w:rsid w:val="00504249"/>
    <w:rsid w:val="00504AF4"/>
    <w:rsid w:val="005055D9"/>
    <w:rsid w:val="00507E36"/>
    <w:rsid w:val="0051132F"/>
    <w:rsid w:val="00512643"/>
    <w:rsid w:val="00513924"/>
    <w:rsid w:val="00513981"/>
    <w:rsid w:val="005142CE"/>
    <w:rsid w:val="005166FF"/>
    <w:rsid w:val="00517128"/>
    <w:rsid w:val="0052127C"/>
    <w:rsid w:val="00522751"/>
    <w:rsid w:val="00523702"/>
    <w:rsid w:val="00524DB8"/>
    <w:rsid w:val="00524EE4"/>
    <w:rsid w:val="00525E74"/>
    <w:rsid w:val="00527171"/>
    <w:rsid w:val="00527864"/>
    <w:rsid w:val="00530E5A"/>
    <w:rsid w:val="00532A0F"/>
    <w:rsid w:val="00533DFD"/>
    <w:rsid w:val="00533E17"/>
    <w:rsid w:val="0053483F"/>
    <w:rsid w:val="00534A4B"/>
    <w:rsid w:val="00535E41"/>
    <w:rsid w:val="00537B48"/>
    <w:rsid w:val="005410C2"/>
    <w:rsid w:val="00541DE8"/>
    <w:rsid w:val="00542F31"/>
    <w:rsid w:val="00543385"/>
    <w:rsid w:val="005447F5"/>
    <w:rsid w:val="005455A4"/>
    <w:rsid w:val="00547B1A"/>
    <w:rsid w:val="00547FCA"/>
    <w:rsid w:val="00550DF4"/>
    <w:rsid w:val="005511AE"/>
    <w:rsid w:val="00552016"/>
    <w:rsid w:val="00553443"/>
    <w:rsid w:val="00553967"/>
    <w:rsid w:val="00556126"/>
    <w:rsid w:val="0056063A"/>
    <w:rsid w:val="00560ACF"/>
    <w:rsid w:val="00561CC2"/>
    <w:rsid w:val="00562766"/>
    <w:rsid w:val="00564032"/>
    <w:rsid w:val="00565C1F"/>
    <w:rsid w:val="00566CE8"/>
    <w:rsid w:val="00567166"/>
    <w:rsid w:val="005675CB"/>
    <w:rsid w:val="00571AC6"/>
    <w:rsid w:val="00573D38"/>
    <w:rsid w:val="005773ED"/>
    <w:rsid w:val="00583824"/>
    <w:rsid w:val="00586B83"/>
    <w:rsid w:val="00586E89"/>
    <w:rsid w:val="00587EB5"/>
    <w:rsid w:val="005905E4"/>
    <w:rsid w:val="0059105A"/>
    <w:rsid w:val="005933F6"/>
    <w:rsid w:val="00597DB4"/>
    <w:rsid w:val="005A0620"/>
    <w:rsid w:val="005A1CAF"/>
    <w:rsid w:val="005A1DCF"/>
    <w:rsid w:val="005A3134"/>
    <w:rsid w:val="005A4C2E"/>
    <w:rsid w:val="005A513B"/>
    <w:rsid w:val="005A5A68"/>
    <w:rsid w:val="005A753E"/>
    <w:rsid w:val="005B1936"/>
    <w:rsid w:val="005B29B1"/>
    <w:rsid w:val="005B42A9"/>
    <w:rsid w:val="005B44E9"/>
    <w:rsid w:val="005B5744"/>
    <w:rsid w:val="005B622C"/>
    <w:rsid w:val="005B6A9D"/>
    <w:rsid w:val="005B702B"/>
    <w:rsid w:val="005B7884"/>
    <w:rsid w:val="005B7B3D"/>
    <w:rsid w:val="005C151D"/>
    <w:rsid w:val="005C1C2C"/>
    <w:rsid w:val="005C2336"/>
    <w:rsid w:val="005C3D17"/>
    <w:rsid w:val="005C46C2"/>
    <w:rsid w:val="005C7060"/>
    <w:rsid w:val="005D21E9"/>
    <w:rsid w:val="005D2599"/>
    <w:rsid w:val="005D461A"/>
    <w:rsid w:val="005D5419"/>
    <w:rsid w:val="005D7379"/>
    <w:rsid w:val="005D7629"/>
    <w:rsid w:val="005E09FE"/>
    <w:rsid w:val="005E1A9C"/>
    <w:rsid w:val="005E3801"/>
    <w:rsid w:val="005E3E43"/>
    <w:rsid w:val="005E44E9"/>
    <w:rsid w:val="005E4C07"/>
    <w:rsid w:val="005E7AF9"/>
    <w:rsid w:val="005F16E5"/>
    <w:rsid w:val="005F286D"/>
    <w:rsid w:val="005F2B82"/>
    <w:rsid w:val="005F53FA"/>
    <w:rsid w:val="005F77B6"/>
    <w:rsid w:val="00601291"/>
    <w:rsid w:val="00601320"/>
    <w:rsid w:val="00601456"/>
    <w:rsid w:val="00603D67"/>
    <w:rsid w:val="006065C5"/>
    <w:rsid w:val="00610725"/>
    <w:rsid w:val="00610E48"/>
    <w:rsid w:val="00610E75"/>
    <w:rsid w:val="00611A4B"/>
    <w:rsid w:val="006121DB"/>
    <w:rsid w:val="006140D7"/>
    <w:rsid w:val="00614DF7"/>
    <w:rsid w:val="0061618F"/>
    <w:rsid w:val="006165C4"/>
    <w:rsid w:val="00616693"/>
    <w:rsid w:val="00616B5B"/>
    <w:rsid w:val="006211B2"/>
    <w:rsid w:val="0062208B"/>
    <w:rsid w:val="00624DA6"/>
    <w:rsid w:val="00625C8B"/>
    <w:rsid w:val="006272AD"/>
    <w:rsid w:val="00627C33"/>
    <w:rsid w:val="006300DA"/>
    <w:rsid w:val="006314F5"/>
    <w:rsid w:val="00632385"/>
    <w:rsid w:val="00632836"/>
    <w:rsid w:val="006330FD"/>
    <w:rsid w:val="00633728"/>
    <w:rsid w:val="006339BD"/>
    <w:rsid w:val="006344C2"/>
    <w:rsid w:val="006345B8"/>
    <w:rsid w:val="00634EB2"/>
    <w:rsid w:val="0063560D"/>
    <w:rsid w:val="006362FF"/>
    <w:rsid w:val="00642D17"/>
    <w:rsid w:val="00643279"/>
    <w:rsid w:val="006438C8"/>
    <w:rsid w:val="0064467D"/>
    <w:rsid w:val="006455A5"/>
    <w:rsid w:val="00645762"/>
    <w:rsid w:val="00646708"/>
    <w:rsid w:val="00647F6E"/>
    <w:rsid w:val="00650E9A"/>
    <w:rsid w:val="006518AE"/>
    <w:rsid w:val="00651C13"/>
    <w:rsid w:val="00654E6D"/>
    <w:rsid w:val="006601CF"/>
    <w:rsid w:val="00660E65"/>
    <w:rsid w:val="00660EAD"/>
    <w:rsid w:val="0066197A"/>
    <w:rsid w:val="006652CF"/>
    <w:rsid w:val="00665DCF"/>
    <w:rsid w:val="00666270"/>
    <w:rsid w:val="0067082E"/>
    <w:rsid w:val="00672430"/>
    <w:rsid w:val="00672FE2"/>
    <w:rsid w:val="0067475D"/>
    <w:rsid w:val="006765A4"/>
    <w:rsid w:val="00676D61"/>
    <w:rsid w:val="00676F8A"/>
    <w:rsid w:val="00677475"/>
    <w:rsid w:val="00680685"/>
    <w:rsid w:val="00680C11"/>
    <w:rsid w:val="006876CD"/>
    <w:rsid w:val="00687990"/>
    <w:rsid w:val="00691466"/>
    <w:rsid w:val="00692BC6"/>
    <w:rsid w:val="00693217"/>
    <w:rsid w:val="00694302"/>
    <w:rsid w:val="0069433E"/>
    <w:rsid w:val="006946DD"/>
    <w:rsid w:val="00694977"/>
    <w:rsid w:val="00696644"/>
    <w:rsid w:val="00697054"/>
    <w:rsid w:val="00697278"/>
    <w:rsid w:val="0069734B"/>
    <w:rsid w:val="0069788C"/>
    <w:rsid w:val="006A021C"/>
    <w:rsid w:val="006A337F"/>
    <w:rsid w:val="006A3497"/>
    <w:rsid w:val="006A3562"/>
    <w:rsid w:val="006A419C"/>
    <w:rsid w:val="006A5F13"/>
    <w:rsid w:val="006A601D"/>
    <w:rsid w:val="006A6706"/>
    <w:rsid w:val="006A7C96"/>
    <w:rsid w:val="006B04DD"/>
    <w:rsid w:val="006B0CD4"/>
    <w:rsid w:val="006B14CC"/>
    <w:rsid w:val="006B254B"/>
    <w:rsid w:val="006B3B66"/>
    <w:rsid w:val="006B3DD0"/>
    <w:rsid w:val="006B47BF"/>
    <w:rsid w:val="006B492D"/>
    <w:rsid w:val="006B4969"/>
    <w:rsid w:val="006B6386"/>
    <w:rsid w:val="006B6A9F"/>
    <w:rsid w:val="006B6BA7"/>
    <w:rsid w:val="006C0551"/>
    <w:rsid w:val="006C087A"/>
    <w:rsid w:val="006C09F0"/>
    <w:rsid w:val="006C0ADD"/>
    <w:rsid w:val="006C1632"/>
    <w:rsid w:val="006C2EE9"/>
    <w:rsid w:val="006C3B90"/>
    <w:rsid w:val="006C3E52"/>
    <w:rsid w:val="006C4727"/>
    <w:rsid w:val="006C555C"/>
    <w:rsid w:val="006C61A7"/>
    <w:rsid w:val="006C63A3"/>
    <w:rsid w:val="006C710C"/>
    <w:rsid w:val="006D0668"/>
    <w:rsid w:val="006D2962"/>
    <w:rsid w:val="006D3283"/>
    <w:rsid w:val="006D3458"/>
    <w:rsid w:val="006D48F2"/>
    <w:rsid w:val="006D7360"/>
    <w:rsid w:val="006D756C"/>
    <w:rsid w:val="006D7BD1"/>
    <w:rsid w:val="006E0D74"/>
    <w:rsid w:val="006E0D84"/>
    <w:rsid w:val="006E3291"/>
    <w:rsid w:val="006E3ED4"/>
    <w:rsid w:val="006E5325"/>
    <w:rsid w:val="006E5987"/>
    <w:rsid w:val="006E624B"/>
    <w:rsid w:val="006E6429"/>
    <w:rsid w:val="006F0BAE"/>
    <w:rsid w:val="006F1692"/>
    <w:rsid w:val="006F39D1"/>
    <w:rsid w:val="006F4818"/>
    <w:rsid w:val="006F5769"/>
    <w:rsid w:val="006F6DCB"/>
    <w:rsid w:val="006F70E5"/>
    <w:rsid w:val="006F710A"/>
    <w:rsid w:val="007002F1"/>
    <w:rsid w:val="0070246D"/>
    <w:rsid w:val="00702B3E"/>
    <w:rsid w:val="00703C61"/>
    <w:rsid w:val="0070534F"/>
    <w:rsid w:val="007115F1"/>
    <w:rsid w:val="00711630"/>
    <w:rsid w:val="007123F2"/>
    <w:rsid w:val="00712CB8"/>
    <w:rsid w:val="00714ADA"/>
    <w:rsid w:val="007152BE"/>
    <w:rsid w:val="00716212"/>
    <w:rsid w:val="0071662F"/>
    <w:rsid w:val="00717F4F"/>
    <w:rsid w:val="00720983"/>
    <w:rsid w:val="00720EF0"/>
    <w:rsid w:val="0072245F"/>
    <w:rsid w:val="007226C7"/>
    <w:rsid w:val="00722799"/>
    <w:rsid w:val="00726FF1"/>
    <w:rsid w:val="00727239"/>
    <w:rsid w:val="00727A93"/>
    <w:rsid w:val="00730771"/>
    <w:rsid w:val="00730EA0"/>
    <w:rsid w:val="0073145B"/>
    <w:rsid w:val="00734B0B"/>
    <w:rsid w:val="00734F1F"/>
    <w:rsid w:val="00736098"/>
    <w:rsid w:val="00736E43"/>
    <w:rsid w:val="00737EE5"/>
    <w:rsid w:val="00740108"/>
    <w:rsid w:val="0074266F"/>
    <w:rsid w:val="00743109"/>
    <w:rsid w:val="0074328B"/>
    <w:rsid w:val="0074333E"/>
    <w:rsid w:val="007434D8"/>
    <w:rsid w:val="007445CD"/>
    <w:rsid w:val="00744C0B"/>
    <w:rsid w:val="0074523F"/>
    <w:rsid w:val="00745D97"/>
    <w:rsid w:val="0074695D"/>
    <w:rsid w:val="00746CEF"/>
    <w:rsid w:val="00746DDE"/>
    <w:rsid w:val="007475EF"/>
    <w:rsid w:val="00747CC5"/>
    <w:rsid w:val="00750244"/>
    <w:rsid w:val="00750468"/>
    <w:rsid w:val="00751141"/>
    <w:rsid w:val="0075115C"/>
    <w:rsid w:val="007517AD"/>
    <w:rsid w:val="007517CD"/>
    <w:rsid w:val="00751A32"/>
    <w:rsid w:val="007533B3"/>
    <w:rsid w:val="0075393C"/>
    <w:rsid w:val="00754B39"/>
    <w:rsid w:val="00754E8B"/>
    <w:rsid w:val="00755D3F"/>
    <w:rsid w:val="00757882"/>
    <w:rsid w:val="0076029D"/>
    <w:rsid w:val="00760FD3"/>
    <w:rsid w:val="00761408"/>
    <w:rsid w:val="007628EB"/>
    <w:rsid w:val="00766525"/>
    <w:rsid w:val="0077183C"/>
    <w:rsid w:val="007720C2"/>
    <w:rsid w:val="007724F6"/>
    <w:rsid w:val="00772848"/>
    <w:rsid w:val="00772B64"/>
    <w:rsid w:val="00772F7C"/>
    <w:rsid w:val="00773B9F"/>
    <w:rsid w:val="0077707D"/>
    <w:rsid w:val="00777C42"/>
    <w:rsid w:val="00780C54"/>
    <w:rsid w:val="00780F8D"/>
    <w:rsid w:val="007817D3"/>
    <w:rsid w:val="00783E6B"/>
    <w:rsid w:val="007854C1"/>
    <w:rsid w:val="00787383"/>
    <w:rsid w:val="00787429"/>
    <w:rsid w:val="00790014"/>
    <w:rsid w:val="00790E36"/>
    <w:rsid w:val="00790EE7"/>
    <w:rsid w:val="00793023"/>
    <w:rsid w:val="00795389"/>
    <w:rsid w:val="00796D78"/>
    <w:rsid w:val="00797385"/>
    <w:rsid w:val="00797F90"/>
    <w:rsid w:val="007A0988"/>
    <w:rsid w:val="007A1A66"/>
    <w:rsid w:val="007A26B2"/>
    <w:rsid w:val="007A29BA"/>
    <w:rsid w:val="007A2B06"/>
    <w:rsid w:val="007A3919"/>
    <w:rsid w:val="007A4E9E"/>
    <w:rsid w:val="007A6A13"/>
    <w:rsid w:val="007A7472"/>
    <w:rsid w:val="007A7DEF"/>
    <w:rsid w:val="007B0752"/>
    <w:rsid w:val="007B09EB"/>
    <w:rsid w:val="007B108D"/>
    <w:rsid w:val="007B10C0"/>
    <w:rsid w:val="007B1592"/>
    <w:rsid w:val="007B1AFB"/>
    <w:rsid w:val="007B2A47"/>
    <w:rsid w:val="007B2BF8"/>
    <w:rsid w:val="007B3D7D"/>
    <w:rsid w:val="007B4093"/>
    <w:rsid w:val="007B48A9"/>
    <w:rsid w:val="007B58BC"/>
    <w:rsid w:val="007B62C8"/>
    <w:rsid w:val="007B6935"/>
    <w:rsid w:val="007B6D09"/>
    <w:rsid w:val="007B789C"/>
    <w:rsid w:val="007C0466"/>
    <w:rsid w:val="007C2473"/>
    <w:rsid w:val="007C30DA"/>
    <w:rsid w:val="007C321C"/>
    <w:rsid w:val="007C406F"/>
    <w:rsid w:val="007C42FB"/>
    <w:rsid w:val="007C464A"/>
    <w:rsid w:val="007C7F5C"/>
    <w:rsid w:val="007D042F"/>
    <w:rsid w:val="007D117A"/>
    <w:rsid w:val="007D33AF"/>
    <w:rsid w:val="007D36AC"/>
    <w:rsid w:val="007D3AEC"/>
    <w:rsid w:val="007D5956"/>
    <w:rsid w:val="007D6609"/>
    <w:rsid w:val="007D7537"/>
    <w:rsid w:val="007D7A0A"/>
    <w:rsid w:val="007E137D"/>
    <w:rsid w:val="007E2E32"/>
    <w:rsid w:val="007E3B3C"/>
    <w:rsid w:val="007E5E52"/>
    <w:rsid w:val="007E6624"/>
    <w:rsid w:val="007E6912"/>
    <w:rsid w:val="007E707E"/>
    <w:rsid w:val="007E7088"/>
    <w:rsid w:val="007F0CDA"/>
    <w:rsid w:val="007F1B6C"/>
    <w:rsid w:val="007F30AD"/>
    <w:rsid w:val="007F488C"/>
    <w:rsid w:val="007F7226"/>
    <w:rsid w:val="007F73DA"/>
    <w:rsid w:val="0080280B"/>
    <w:rsid w:val="0080344D"/>
    <w:rsid w:val="008055C3"/>
    <w:rsid w:val="00805DA8"/>
    <w:rsid w:val="008060CD"/>
    <w:rsid w:val="008069D3"/>
    <w:rsid w:val="00806DF8"/>
    <w:rsid w:val="008104E3"/>
    <w:rsid w:val="00811EDD"/>
    <w:rsid w:val="008138FF"/>
    <w:rsid w:val="0081584C"/>
    <w:rsid w:val="00816CD8"/>
    <w:rsid w:val="00817E40"/>
    <w:rsid w:val="00820B4E"/>
    <w:rsid w:val="00821087"/>
    <w:rsid w:val="00822FC9"/>
    <w:rsid w:val="0082431F"/>
    <w:rsid w:val="008258CD"/>
    <w:rsid w:val="00825E82"/>
    <w:rsid w:val="00826018"/>
    <w:rsid w:val="00826081"/>
    <w:rsid w:val="008261C4"/>
    <w:rsid w:val="008266D3"/>
    <w:rsid w:val="008300A6"/>
    <w:rsid w:val="00831865"/>
    <w:rsid w:val="00833286"/>
    <w:rsid w:val="00834A22"/>
    <w:rsid w:val="00836814"/>
    <w:rsid w:val="00840AB9"/>
    <w:rsid w:val="00841A89"/>
    <w:rsid w:val="00844002"/>
    <w:rsid w:val="00844F6B"/>
    <w:rsid w:val="00847330"/>
    <w:rsid w:val="008474C3"/>
    <w:rsid w:val="00847D66"/>
    <w:rsid w:val="00847D86"/>
    <w:rsid w:val="008501EE"/>
    <w:rsid w:val="00851232"/>
    <w:rsid w:val="00851DD8"/>
    <w:rsid w:val="0085203A"/>
    <w:rsid w:val="008534E6"/>
    <w:rsid w:val="00853CC4"/>
    <w:rsid w:val="0085403F"/>
    <w:rsid w:val="00854056"/>
    <w:rsid w:val="008548AC"/>
    <w:rsid w:val="00855C89"/>
    <w:rsid w:val="00856927"/>
    <w:rsid w:val="00856E15"/>
    <w:rsid w:val="00857202"/>
    <w:rsid w:val="00857A6D"/>
    <w:rsid w:val="00857C74"/>
    <w:rsid w:val="008600C2"/>
    <w:rsid w:val="00861217"/>
    <w:rsid w:val="00861FE0"/>
    <w:rsid w:val="008632C8"/>
    <w:rsid w:val="008637A7"/>
    <w:rsid w:val="00863C8A"/>
    <w:rsid w:val="00867239"/>
    <w:rsid w:val="00867D83"/>
    <w:rsid w:val="00870579"/>
    <w:rsid w:val="0087316C"/>
    <w:rsid w:val="008738E2"/>
    <w:rsid w:val="008745FC"/>
    <w:rsid w:val="008761DA"/>
    <w:rsid w:val="008775B7"/>
    <w:rsid w:val="00880511"/>
    <w:rsid w:val="00880A3F"/>
    <w:rsid w:val="00881195"/>
    <w:rsid w:val="00881AF1"/>
    <w:rsid w:val="00881CF7"/>
    <w:rsid w:val="008828F3"/>
    <w:rsid w:val="008845F0"/>
    <w:rsid w:val="00886DFC"/>
    <w:rsid w:val="00887C4A"/>
    <w:rsid w:val="00892988"/>
    <w:rsid w:val="008933AB"/>
    <w:rsid w:val="00895CCF"/>
    <w:rsid w:val="00895EED"/>
    <w:rsid w:val="008A29DB"/>
    <w:rsid w:val="008A34D9"/>
    <w:rsid w:val="008A4BB7"/>
    <w:rsid w:val="008A57FC"/>
    <w:rsid w:val="008A6003"/>
    <w:rsid w:val="008A6041"/>
    <w:rsid w:val="008A63A2"/>
    <w:rsid w:val="008A6E4C"/>
    <w:rsid w:val="008B2C8D"/>
    <w:rsid w:val="008B350E"/>
    <w:rsid w:val="008B63AA"/>
    <w:rsid w:val="008B721D"/>
    <w:rsid w:val="008B7891"/>
    <w:rsid w:val="008C1AC5"/>
    <w:rsid w:val="008C2DF4"/>
    <w:rsid w:val="008C33A3"/>
    <w:rsid w:val="008C4B1D"/>
    <w:rsid w:val="008C64BB"/>
    <w:rsid w:val="008C6552"/>
    <w:rsid w:val="008C6851"/>
    <w:rsid w:val="008D0066"/>
    <w:rsid w:val="008D04A1"/>
    <w:rsid w:val="008D3CB6"/>
    <w:rsid w:val="008D4D90"/>
    <w:rsid w:val="008D7965"/>
    <w:rsid w:val="008E30D6"/>
    <w:rsid w:val="008E3309"/>
    <w:rsid w:val="008E5CC9"/>
    <w:rsid w:val="008E6081"/>
    <w:rsid w:val="008F1A29"/>
    <w:rsid w:val="008F38E1"/>
    <w:rsid w:val="008F3FF4"/>
    <w:rsid w:val="008F4347"/>
    <w:rsid w:val="008F46F1"/>
    <w:rsid w:val="008F6560"/>
    <w:rsid w:val="008F6CE9"/>
    <w:rsid w:val="008F7432"/>
    <w:rsid w:val="00901367"/>
    <w:rsid w:val="009022C1"/>
    <w:rsid w:val="00902D42"/>
    <w:rsid w:val="0090366B"/>
    <w:rsid w:val="00903CB9"/>
    <w:rsid w:val="009041EA"/>
    <w:rsid w:val="00904287"/>
    <w:rsid w:val="009043E3"/>
    <w:rsid w:val="0090478B"/>
    <w:rsid w:val="00904CCA"/>
    <w:rsid w:val="00905A5F"/>
    <w:rsid w:val="00905F11"/>
    <w:rsid w:val="009130BA"/>
    <w:rsid w:val="00915918"/>
    <w:rsid w:val="00917629"/>
    <w:rsid w:val="00917F66"/>
    <w:rsid w:val="009209BE"/>
    <w:rsid w:val="00921081"/>
    <w:rsid w:val="009217FA"/>
    <w:rsid w:val="00921972"/>
    <w:rsid w:val="009222F5"/>
    <w:rsid w:val="0092297E"/>
    <w:rsid w:val="00923D35"/>
    <w:rsid w:val="009250A6"/>
    <w:rsid w:val="00925630"/>
    <w:rsid w:val="00925B38"/>
    <w:rsid w:val="00925D02"/>
    <w:rsid w:val="00926606"/>
    <w:rsid w:val="0092682C"/>
    <w:rsid w:val="00926E30"/>
    <w:rsid w:val="00930371"/>
    <w:rsid w:val="009306F8"/>
    <w:rsid w:val="00930CD0"/>
    <w:rsid w:val="00931B55"/>
    <w:rsid w:val="00932CFE"/>
    <w:rsid w:val="00933959"/>
    <w:rsid w:val="00933A2A"/>
    <w:rsid w:val="00934ACE"/>
    <w:rsid w:val="00937ED6"/>
    <w:rsid w:val="009400B7"/>
    <w:rsid w:val="00942BD1"/>
    <w:rsid w:val="00943337"/>
    <w:rsid w:val="00943854"/>
    <w:rsid w:val="0094640A"/>
    <w:rsid w:val="00952DC9"/>
    <w:rsid w:val="00954F9E"/>
    <w:rsid w:val="00955C59"/>
    <w:rsid w:val="00956AF8"/>
    <w:rsid w:val="00956B48"/>
    <w:rsid w:val="00960C92"/>
    <w:rsid w:val="0096117F"/>
    <w:rsid w:val="0096185C"/>
    <w:rsid w:val="00962E7E"/>
    <w:rsid w:val="00962F63"/>
    <w:rsid w:val="0096448A"/>
    <w:rsid w:val="00965461"/>
    <w:rsid w:val="00966BA2"/>
    <w:rsid w:val="009670AB"/>
    <w:rsid w:val="00970746"/>
    <w:rsid w:val="00970A02"/>
    <w:rsid w:val="00971886"/>
    <w:rsid w:val="00974864"/>
    <w:rsid w:val="00976AA6"/>
    <w:rsid w:val="0097799D"/>
    <w:rsid w:val="009800C1"/>
    <w:rsid w:val="00980E64"/>
    <w:rsid w:val="0098489C"/>
    <w:rsid w:val="00984A25"/>
    <w:rsid w:val="009869DF"/>
    <w:rsid w:val="009908EB"/>
    <w:rsid w:val="00992BF7"/>
    <w:rsid w:val="009977CD"/>
    <w:rsid w:val="009A0DDF"/>
    <w:rsid w:val="009A5711"/>
    <w:rsid w:val="009A5FE0"/>
    <w:rsid w:val="009A6BE6"/>
    <w:rsid w:val="009A6D2E"/>
    <w:rsid w:val="009A7F95"/>
    <w:rsid w:val="009B02BD"/>
    <w:rsid w:val="009B1FD8"/>
    <w:rsid w:val="009B2E4A"/>
    <w:rsid w:val="009B387C"/>
    <w:rsid w:val="009B39F8"/>
    <w:rsid w:val="009B4CEC"/>
    <w:rsid w:val="009B5066"/>
    <w:rsid w:val="009B5BC6"/>
    <w:rsid w:val="009B6CB1"/>
    <w:rsid w:val="009C13D7"/>
    <w:rsid w:val="009C3C1F"/>
    <w:rsid w:val="009C4DFA"/>
    <w:rsid w:val="009C5BB3"/>
    <w:rsid w:val="009C6607"/>
    <w:rsid w:val="009C745D"/>
    <w:rsid w:val="009C76C8"/>
    <w:rsid w:val="009D069E"/>
    <w:rsid w:val="009D0FAB"/>
    <w:rsid w:val="009D135E"/>
    <w:rsid w:val="009D1E99"/>
    <w:rsid w:val="009D3173"/>
    <w:rsid w:val="009D3D44"/>
    <w:rsid w:val="009D6E51"/>
    <w:rsid w:val="009D7523"/>
    <w:rsid w:val="009E14EA"/>
    <w:rsid w:val="009E1D4B"/>
    <w:rsid w:val="009E30C9"/>
    <w:rsid w:val="009E45B0"/>
    <w:rsid w:val="009F0295"/>
    <w:rsid w:val="009F0F08"/>
    <w:rsid w:val="009F23EA"/>
    <w:rsid w:val="009F2457"/>
    <w:rsid w:val="009F2BAF"/>
    <w:rsid w:val="009F39FB"/>
    <w:rsid w:val="009F3CA1"/>
    <w:rsid w:val="009F4B72"/>
    <w:rsid w:val="009F5498"/>
    <w:rsid w:val="009F6B75"/>
    <w:rsid w:val="009F73AF"/>
    <w:rsid w:val="00A0477E"/>
    <w:rsid w:val="00A05468"/>
    <w:rsid w:val="00A05E63"/>
    <w:rsid w:val="00A06B30"/>
    <w:rsid w:val="00A075BB"/>
    <w:rsid w:val="00A1171E"/>
    <w:rsid w:val="00A1304B"/>
    <w:rsid w:val="00A1355A"/>
    <w:rsid w:val="00A1375F"/>
    <w:rsid w:val="00A1417A"/>
    <w:rsid w:val="00A144C9"/>
    <w:rsid w:val="00A14A13"/>
    <w:rsid w:val="00A16BAA"/>
    <w:rsid w:val="00A17D10"/>
    <w:rsid w:val="00A205E3"/>
    <w:rsid w:val="00A21550"/>
    <w:rsid w:val="00A2158B"/>
    <w:rsid w:val="00A21EE4"/>
    <w:rsid w:val="00A23616"/>
    <w:rsid w:val="00A265F5"/>
    <w:rsid w:val="00A276E7"/>
    <w:rsid w:val="00A27A0F"/>
    <w:rsid w:val="00A301BB"/>
    <w:rsid w:val="00A30317"/>
    <w:rsid w:val="00A329F2"/>
    <w:rsid w:val="00A33EBE"/>
    <w:rsid w:val="00A3521C"/>
    <w:rsid w:val="00A37A17"/>
    <w:rsid w:val="00A41737"/>
    <w:rsid w:val="00A462F9"/>
    <w:rsid w:val="00A505ED"/>
    <w:rsid w:val="00A50E35"/>
    <w:rsid w:val="00A52368"/>
    <w:rsid w:val="00A527BC"/>
    <w:rsid w:val="00A532D7"/>
    <w:rsid w:val="00A533DC"/>
    <w:rsid w:val="00A53F21"/>
    <w:rsid w:val="00A540FD"/>
    <w:rsid w:val="00A555E7"/>
    <w:rsid w:val="00A55CBA"/>
    <w:rsid w:val="00A55F40"/>
    <w:rsid w:val="00A55FDF"/>
    <w:rsid w:val="00A56108"/>
    <w:rsid w:val="00A564D4"/>
    <w:rsid w:val="00A60069"/>
    <w:rsid w:val="00A608A2"/>
    <w:rsid w:val="00A61F5E"/>
    <w:rsid w:val="00A624CA"/>
    <w:rsid w:val="00A63921"/>
    <w:rsid w:val="00A63C38"/>
    <w:rsid w:val="00A63D3B"/>
    <w:rsid w:val="00A641A4"/>
    <w:rsid w:val="00A645BB"/>
    <w:rsid w:val="00A67077"/>
    <w:rsid w:val="00A67109"/>
    <w:rsid w:val="00A70C8C"/>
    <w:rsid w:val="00A70D40"/>
    <w:rsid w:val="00A72D2A"/>
    <w:rsid w:val="00A73BDB"/>
    <w:rsid w:val="00A74E81"/>
    <w:rsid w:val="00A757DC"/>
    <w:rsid w:val="00A764B8"/>
    <w:rsid w:val="00A7672A"/>
    <w:rsid w:val="00A77BCC"/>
    <w:rsid w:val="00A813D4"/>
    <w:rsid w:val="00A824A6"/>
    <w:rsid w:val="00A83182"/>
    <w:rsid w:val="00A857BB"/>
    <w:rsid w:val="00A86D39"/>
    <w:rsid w:val="00A877DE"/>
    <w:rsid w:val="00A879C7"/>
    <w:rsid w:val="00A902C1"/>
    <w:rsid w:val="00A93083"/>
    <w:rsid w:val="00A93D4B"/>
    <w:rsid w:val="00A95252"/>
    <w:rsid w:val="00A954A5"/>
    <w:rsid w:val="00A95695"/>
    <w:rsid w:val="00A965B7"/>
    <w:rsid w:val="00A972F2"/>
    <w:rsid w:val="00A97AA9"/>
    <w:rsid w:val="00AA1C64"/>
    <w:rsid w:val="00AA1FA2"/>
    <w:rsid w:val="00AA23C3"/>
    <w:rsid w:val="00AA39DA"/>
    <w:rsid w:val="00AA41DC"/>
    <w:rsid w:val="00AA42EB"/>
    <w:rsid w:val="00AA58FA"/>
    <w:rsid w:val="00AB08F0"/>
    <w:rsid w:val="00AB09CB"/>
    <w:rsid w:val="00AB12F5"/>
    <w:rsid w:val="00AB18A9"/>
    <w:rsid w:val="00AB4126"/>
    <w:rsid w:val="00AB48DF"/>
    <w:rsid w:val="00AB4B23"/>
    <w:rsid w:val="00AB5711"/>
    <w:rsid w:val="00AB5B53"/>
    <w:rsid w:val="00AB6940"/>
    <w:rsid w:val="00AB6EBC"/>
    <w:rsid w:val="00AC28AC"/>
    <w:rsid w:val="00AC28BC"/>
    <w:rsid w:val="00AC35C7"/>
    <w:rsid w:val="00AC47F3"/>
    <w:rsid w:val="00AC5218"/>
    <w:rsid w:val="00AC64B2"/>
    <w:rsid w:val="00AC667C"/>
    <w:rsid w:val="00AC678C"/>
    <w:rsid w:val="00AC734B"/>
    <w:rsid w:val="00AD114E"/>
    <w:rsid w:val="00AD4910"/>
    <w:rsid w:val="00AD5BE7"/>
    <w:rsid w:val="00AE216A"/>
    <w:rsid w:val="00AE2959"/>
    <w:rsid w:val="00AE2B1E"/>
    <w:rsid w:val="00AE320D"/>
    <w:rsid w:val="00AE5604"/>
    <w:rsid w:val="00AE63EC"/>
    <w:rsid w:val="00AF0125"/>
    <w:rsid w:val="00AF0741"/>
    <w:rsid w:val="00AF09A3"/>
    <w:rsid w:val="00AF0D70"/>
    <w:rsid w:val="00AF2F70"/>
    <w:rsid w:val="00AF3FFC"/>
    <w:rsid w:val="00AF44A1"/>
    <w:rsid w:val="00AF6732"/>
    <w:rsid w:val="00AF67BC"/>
    <w:rsid w:val="00AF6A18"/>
    <w:rsid w:val="00AF7220"/>
    <w:rsid w:val="00AF7BED"/>
    <w:rsid w:val="00B00C80"/>
    <w:rsid w:val="00B01243"/>
    <w:rsid w:val="00B01B2F"/>
    <w:rsid w:val="00B05F97"/>
    <w:rsid w:val="00B10132"/>
    <w:rsid w:val="00B10842"/>
    <w:rsid w:val="00B1267E"/>
    <w:rsid w:val="00B1299C"/>
    <w:rsid w:val="00B12C72"/>
    <w:rsid w:val="00B13736"/>
    <w:rsid w:val="00B16767"/>
    <w:rsid w:val="00B16A26"/>
    <w:rsid w:val="00B17691"/>
    <w:rsid w:val="00B17D06"/>
    <w:rsid w:val="00B21CDE"/>
    <w:rsid w:val="00B21F84"/>
    <w:rsid w:val="00B22705"/>
    <w:rsid w:val="00B22C03"/>
    <w:rsid w:val="00B25FCF"/>
    <w:rsid w:val="00B262AB"/>
    <w:rsid w:val="00B2686C"/>
    <w:rsid w:val="00B2720F"/>
    <w:rsid w:val="00B3061E"/>
    <w:rsid w:val="00B34A29"/>
    <w:rsid w:val="00B4005F"/>
    <w:rsid w:val="00B400FF"/>
    <w:rsid w:val="00B40AD2"/>
    <w:rsid w:val="00B42250"/>
    <w:rsid w:val="00B42E24"/>
    <w:rsid w:val="00B45E2C"/>
    <w:rsid w:val="00B4788A"/>
    <w:rsid w:val="00B52BE6"/>
    <w:rsid w:val="00B53062"/>
    <w:rsid w:val="00B53B33"/>
    <w:rsid w:val="00B53DC1"/>
    <w:rsid w:val="00B60844"/>
    <w:rsid w:val="00B6187B"/>
    <w:rsid w:val="00B624F1"/>
    <w:rsid w:val="00B62802"/>
    <w:rsid w:val="00B64339"/>
    <w:rsid w:val="00B65272"/>
    <w:rsid w:val="00B652D9"/>
    <w:rsid w:val="00B66393"/>
    <w:rsid w:val="00B66CC4"/>
    <w:rsid w:val="00B76847"/>
    <w:rsid w:val="00B82355"/>
    <w:rsid w:val="00B832ED"/>
    <w:rsid w:val="00B85E1F"/>
    <w:rsid w:val="00B86557"/>
    <w:rsid w:val="00B91F30"/>
    <w:rsid w:val="00B92179"/>
    <w:rsid w:val="00B930E5"/>
    <w:rsid w:val="00B940DC"/>
    <w:rsid w:val="00B95B95"/>
    <w:rsid w:val="00BA0717"/>
    <w:rsid w:val="00BA0B2D"/>
    <w:rsid w:val="00BA1713"/>
    <w:rsid w:val="00BA1A24"/>
    <w:rsid w:val="00BA2BFF"/>
    <w:rsid w:val="00BA558F"/>
    <w:rsid w:val="00BA7BEB"/>
    <w:rsid w:val="00BB06A0"/>
    <w:rsid w:val="00BB0999"/>
    <w:rsid w:val="00BB108F"/>
    <w:rsid w:val="00BB5822"/>
    <w:rsid w:val="00BB5EC2"/>
    <w:rsid w:val="00BB67AA"/>
    <w:rsid w:val="00BB7748"/>
    <w:rsid w:val="00BC0C58"/>
    <w:rsid w:val="00BC149F"/>
    <w:rsid w:val="00BC17E6"/>
    <w:rsid w:val="00BC3007"/>
    <w:rsid w:val="00BC40A4"/>
    <w:rsid w:val="00BC469C"/>
    <w:rsid w:val="00BC5E6E"/>
    <w:rsid w:val="00BC6415"/>
    <w:rsid w:val="00BD1A1E"/>
    <w:rsid w:val="00BD238C"/>
    <w:rsid w:val="00BD3577"/>
    <w:rsid w:val="00BD3B7B"/>
    <w:rsid w:val="00BD45DC"/>
    <w:rsid w:val="00BE0545"/>
    <w:rsid w:val="00BE06DB"/>
    <w:rsid w:val="00BE0A3E"/>
    <w:rsid w:val="00BE0BC4"/>
    <w:rsid w:val="00BE2FAE"/>
    <w:rsid w:val="00BE3A09"/>
    <w:rsid w:val="00BE3C6C"/>
    <w:rsid w:val="00BE3FF2"/>
    <w:rsid w:val="00BE66E9"/>
    <w:rsid w:val="00BE7760"/>
    <w:rsid w:val="00BF039E"/>
    <w:rsid w:val="00BF0849"/>
    <w:rsid w:val="00BF5CCC"/>
    <w:rsid w:val="00BF6774"/>
    <w:rsid w:val="00BF6D72"/>
    <w:rsid w:val="00BF6E9F"/>
    <w:rsid w:val="00C050A4"/>
    <w:rsid w:val="00C06691"/>
    <w:rsid w:val="00C06DFF"/>
    <w:rsid w:val="00C07214"/>
    <w:rsid w:val="00C10BEA"/>
    <w:rsid w:val="00C12826"/>
    <w:rsid w:val="00C13189"/>
    <w:rsid w:val="00C13385"/>
    <w:rsid w:val="00C13C53"/>
    <w:rsid w:val="00C1658C"/>
    <w:rsid w:val="00C168AA"/>
    <w:rsid w:val="00C17728"/>
    <w:rsid w:val="00C21090"/>
    <w:rsid w:val="00C21C3B"/>
    <w:rsid w:val="00C22FA4"/>
    <w:rsid w:val="00C2469D"/>
    <w:rsid w:val="00C2488B"/>
    <w:rsid w:val="00C276E1"/>
    <w:rsid w:val="00C309D6"/>
    <w:rsid w:val="00C31B16"/>
    <w:rsid w:val="00C34569"/>
    <w:rsid w:val="00C3629B"/>
    <w:rsid w:val="00C36F1C"/>
    <w:rsid w:val="00C37C7B"/>
    <w:rsid w:val="00C37D78"/>
    <w:rsid w:val="00C42043"/>
    <w:rsid w:val="00C42532"/>
    <w:rsid w:val="00C43C6D"/>
    <w:rsid w:val="00C46EAA"/>
    <w:rsid w:val="00C50831"/>
    <w:rsid w:val="00C50C56"/>
    <w:rsid w:val="00C52834"/>
    <w:rsid w:val="00C53CE4"/>
    <w:rsid w:val="00C53DAD"/>
    <w:rsid w:val="00C542BE"/>
    <w:rsid w:val="00C568FB"/>
    <w:rsid w:val="00C637F4"/>
    <w:rsid w:val="00C6450A"/>
    <w:rsid w:val="00C65DC8"/>
    <w:rsid w:val="00C663C2"/>
    <w:rsid w:val="00C66EA3"/>
    <w:rsid w:val="00C672F9"/>
    <w:rsid w:val="00C70D67"/>
    <w:rsid w:val="00C814B4"/>
    <w:rsid w:val="00C82B15"/>
    <w:rsid w:val="00C82C9C"/>
    <w:rsid w:val="00C83236"/>
    <w:rsid w:val="00C83B83"/>
    <w:rsid w:val="00C846D8"/>
    <w:rsid w:val="00C8662E"/>
    <w:rsid w:val="00C866C2"/>
    <w:rsid w:val="00C86818"/>
    <w:rsid w:val="00C912EB"/>
    <w:rsid w:val="00C913CA"/>
    <w:rsid w:val="00C9344C"/>
    <w:rsid w:val="00C93BE5"/>
    <w:rsid w:val="00C940C6"/>
    <w:rsid w:val="00C94E8E"/>
    <w:rsid w:val="00C95B84"/>
    <w:rsid w:val="00C97AE6"/>
    <w:rsid w:val="00CA02CC"/>
    <w:rsid w:val="00CA0F53"/>
    <w:rsid w:val="00CA1996"/>
    <w:rsid w:val="00CA1EE8"/>
    <w:rsid w:val="00CA3C75"/>
    <w:rsid w:val="00CA46EB"/>
    <w:rsid w:val="00CA6514"/>
    <w:rsid w:val="00CA79C1"/>
    <w:rsid w:val="00CB12AD"/>
    <w:rsid w:val="00CB1985"/>
    <w:rsid w:val="00CB21A3"/>
    <w:rsid w:val="00CB21BD"/>
    <w:rsid w:val="00CB367F"/>
    <w:rsid w:val="00CB4151"/>
    <w:rsid w:val="00CB418D"/>
    <w:rsid w:val="00CB546B"/>
    <w:rsid w:val="00CB5F1E"/>
    <w:rsid w:val="00CB6040"/>
    <w:rsid w:val="00CB7191"/>
    <w:rsid w:val="00CB72A7"/>
    <w:rsid w:val="00CC25BB"/>
    <w:rsid w:val="00CC3692"/>
    <w:rsid w:val="00CC56C5"/>
    <w:rsid w:val="00CC59CC"/>
    <w:rsid w:val="00CC5A12"/>
    <w:rsid w:val="00CC72BC"/>
    <w:rsid w:val="00CC7CBF"/>
    <w:rsid w:val="00CD00B3"/>
    <w:rsid w:val="00CD49EB"/>
    <w:rsid w:val="00CD523C"/>
    <w:rsid w:val="00CD7B31"/>
    <w:rsid w:val="00CE17C3"/>
    <w:rsid w:val="00CE390A"/>
    <w:rsid w:val="00CE42E7"/>
    <w:rsid w:val="00CE58A9"/>
    <w:rsid w:val="00CF0657"/>
    <w:rsid w:val="00CF13C4"/>
    <w:rsid w:val="00CF20CF"/>
    <w:rsid w:val="00CF265A"/>
    <w:rsid w:val="00CF2ACC"/>
    <w:rsid w:val="00CF390C"/>
    <w:rsid w:val="00CF3AD4"/>
    <w:rsid w:val="00CF4E76"/>
    <w:rsid w:val="00CF5101"/>
    <w:rsid w:val="00CF7083"/>
    <w:rsid w:val="00CF72A1"/>
    <w:rsid w:val="00CF79AE"/>
    <w:rsid w:val="00D0002D"/>
    <w:rsid w:val="00D0033E"/>
    <w:rsid w:val="00D02D84"/>
    <w:rsid w:val="00D03698"/>
    <w:rsid w:val="00D0398F"/>
    <w:rsid w:val="00D04C54"/>
    <w:rsid w:val="00D04EF9"/>
    <w:rsid w:val="00D059B6"/>
    <w:rsid w:val="00D06A55"/>
    <w:rsid w:val="00D07ED8"/>
    <w:rsid w:val="00D126D2"/>
    <w:rsid w:val="00D128B3"/>
    <w:rsid w:val="00D1401B"/>
    <w:rsid w:val="00D1457F"/>
    <w:rsid w:val="00D146F6"/>
    <w:rsid w:val="00D14F4B"/>
    <w:rsid w:val="00D150B1"/>
    <w:rsid w:val="00D17795"/>
    <w:rsid w:val="00D20331"/>
    <w:rsid w:val="00D21057"/>
    <w:rsid w:val="00D21634"/>
    <w:rsid w:val="00D221F7"/>
    <w:rsid w:val="00D242CF"/>
    <w:rsid w:val="00D24C3D"/>
    <w:rsid w:val="00D258B1"/>
    <w:rsid w:val="00D279D2"/>
    <w:rsid w:val="00D27F16"/>
    <w:rsid w:val="00D319AC"/>
    <w:rsid w:val="00D31A14"/>
    <w:rsid w:val="00D31C41"/>
    <w:rsid w:val="00D3297D"/>
    <w:rsid w:val="00D33F70"/>
    <w:rsid w:val="00D3470A"/>
    <w:rsid w:val="00D34A3D"/>
    <w:rsid w:val="00D3771D"/>
    <w:rsid w:val="00D37D75"/>
    <w:rsid w:val="00D37F29"/>
    <w:rsid w:val="00D40E3C"/>
    <w:rsid w:val="00D40FA8"/>
    <w:rsid w:val="00D429E0"/>
    <w:rsid w:val="00D4354E"/>
    <w:rsid w:val="00D4469B"/>
    <w:rsid w:val="00D45757"/>
    <w:rsid w:val="00D45F0E"/>
    <w:rsid w:val="00D46466"/>
    <w:rsid w:val="00D4661B"/>
    <w:rsid w:val="00D47838"/>
    <w:rsid w:val="00D52198"/>
    <w:rsid w:val="00D539F5"/>
    <w:rsid w:val="00D544DF"/>
    <w:rsid w:val="00D5518B"/>
    <w:rsid w:val="00D5534B"/>
    <w:rsid w:val="00D55AB6"/>
    <w:rsid w:val="00D568A5"/>
    <w:rsid w:val="00D5694F"/>
    <w:rsid w:val="00D57719"/>
    <w:rsid w:val="00D601ED"/>
    <w:rsid w:val="00D6158B"/>
    <w:rsid w:val="00D6205E"/>
    <w:rsid w:val="00D63701"/>
    <w:rsid w:val="00D647C6"/>
    <w:rsid w:val="00D6490A"/>
    <w:rsid w:val="00D64A32"/>
    <w:rsid w:val="00D66C94"/>
    <w:rsid w:val="00D67946"/>
    <w:rsid w:val="00D67DF6"/>
    <w:rsid w:val="00D701C0"/>
    <w:rsid w:val="00D7225C"/>
    <w:rsid w:val="00D72C7F"/>
    <w:rsid w:val="00D72F9C"/>
    <w:rsid w:val="00D7320C"/>
    <w:rsid w:val="00D733D9"/>
    <w:rsid w:val="00D738A9"/>
    <w:rsid w:val="00D73A50"/>
    <w:rsid w:val="00D74122"/>
    <w:rsid w:val="00D74776"/>
    <w:rsid w:val="00D74B35"/>
    <w:rsid w:val="00D80790"/>
    <w:rsid w:val="00D80ED0"/>
    <w:rsid w:val="00D819F5"/>
    <w:rsid w:val="00D81F2D"/>
    <w:rsid w:val="00D844E0"/>
    <w:rsid w:val="00D871B1"/>
    <w:rsid w:val="00D87C53"/>
    <w:rsid w:val="00D87FEC"/>
    <w:rsid w:val="00D915E2"/>
    <w:rsid w:val="00D92123"/>
    <w:rsid w:val="00D92FEB"/>
    <w:rsid w:val="00D9318A"/>
    <w:rsid w:val="00D93D6A"/>
    <w:rsid w:val="00D94948"/>
    <w:rsid w:val="00D967B0"/>
    <w:rsid w:val="00D97B00"/>
    <w:rsid w:val="00DA15E4"/>
    <w:rsid w:val="00DA1B28"/>
    <w:rsid w:val="00DA2355"/>
    <w:rsid w:val="00DA3EC0"/>
    <w:rsid w:val="00DA5487"/>
    <w:rsid w:val="00DA5537"/>
    <w:rsid w:val="00DA59FC"/>
    <w:rsid w:val="00DA5A5F"/>
    <w:rsid w:val="00DB0BA1"/>
    <w:rsid w:val="00DB2C79"/>
    <w:rsid w:val="00DB3741"/>
    <w:rsid w:val="00DB3812"/>
    <w:rsid w:val="00DB39F9"/>
    <w:rsid w:val="00DB3B9E"/>
    <w:rsid w:val="00DB4C7C"/>
    <w:rsid w:val="00DB52B0"/>
    <w:rsid w:val="00DB57A7"/>
    <w:rsid w:val="00DB62C3"/>
    <w:rsid w:val="00DB75C7"/>
    <w:rsid w:val="00DC023E"/>
    <w:rsid w:val="00DC095D"/>
    <w:rsid w:val="00DC11C6"/>
    <w:rsid w:val="00DC1D76"/>
    <w:rsid w:val="00DC1E2D"/>
    <w:rsid w:val="00DC31A7"/>
    <w:rsid w:val="00DC599F"/>
    <w:rsid w:val="00DC60CC"/>
    <w:rsid w:val="00DD1118"/>
    <w:rsid w:val="00DD1812"/>
    <w:rsid w:val="00DD4818"/>
    <w:rsid w:val="00DD5448"/>
    <w:rsid w:val="00DD636F"/>
    <w:rsid w:val="00DD6ADA"/>
    <w:rsid w:val="00DD6D36"/>
    <w:rsid w:val="00DD71BD"/>
    <w:rsid w:val="00DE0B7A"/>
    <w:rsid w:val="00DE1EEF"/>
    <w:rsid w:val="00DE22AE"/>
    <w:rsid w:val="00DE2547"/>
    <w:rsid w:val="00DE3583"/>
    <w:rsid w:val="00DE39DA"/>
    <w:rsid w:val="00DE6467"/>
    <w:rsid w:val="00DF0354"/>
    <w:rsid w:val="00DF0A8D"/>
    <w:rsid w:val="00DF21D4"/>
    <w:rsid w:val="00DF29D5"/>
    <w:rsid w:val="00DF2F6E"/>
    <w:rsid w:val="00DF2F9B"/>
    <w:rsid w:val="00DF53E7"/>
    <w:rsid w:val="00DF5B8A"/>
    <w:rsid w:val="00DF6D79"/>
    <w:rsid w:val="00E00AC0"/>
    <w:rsid w:val="00E00C5E"/>
    <w:rsid w:val="00E01810"/>
    <w:rsid w:val="00E025C7"/>
    <w:rsid w:val="00E02A47"/>
    <w:rsid w:val="00E02D9A"/>
    <w:rsid w:val="00E037C4"/>
    <w:rsid w:val="00E03B8B"/>
    <w:rsid w:val="00E03FE2"/>
    <w:rsid w:val="00E06437"/>
    <w:rsid w:val="00E06781"/>
    <w:rsid w:val="00E11233"/>
    <w:rsid w:val="00E1271F"/>
    <w:rsid w:val="00E1681E"/>
    <w:rsid w:val="00E16BA3"/>
    <w:rsid w:val="00E17E36"/>
    <w:rsid w:val="00E207D4"/>
    <w:rsid w:val="00E20A08"/>
    <w:rsid w:val="00E21562"/>
    <w:rsid w:val="00E21853"/>
    <w:rsid w:val="00E24CB5"/>
    <w:rsid w:val="00E26D25"/>
    <w:rsid w:val="00E272AD"/>
    <w:rsid w:val="00E31CFB"/>
    <w:rsid w:val="00E3392C"/>
    <w:rsid w:val="00E342FD"/>
    <w:rsid w:val="00E372DD"/>
    <w:rsid w:val="00E44825"/>
    <w:rsid w:val="00E47E8A"/>
    <w:rsid w:val="00E504C4"/>
    <w:rsid w:val="00E509F8"/>
    <w:rsid w:val="00E50E8D"/>
    <w:rsid w:val="00E525A6"/>
    <w:rsid w:val="00E532F3"/>
    <w:rsid w:val="00E54953"/>
    <w:rsid w:val="00E54EF2"/>
    <w:rsid w:val="00E55499"/>
    <w:rsid w:val="00E55746"/>
    <w:rsid w:val="00E561BC"/>
    <w:rsid w:val="00E622DA"/>
    <w:rsid w:val="00E62465"/>
    <w:rsid w:val="00E6278A"/>
    <w:rsid w:val="00E64415"/>
    <w:rsid w:val="00E64FE4"/>
    <w:rsid w:val="00E66752"/>
    <w:rsid w:val="00E67EE1"/>
    <w:rsid w:val="00E708B0"/>
    <w:rsid w:val="00E72ABF"/>
    <w:rsid w:val="00E75216"/>
    <w:rsid w:val="00E7590D"/>
    <w:rsid w:val="00E7619B"/>
    <w:rsid w:val="00E7667A"/>
    <w:rsid w:val="00E76C7E"/>
    <w:rsid w:val="00E77AD4"/>
    <w:rsid w:val="00E8327C"/>
    <w:rsid w:val="00E83726"/>
    <w:rsid w:val="00E84021"/>
    <w:rsid w:val="00E8437A"/>
    <w:rsid w:val="00E84D7A"/>
    <w:rsid w:val="00E866A5"/>
    <w:rsid w:val="00E90E0A"/>
    <w:rsid w:val="00E929CD"/>
    <w:rsid w:val="00E93479"/>
    <w:rsid w:val="00E96991"/>
    <w:rsid w:val="00E97674"/>
    <w:rsid w:val="00EA0502"/>
    <w:rsid w:val="00EA07AC"/>
    <w:rsid w:val="00EA2257"/>
    <w:rsid w:val="00EA5495"/>
    <w:rsid w:val="00EA558E"/>
    <w:rsid w:val="00EB006F"/>
    <w:rsid w:val="00EB3B12"/>
    <w:rsid w:val="00EB7421"/>
    <w:rsid w:val="00EC04B1"/>
    <w:rsid w:val="00EC0C91"/>
    <w:rsid w:val="00EC14FB"/>
    <w:rsid w:val="00EC2612"/>
    <w:rsid w:val="00EC3483"/>
    <w:rsid w:val="00EC6B63"/>
    <w:rsid w:val="00EC78A3"/>
    <w:rsid w:val="00EC78C9"/>
    <w:rsid w:val="00ED0318"/>
    <w:rsid w:val="00ED265D"/>
    <w:rsid w:val="00ED27A0"/>
    <w:rsid w:val="00ED3B67"/>
    <w:rsid w:val="00ED4F4A"/>
    <w:rsid w:val="00ED5316"/>
    <w:rsid w:val="00ED5A73"/>
    <w:rsid w:val="00ED7001"/>
    <w:rsid w:val="00ED7DA2"/>
    <w:rsid w:val="00ED7FA6"/>
    <w:rsid w:val="00EE0E6A"/>
    <w:rsid w:val="00EE291C"/>
    <w:rsid w:val="00EE4BFC"/>
    <w:rsid w:val="00EE5538"/>
    <w:rsid w:val="00EE626E"/>
    <w:rsid w:val="00EE7A91"/>
    <w:rsid w:val="00EE7CED"/>
    <w:rsid w:val="00EF0772"/>
    <w:rsid w:val="00EF2B76"/>
    <w:rsid w:val="00EF373A"/>
    <w:rsid w:val="00EF3A98"/>
    <w:rsid w:val="00EF6156"/>
    <w:rsid w:val="00F018DE"/>
    <w:rsid w:val="00F0457A"/>
    <w:rsid w:val="00F049EE"/>
    <w:rsid w:val="00F059AD"/>
    <w:rsid w:val="00F05DB2"/>
    <w:rsid w:val="00F068E3"/>
    <w:rsid w:val="00F119F8"/>
    <w:rsid w:val="00F12DAF"/>
    <w:rsid w:val="00F13459"/>
    <w:rsid w:val="00F152C5"/>
    <w:rsid w:val="00F16B98"/>
    <w:rsid w:val="00F16EEB"/>
    <w:rsid w:val="00F16F1C"/>
    <w:rsid w:val="00F1772F"/>
    <w:rsid w:val="00F17D7E"/>
    <w:rsid w:val="00F20271"/>
    <w:rsid w:val="00F209B8"/>
    <w:rsid w:val="00F22242"/>
    <w:rsid w:val="00F22F05"/>
    <w:rsid w:val="00F23A43"/>
    <w:rsid w:val="00F23A63"/>
    <w:rsid w:val="00F24290"/>
    <w:rsid w:val="00F24B31"/>
    <w:rsid w:val="00F27FC8"/>
    <w:rsid w:val="00F3150A"/>
    <w:rsid w:val="00F339BE"/>
    <w:rsid w:val="00F33CD7"/>
    <w:rsid w:val="00F34F07"/>
    <w:rsid w:val="00F35A64"/>
    <w:rsid w:val="00F35AA8"/>
    <w:rsid w:val="00F36407"/>
    <w:rsid w:val="00F371A1"/>
    <w:rsid w:val="00F37FF8"/>
    <w:rsid w:val="00F406AC"/>
    <w:rsid w:val="00F40EB0"/>
    <w:rsid w:val="00F412FB"/>
    <w:rsid w:val="00F42E6F"/>
    <w:rsid w:val="00F432F8"/>
    <w:rsid w:val="00F43376"/>
    <w:rsid w:val="00F438A2"/>
    <w:rsid w:val="00F442CE"/>
    <w:rsid w:val="00F44C73"/>
    <w:rsid w:val="00F45220"/>
    <w:rsid w:val="00F45E91"/>
    <w:rsid w:val="00F53C5D"/>
    <w:rsid w:val="00F55468"/>
    <w:rsid w:val="00F5695C"/>
    <w:rsid w:val="00F623EA"/>
    <w:rsid w:val="00F63721"/>
    <w:rsid w:val="00F643BF"/>
    <w:rsid w:val="00F64BA6"/>
    <w:rsid w:val="00F66F47"/>
    <w:rsid w:val="00F67689"/>
    <w:rsid w:val="00F67A8E"/>
    <w:rsid w:val="00F67D0F"/>
    <w:rsid w:val="00F704EE"/>
    <w:rsid w:val="00F7206C"/>
    <w:rsid w:val="00F726C7"/>
    <w:rsid w:val="00F72A25"/>
    <w:rsid w:val="00F732BC"/>
    <w:rsid w:val="00F73C2E"/>
    <w:rsid w:val="00F74AEF"/>
    <w:rsid w:val="00F808BB"/>
    <w:rsid w:val="00F81F76"/>
    <w:rsid w:val="00F82502"/>
    <w:rsid w:val="00F82624"/>
    <w:rsid w:val="00F84017"/>
    <w:rsid w:val="00F85DF6"/>
    <w:rsid w:val="00F87A4E"/>
    <w:rsid w:val="00F9004A"/>
    <w:rsid w:val="00F92ACD"/>
    <w:rsid w:val="00F93D57"/>
    <w:rsid w:val="00F940E4"/>
    <w:rsid w:val="00F9509B"/>
    <w:rsid w:val="00F96D60"/>
    <w:rsid w:val="00F97EA0"/>
    <w:rsid w:val="00FA3F4D"/>
    <w:rsid w:val="00FA6377"/>
    <w:rsid w:val="00FA7F44"/>
    <w:rsid w:val="00FB0A63"/>
    <w:rsid w:val="00FB11B6"/>
    <w:rsid w:val="00FB19B1"/>
    <w:rsid w:val="00FB2B43"/>
    <w:rsid w:val="00FB34F4"/>
    <w:rsid w:val="00FB3E84"/>
    <w:rsid w:val="00FB494A"/>
    <w:rsid w:val="00FB60D6"/>
    <w:rsid w:val="00FB720B"/>
    <w:rsid w:val="00FC0A10"/>
    <w:rsid w:val="00FC11FB"/>
    <w:rsid w:val="00FC3E4C"/>
    <w:rsid w:val="00FC43ED"/>
    <w:rsid w:val="00FC4666"/>
    <w:rsid w:val="00FC553E"/>
    <w:rsid w:val="00FC6366"/>
    <w:rsid w:val="00FC790F"/>
    <w:rsid w:val="00FC7EE7"/>
    <w:rsid w:val="00FD0945"/>
    <w:rsid w:val="00FD0F3D"/>
    <w:rsid w:val="00FD18F9"/>
    <w:rsid w:val="00FD58DE"/>
    <w:rsid w:val="00FD7256"/>
    <w:rsid w:val="00FE14D4"/>
    <w:rsid w:val="00FE1B92"/>
    <w:rsid w:val="00FE3255"/>
    <w:rsid w:val="00FE46F6"/>
    <w:rsid w:val="00FE4FD7"/>
    <w:rsid w:val="00FE67B3"/>
    <w:rsid w:val="00FE6EC9"/>
    <w:rsid w:val="00FF1480"/>
    <w:rsid w:val="00FF2160"/>
    <w:rsid w:val="00FF29B3"/>
    <w:rsid w:val="00FF3625"/>
    <w:rsid w:val="00FF39E1"/>
    <w:rsid w:val="00FF3B68"/>
    <w:rsid w:val="00FF42B2"/>
    <w:rsid w:val="00FF4AB8"/>
    <w:rsid w:val="00FF6A6F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3" style="mso-position-vertical-relative:page" fill="f" fillcolor="white" stroke="f" strokecolor="white">
      <v:fill color="white" on="f"/>
      <v:stroke color="white" on="f"/>
      <o:colormru v:ext="edit" colors="#8b8b8b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2E31D5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2E31D5"/>
    <w:pPr>
      <w:jc w:val="center"/>
    </w:pPr>
    <w:rPr>
      <w:sz w:val="18"/>
    </w:rPr>
  </w:style>
  <w:style w:type="paragraph" w:styleId="20">
    <w:name w:val="Body Text 2"/>
    <w:basedOn w:val="a"/>
    <w:rsid w:val="002E31D5"/>
    <w:rPr>
      <w:sz w:val="28"/>
    </w:rPr>
  </w:style>
  <w:style w:type="character" w:styleId="a9">
    <w:name w:val="page number"/>
    <w:basedOn w:val="a0"/>
    <w:rsid w:val="002E31D5"/>
  </w:style>
  <w:style w:type="paragraph" w:styleId="aa">
    <w:name w:val="Document Map"/>
    <w:basedOn w:val="a"/>
    <w:semiHidden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rsid w:val="002E31D5"/>
    <w:pPr>
      <w:spacing w:line="180" w:lineRule="auto"/>
      <w:jc w:val="center"/>
    </w:pPr>
    <w:rPr>
      <w:spacing w:val="-18"/>
    </w:rPr>
  </w:style>
  <w:style w:type="paragraph" w:styleId="ab">
    <w:name w:val="Body Text Indent"/>
    <w:basedOn w:val="a"/>
    <w:rsid w:val="002E31D5"/>
    <w:pPr>
      <w:spacing w:after="120"/>
      <w:ind w:left="283"/>
    </w:pPr>
  </w:style>
  <w:style w:type="paragraph" w:styleId="ac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2">
    <w:name w:val="Body Text Indent 3"/>
    <w:basedOn w:val="a"/>
    <w:rsid w:val="002E31D5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2E31D5"/>
    <w:pPr>
      <w:spacing w:after="120" w:line="480" w:lineRule="auto"/>
      <w:ind w:left="283"/>
    </w:pPr>
  </w:style>
  <w:style w:type="table" w:styleId="ad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e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">
    <w:name w:val="Plain Text"/>
    <w:basedOn w:val="a"/>
    <w:link w:val="af0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"/>
    <w:rsid w:val="0071662F"/>
    <w:pPr>
      <w:keepNext/>
      <w:keepLines/>
      <w:jc w:val="center"/>
    </w:pPr>
  </w:style>
  <w:style w:type="character" w:customStyle="1" w:styleId="af1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2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3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4">
    <w:name w:val="Символ нумерации"/>
    <w:rsid w:val="00E7590D"/>
  </w:style>
  <w:style w:type="paragraph" w:customStyle="1" w:styleId="af5">
    <w:name w:val="Заголовок"/>
    <w:basedOn w:val="a"/>
    <w:next w:val="a8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8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7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8">
    <w:name w:val="Заголовок таблицы"/>
    <w:basedOn w:val="af7"/>
    <w:rsid w:val="00E7590D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2">
    <w:name w:val="Обычный2"/>
    <w:link w:val="afa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a">
    <w:name w:val="Обычный Знак"/>
    <w:basedOn w:val="a0"/>
    <w:link w:val="22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b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Title"/>
    <w:basedOn w:val="a"/>
    <w:link w:val="afd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d">
    <w:name w:val="Название Знак"/>
    <w:basedOn w:val="a0"/>
    <w:link w:val="afc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0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3">
    <w:name w:val="заголовок 3"/>
    <w:basedOn w:val="22"/>
    <w:next w:val="22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e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0">
    <w:name w:val="Текст Знак"/>
    <w:basedOn w:val="a0"/>
    <w:link w:val="af"/>
    <w:uiPriority w:val="99"/>
    <w:locked/>
    <w:rsid w:val="00225BCF"/>
    <w:rPr>
      <w:rFonts w:ascii="Courier New" w:eastAsia="Times New Roman" w:hAnsi="Courier New" w:cs="Courier New"/>
    </w:rPr>
  </w:style>
  <w:style w:type="paragraph" w:styleId="aff">
    <w:name w:val="No Spacing"/>
    <w:link w:val="aff0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0">
    <w:name w:val="Без интервала Знак"/>
    <w:basedOn w:val="a0"/>
    <w:link w:val="aff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1">
    <w:name w:val="Balloon Text"/>
    <w:basedOn w:val="a"/>
    <w:link w:val="aff2"/>
    <w:rsid w:val="001642E9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3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833286"/>
  </w:style>
  <w:style w:type="character" w:customStyle="1" w:styleId="aff5">
    <w:name w:val="Текст примечания Знак"/>
    <w:basedOn w:val="a0"/>
    <w:link w:val="aff4"/>
    <w:uiPriority w:val="99"/>
    <w:semiHidden/>
    <w:rsid w:val="00833286"/>
    <w:rPr>
      <w:rFonts w:ascii="Times New Roman" w:eastAsia="Times New Roman" w:hAnsi="Times New Roman"/>
    </w:rPr>
  </w:style>
  <w:style w:type="paragraph" w:styleId="aff6">
    <w:name w:val="annotation subject"/>
    <w:basedOn w:val="aff4"/>
    <w:next w:val="aff4"/>
    <w:link w:val="aff7"/>
    <w:semiHidden/>
    <w:unhideWhenUsed/>
    <w:rsid w:val="0083328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3F343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3F343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92">
    <w:name w:val="Font Style92"/>
    <w:uiPriority w:val="99"/>
    <w:rsid w:val="003F3433"/>
    <w:rPr>
      <w:rFonts w:ascii="Times New Roman" w:hAnsi="Times New Roman" w:cs="Times New Roman" w:hint="default"/>
      <w:sz w:val="26"/>
      <w:szCs w:val="26"/>
    </w:rPr>
  </w:style>
  <w:style w:type="paragraph" w:customStyle="1" w:styleId="Style43">
    <w:name w:val="Style43"/>
    <w:basedOn w:val="a"/>
    <w:uiPriority w:val="99"/>
    <w:rsid w:val="003F3433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29">
    <w:name w:val="Style29"/>
    <w:basedOn w:val="a"/>
    <w:uiPriority w:val="99"/>
    <w:rsid w:val="003F3433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3F343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3F3433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3F3433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6">
    <w:name w:val="Style76"/>
    <w:basedOn w:val="a"/>
    <w:uiPriority w:val="99"/>
    <w:rsid w:val="003F3433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character" w:customStyle="1" w:styleId="FontStyle84">
    <w:name w:val="Font Style84"/>
    <w:uiPriority w:val="99"/>
    <w:rsid w:val="003F3433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b">
    <w:name w:val="Стиль1"/>
    <w:basedOn w:val="Style93"/>
    <w:qFormat/>
    <w:rsid w:val="000D0C95"/>
    <w:pPr>
      <w:widowControl/>
      <w:spacing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8B721D"/>
  </w:style>
  <w:style w:type="paragraph" w:customStyle="1" w:styleId="Style42">
    <w:name w:val="Style42"/>
    <w:basedOn w:val="a"/>
    <w:uiPriority w:val="99"/>
    <w:rsid w:val="0027480E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4">
    <w:name w:val="Style74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  <w:sz w:val="24"/>
      <w:szCs w:val="24"/>
    </w:rPr>
  </w:style>
  <w:style w:type="character" w:customStyle="1" w:styleId="FontStyle118">
    <w:name w:val="Font Style118"/>
    <w:basedOn w:val="a0"/>
    <w:uiPriority w:val="99"/>
    <w:rsid w:val="0027480E"/>
    <w:rPr>
      <w:rFonts w:ascii="Times New Roman" w:hAnsi="Times New Roman" w:cs="Times New Roman"/>
      <w:sz w:val="22"/>
      <w:szCs w:val="22"/>
    </w:rPr>
  </w:style>
  <w:style w:type="paragraph" w:styleId="aff8">
    <w:name w:val="Normal (Web)"/>
    <w:basedOn w:val="a"/>
    <w:uiPriority w:val="99"/>
    <w:unhideWhenUsed/>
    <w:rsid w:val="006D0668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6D0668"/>
  </w:style>
  <w:style w:type="paragraph" w:customStyle="1" w:styleId="sobi2itemtitle">
    <w:name w:val="sobi2itemtitle"/>
    <w:basedOn w:val="a"/>
    <w:rsid w:val="006D0668"/>
    <w:pPr>
      <w:spacing w:before="75"/>
      <w:ind w:left="75"/>
    </w:pPr>
    <w:rPr>
      <w:sz w:val="24"/>
      <w:szCs w:val="24"/>
    </w:rPr>
  </w:style>
  <w:style w:type="character" w:styleId="aff9">
    <w:name w:val="Hyperlink"/>
    <w:basedOn w:val="a0"/>
    <w:uiPriority w:val="99"/>
    <w:unhideWhenUsed/>
    <w:rsid w:val="00E7667A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6B47BF"/>
    <w:pPr>
      <w:tabs>
        <w:tab w:val="left" w:pos="567"/>
        <w:tab w:val="right" w:leader="dot" w:pos="10065"/>
      </w:tabs>
      <w:spacing w:after="100" w:line="240" w:lineRule="exact"/>
      <w:ind w:left="709" w:hanging="509"/>
    </w:pPr>
    <w:rPr>
      <w:b/>
      <w:noProof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Symbol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E31D5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2E31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E31D5"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rsid w:val="002E31D5"/>
    <w:pPr>
      <w:keepNext/>
      <w:tabs>
        <w:tab w:val="left" w:pos="1559"/>
      </w:tabs>
      <w:ind w:left="-14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E31D5"/>
    <w:pPr>
      <w:keepNext/>
      <w:tabs>
        <w:tab w:val="left" w:pos="859"/>
      </w:tabs>
      <w:ind w:right="-213" w:hanging="13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2E31D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2E31D5"/>
    <w:pPr>
      <w:keepNext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qFormat/>
    <w:rsid w:val="002E31D5"/>
    <w:pPr>
      <w:keepNext/>
      <w:jc w:val="center"/>
      <w:outlineLvl w:val="7"/>
    </w:pPr>
    <w:rPr>
      <w:u w:val="single"/>
    </w:rPr>
  </w:style>
  <w:style w:type="paragraph" w:styleId="9">
    <w:name w:val="heading 9"/>
    <w:basedOn w:val="a"/>
    <w:next w:val="a"/>
    <w:qFormat/>
    <w:rsid w:val="002E31D5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31D5"/>
    <w:rPr>
      <w:b/>
    </w:rPr>
  </w:style>
  <w:style w:type="paragraph" w:styleId="a4">
    <w:name w:val="caption"/>
    <w:basedOn w:val="a"/>
    <w:next w:val="a"/>
    <w:qFormat/>
    <w:rsid w:val="002E31D5"/>
    <w:pPr>
      <w:framePr w:w="10182" w:h="14716" w:hSpace="141" w:wrap="around" w:vAnchor="text" w:hAnchor="page" w:x="1383" w:y="362"/>
      <w:jc w:val="center"/>
    </w:pPr>
    <w:rPr>
      <w:rFonts w:ascii="Symbol" w:hAnsi="Symbol"/>
      <w:sz w:val="32"/>
    </w:rPr>
  </w:style>
  <w:style w:type="paragraph" w:styleId="a5">
    <w:name w:val="header"/>
    <w:basedOn w:val="a"/>
    <w:link w:val="a6"/>
    <w:rsid w:val="002E31D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2E31D5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2E31D5"/>
    <w:pPr>
      <w:jc w:val="center"/>
    </w:pPr>
    <w:rPr>
      <w:sz w:val="18"/>
    </w:rPr>
  </w:style>
  <w:style w:type="paragraph" w:styleId="20">
    <w:name w:val="Body Text 2"/>
    <w:basedOn w:val="a"/>
    <w:rsid w:val="002E31D5"/>
    <w:rPr>
      <w:sz w:val="28"/>
    </w:rPr>
  </w:style>
  <w:style w:type="character" w:styleId="a9">
    <w:name w:val="page number"/>
    <w:basedOn w:val="a0"/>
    <w:rsid w:val="002E31D5"/>
  </w:style>
  <w:style w:type="paragraph" w:styleId="aa">
    <w:name w:val="Document Map"/>
    <w:basedOn w:val="a"/>
    <w:semiHidden/>
    <w:rsid w:val="00C82C9C"/>
    <w:pPr>
      <w:shd w:val="clear" w:color="auto" w:fill="000080"/>
    </w:pPr>
    <w:rPr>
      <w:rFonts w:ascii="Tahoma" w:hAnsi="Tahoma" w:cs="Tahoma"/>
    </w:rPr>
  </w:style>
  <w:style w:type="paragraph" w:styleId="31">
    <w:name w:val="Body Text 3"/>
    <w:basedOn w:val="a"/>
    <w:rsid w:val="002E31D5"/>
    <w:pPr>
      <w:spacing w:line="180" w:lineRule="auto"/>
      <w:jc w:val="center"/>
    </w:pPr>
    <w:rPr>
      <w:spacing w:val="-18"/>
    </w:rPr>
  </w:style>
  <w:style w:type="paragraph" w:styleId="ab">
    <w:name w:val="Body Text Indent"/>
    <w:basedOn w:val="a"/>
    <w:rsid w:val="002E31D5"/>
    <w:pPr>
      <w:spacing w:after="120"/>
      <w:ind w:left="283"/>
    </w:pPr>
  </w:style>
  <w:style w:type="paragraph" w:styleId="ac">
    <w:name w:val="Block Text"/>
    <w:basedOn w:val="a"/>
    <w:rsid w:val="002E31D5"/>
    <w:pPr>
      <w:tabs>
        <w:tab w:val="left" w:pos="1418"/>
      </w:tabs>
      <w:overflowPunct w:val="0"/>
      <w:autoSpaceDE w:val="0"/>
      <w:autoSpaceDN w:val="0"/>
      <w:adjustRightInd w:val="0"/>
      <w:ind w:left="-426" w:right="708"/>
      <w:textAlignment w:val="baseline"/>
    </w:pPr>
    <w:rPr>
      <w:rFonts w:ascii="Arial" w:hAnsi="Arial" w:cs="Arial"/>
      <w:sz w:val="24"/>
    </w:rPr>
  </w:style>
  <w:style w:type="paragraph" w:customStyle="1" w:styleId="100">
    <w:name w:val="Заголовок 10"/>
    <w:basedOn w:val="2"/>
    <w:rsid w:val="002E31D5"/>
    <w:rPr>
      <w:rFonts w:ascii="Arial" w:hAnsi="Arial"/>
      <w:b w:val="0"/>
      <w:sz w:val="24"/>
    </w:rPr>
  </w:style>
  <w:style w:type="paragraph" w:styleId="32">
    <w:name w:val="Body Text Indent 3"/>
    <w:basedOn w:val="a"/>
    <w:rsid w:val="002E31D5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2E31D5"/>
    <w:pPr>
      <w:spacing w:after="120" w:line="480" w:lineRule="auto"/>
      <w:ind w:left="283"/>
    </w:pPr>
  </w:style>
  <w:style w:type="table" w:styleId="ad">
    <w:name w:val="Table Grid"/>
    <w:basedOn w:val="a1"/>
    <w:rsid w:val="009A6D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Indent"/>
    <w:basedOn w:val="a"/>
    <w:link w:val="11"/>
    <w:rsid w:val="007C0466"/>
    <w:pPr>
      <w:ind w:firstLine="397"/>
    </w:pPr>
    <w:rPr>
      <w:rFonts w:ascii="Arial" w:hAnsi="Arial"/>
      <w:sz w:val="24"/>
    </w:rPr>
  </w:style>
  <w:style w:type="character" w:customStyle="1" w:styleId="11">
    <w:name w:val="Обычный отступ Знак1"/>
    <w:basedOn w:val="a0"/>
    <w:link w:val="ae"/>
    <w:rsid w:val="00895EED"/>
    <w:rPr>
      <w:rFonts w:ascii="Arial" w:hAnsi="Arial"/>
      <w:sz w:val="24"/>
      <w:lang w:val="ru-RU" w:eastAsia="ru-RU" w:bidi="ar-SA"/>
    </w:rPr>
  </w:style>
  <w:style w:type="character" w:customStyle="1" w:styleId="PEStyleFont3">
    <w:name w:val="PEStyleFont3"/>
    <w:basedOn w:val="a0"/>
    <w:rsid w:val="0071662F"/>
    <w:rPr>
      <w:rFonts w:ascii="Arial CYR" w:hAnsi="Arial CYR"/>
      <w:spacing w:val="0"/>
      <w:position w:val="0"/>
      <w:sz w:val="20"/>
      <w:szCs w:val="20"/>
      <w:u w:val="none"/>
    </w:rPr>
  </w:style>
  <w:style w:type="paragraph" w:styleId="af">
    <w:name w:val="Plain Text"/>
    <w:basedOn w:val="a"/>
    <w:link w:val="af0"/>
    <w:uiPriority w:val="99"/>
    <w:rsid w:val="0071662F"/>
    <w:rPr>
      <w:rFonts w:ascii="Courier New" w:hAnsi="Courier New" w:cs="Courier New"/>
    </w:rPr>
  </w:style>
  <w:style w:type="character" w:customStyle="1" w:styleId="PEStyleFont4">
    <w:name w:val="PEStyleFont4"/>
    <w:basedOn w:val="a0"/>
    <w:rsid w:val="0071662F"/>
    <w:rPr>
      <w:rFonts w:ascii="Arial CYR" w:hAnsi="Arial CYR"/>
      <w:b/>
      <w:i/>
      <w:spacing w:val="0"/>
      <w:position w:val="0"/>
      <w:sz w:val="28"/>
      <w:szCs w:val="28"/>
      <w:u w:val="none"/>
    </w:rPr>
  </w:style>
  <w:style w:type="paragraph" w:customStyle="1" w:styleId="PEStylePara2">
    <w:name w:val="PEStylePara2"/>
    <w:basedOn w:val="a"/>
    <w:next w:val="a"/>
    <w:rsid w:val="0071662F"/>
    <w:pPr>
      <w:keepNext/>
      <w:keepLines/>
      <w:jc w:val="center"/>
    </w:pPr>
    <w:rPr>
      <w:rFonts w:ascii="Courier New" w:hAnsi="Courier New" w:cs="Courier New"/>
    </w:rPr>
  </w:style>
  <w:style w:type="character" w:customStyle="1" w:styleId="PEStyleFont6">
    <w:name w:val="PEStyleFont6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71662F"/>
    <w:rPr>
      <w:rFonts w:ascii="Arial CYR" w:hAnsi="Arial CYR"/>
      <w:spacing w:val="0"/>
      <w:position w:val="0"/>
      <w:sz w:val="16"/>
      <w:szCs w:val="16"/>
      <w:u w:val="none"/>
    </w:rPr>
  </w:style>
  <w:style w:type="paragraph" w:customStyle="1" w:styleId="PEStylePara1">
    <w:name w:val="PEStylePara1"/>
    <w:basedOn w:val="a"/>
    <w:next w:val="a"/>
    <w:rsid w:val="0071662F"/>
    <w:pPr>
      <w:jc w:val="both"/>
    </w:pPr>
    <w:rPr>
      <w:rFonts w:ascii="Courier New" w:hAnsi="Courier New" w:cs="Courier New"/>
    </w:rPr>
  </w:style>
  <w:style w:type="character" w:customStyle="1" w:styleId="PEStyleFont7">
    <w:name w:val="PEStyleFont7"/>
    <w:basedOn w:val="a0"/>
    <w:rsid w:val="0071662F"/>
    <w:rPr>
      <w:rFonts w:ascii="Arial CYR" w:hAnsi="Arial CYR"/>
      <w:b/>
      <w:spacing w:val="0"/>
      <w:position w:val="0"/>
      <w:sz w:val="16"/>
      <w:szCs w:val="16"/>
      <w:u w:val="none"/>
    </w:rPr>
  </w:style>
  <w:style w:type="paragraph" w:customStyle="1" w:styleId="PEStylePara0">
    <w:name w:val="PEStylePara0"/>
    <w:basedOn w:val="af"/>
    <w:rsid w:val="0071662F"/>
    <w:pPr>
      <w:keepNext/>
      <w:keepLines/>
      <w:jc w:val="center"/>
    </w:pPr>
  </w:style>
  <w:style w:type="character" w:customStyle="1" w:styleId="af1">
    <w:name w:val="Обычный отступ Знак"/>
    <w:basedOn w:val="a0"/>
    <w:rsid w:val="00CF0657"/>
    <w:rPr>
      <w:rFonts w:ascii="Arial" w:hAnsi="Arial"/>
      <w:sz w:val="24"/>
      <w:lang w:val="ru-RU" w:eastAsia="ru-RU" w:bidi="ar-SA"/>
    </w:rPr>
  </w:style>
  <w:style w:type="character" w:customStyle="1" w:styleId="af2">
    <w:name w:val="Знак Знак"/>
    <w:basedOn w:val="a0"/>
    <w:locked/>
    <w:rsid w:val="00844F6B"/>
    <w:rPr>
      <w:rFonts w:ascii="Arial" w:hAnsi="Arial" w:cs="Arial"/>
      <w:sz w:val="24"/>
      <w:lang w:val="ru-RU" w:eastAsia="ru-RU" w:bidi="ar-SA"/>
    </w:rPr>
  </w:style>
  <w:style w:type="paragraph" w:customStyle="1" w:styleId="Standard">
    <w:name w:val="Standard"/>
    <w:rsid w:val="00A857B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41">
    <w:name w:val="Заголовок 41"/>
    <w:basedOn w:val="Standard"/>
    <w:next w:val="Standard"/>
    <w:rsid w:val="00A857BB"/>
    <w:pPr>
      <w:keepNext/>
      <w:jc w:val="center"/>
      <w:outlineLvl w:val="3"/>
    </w:pPr>
    <w:rPr>
      <w:sz w:val="22"/>
      <w:szCs w:val="20"/>
      <w:u w:val="single"/>
    </w:rPr>
  </w:style>
  <w:style w:type="paragraph" w:customStyle="1" w:styleId="310">
    <w:name w:val="Заголовок 31"/>
    <w:basedOn w:val="Standard"/>
    <w:next w:val="Standard"/>
    <w:rsid w:val="00D92FEB"/>
    <w:pPr>
      <w:keepNext/>
      <w:ind w:left="288"/>
      <w:outlineLvl w:val="2"/>
    </w:pPr>
    <w:rPr>
      <w:szCs w:val="20"/>
    </w:rPr>
  </w:style>
  <w:style w:type="character" w:customStyle="1" w:styleId="WW8Num2z0">
    <w:name w:val="WW8Num2z0"/>
    <w:rsid w:val="00E7590D"/>
    <w:rPr>
      <w:rFonts w:cs="Arial"/>
    </w:rPr>
  </w:style>
  <w:style w:type="character" w:customStyle="1" w:styleId="12">
    <w:name w:val="Основной шрифт абзаца1"/>
    <w:rsid w:val="00E7590D"/>
  </w:style>
  <w:style w:type="character" w:customStyle="1" w:styleId="af3">
    <w:name w:val="Маркеры списка"/>
    <w:rsid w:val="00E7590D"/>
    <w:rPr>
      <w:rFonts w:ascii="StarSymbol" w:eastAsia="StarSymbol" w:hAnsi="StarSymbol" w:cs="StarSymbol"/>
      <w:sz w:val="18"/>
      <w:szCs w:val="18"/>
    </w:rPr>
  </w:style>
  <w:style w:type="character" w:customStyle="1" w:styleId="af4">
    <w:name w:val="Символ нумерации"/>
    <w:rsid w:val="00E7590D"/>
  </w:style>
  <w:style w:type="paragraph" w:customStyle="1" w:styleId="af5">
    <w:name w:val="Заголовок"/>
    <w:basedOn w:val="a"/>
    <w:next w:val="a8"/>
    <w:rsid w:val="00E7590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8"/>
    <w:rsid w:val="00E7590D"/>
    <w:rPr>
      <w:rFonts w:cs="Tahoma"/>
      <w:lang w:eastAsia="ar-SA"/>
    </w:rPr>
  </w:style>
  <w:style w:type="paragraph" w:customStyle="1" w:styleId="13">
    <w:name w:val="Название1"/>
    <w:basedOn w:val="a"/>
    <w:rsid w:val="00E7590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7590D"/>
    <w:pPr>
      <w:suppressLineNumbers/>
    </w:pPr>
    <w:rPr>
      <w:rFonts w:cs="Tahoma"/>
      <w:lang w:eastAsia="ar-SA"/>
    </w:rPr>
  </w:style>
  <w:style w:type="paragraph" w:customStyle="1" w:styleId="15">
    <w:name w:val="Название объекта1"/>
    <w:basedOn w:val="a"/>
    <w:next w:val="a"/>
    <w:rsid w:val="00E7590D"/>
    <w:pPr>
      <w:jc w:val="center"/>
    </w:pPr>
    <w:rPr>
      <w:rFonts w:ascii="Symbol" w:hAnsi="Symbol" w:cs="Symbol"/>
      <w:sz w:val="32"/>
      <w:lang w:eastAsia="ar-SA"/>
    </w:rPr>
  </w:style>
  <w:style w:type="paragraph" w:customStyle="1" w:styleId="210">
    <w:name w:val="Основной текст 21"/>
    <w:basedOn w:val="a"/>
    <w:rsid w:val="00E7590D"/>
    <w:rPr>
      <w:rFonts w:cs="Symbol"/>
      <w:sz w:val="28"/>
      <w:lang w:eastAsia="ar-SA"/>
    </w:rPr>
  </w:style>
  <w:style w:type="paragraph" w:customStyle="1" w:styleId="16">
    <w:name w:val="Схема документа1"/>
    <w:basedOn w:val="a"/>
    <w:rsid w:val="00E7590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311">
    <w:name w:val="Основной текст 31"/>
    <w:basedOn w:val="a"/>
    <w:rsid w:val="00E7590D"/>
    <w:pPr>
      <w:spacing w:line="180" w:lineRule="auto"/>
      <w:jc w:val="center"/>
    </w:pPr>
    <w:rPr>
      <w:rFonts w:cs="Symbol"/>
      <w:spacing w:val="-18"/>
      <w:lang w:eastAsia="ar-SA"/>
    </w:rPr>
  </w:style>
  <w:style w:type="paragraph" w:customStyle="1" w:styleId="17">
    <w:name w:val="Цитата1"/>
    <w:basedOn w:val="a"/>
    <w:rsid w:val="00E7590D"/>
    <w:pPr>
      <w:tabs>
        <w:tab w:val="left" w:pos="1418"/>
      </w:tabs>
      <w:overflowPunct w:val="0"/>
      <w:autoSpaceDE w:val="0"/>
      <w:ind w:left="-426" w:right="708"/>
      <w:textAlignment w:val="baseline"/>
    </w:pPr>
    <w:rPr>
      <w:rFonts w:ascii="Arial" w:hAnsi="Arial" w:cs="Arial"/>
      <w:sz w:val="24"/>
      <w:lang w:eastAsia="ar-SA"/>
    </w:rPr>
  </w:style>
  <w:style w:type="paragraph" w:customStyle="1" w:styleId="312">
    <w:name w:val="Основной текст с отступом 31"/>
    <w:basedOn w:val="a"/>
    <w:rsid w:val="00E7590D"/>
    <w:pPr>
      <w:spacing w:after="120"/>
      <w:ind w:left="283"/>
    </w:pPr>
    <w:rPr>
      <w:rFonts w:cs="Symbol"/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rsid w:val="00E7590D"/>
    <w:pPr>
      <w:spacing w:after="120" w:line="480" w:lineRule="auto"/>
      <w:ind w:left="283"/>
    </w:pPr>
    <w:rPr>
      <w:rFonts w:cs="Symbol"/>
      <w:lang w:eastAsia="ar-SA"/>
    </w:rPr>
  </w:style>
  <w:style w:type="paragraph" w:customStyle="1" w:styleId="18">
    <w:name w:val="Обычный отступ1"/>
    <w:basedOn w:val="a"/>
    <w:rsid w:val="00E7590D"/>
    <w:pPr>
      <w:ind w:firstLine="397"/>
    </w:pPr>
    <w:rPr>
      <w:rFonts w:ascii="Arial" w:hAnsi="Arial" w:cs="Symbol"/>
      <w:sz w:val="24"/>
      <w:lang w:eastAsia="ar-SA"/>
    </w:rPr>
  </w:style>
  <w:style w:type="paragraph" w:customStyle="1" w:styleId="19">
    <w:name w:val="Текст1"/>
    <w:basedOn w:val="a"/>
    <w:rsid w:val="00E7590D"/>
    <w:rPr>
      <w:rFonts w:ascii="Courier New" w:hAnsi="Courier New" w:cs="Courier New"/>
      <w:lang w:eastAsia="ar-SA"/>
    </w:rPr>
  </w:style>
  <w:style w:type="paragraph" w:customStyle="1" w:styleId="af7">
    <w:name w:val="Содержимое таблицы"/>
    <w:basedOn w:val="a"/>
    <w:rsid w:val="00E7590D"/>
    <w:pPr>
      <w:suppressLineNumbers/>
    </w:pPr>
    <w:rPr>
      <w:rFonts w:cs="Symbol"/>
      <w:lang w:eastAsia="ar-SA"/>
    </w:rPr>
  </w:style>
  <w:style w:type="paragraph" w:customStyle="1" w:styleId="af8">
    <w:name w:val="Заголовок таблицы"/>
    <w:basedOn w:val="af7"/>
    <w:rsid w:val="00E7590D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E7590D"/>
    <w:rPr>
      <w:rFonts w:cs="Symbol"/>
      <w:lang w:eastAsia="ar-SA"/>
    </w:rPr>
  </w:style>
  <w:style w:type="paragraph" w:customStyle="1" w:styleId="1a">
    <w:name w:val="заголовок 1"/>
    <w:basedOn w:val="a"/>
    <w:next w:val="a"/>
    <w:uiPriority w:val="99"/>
    <w:rsid w:val="00E7590D"/>
    <w:pPr>
      <w:keepNext/>
      <w:widowControl w:val="0"/>
      <w:suppressAutoHyphens/>
      <w:jc w:val="center"/>
    </w:pPr>
    <w:rPr>
      <w:sz w:val="24"/>
      <w:lang w:eastAsia="ar-SA"/>
    </w:rPr>
  </w:style>
  <w:style w:type="character" w:customStyle="1" w:styleId="a6">
    <w:name w:val="Верхний колонтитул Знак"/>
    <w:basedOn w:val="a0"/>
    <w:link w:val="a5"/>
    <w:locked/>
    <w:rsid w:val="009800C1"/>
    <w:rPr>
      <w:rFonts w:ascii="Times New Roman" w:eastAsia="Times New Roman" w:hAnsi="Times New Roman"/>
    </w:rPr>
  </w:style>
  <w:style w:type="paragraph" w:customStyle="1" w:styleId="22">
    <w:name w:val="Обычный2"/>
    <w:link w:val="afa"/>
    <w:uiPriority w:val="99"/>
    <w:rsid w:val="007C2473"/>
    <w:pPr>
      <w:widowControl w:val="0"/>
    </w:pPr>
    <w:rPr>
      <w:rFonts w:ascii="Times New Roman" w:eastAsia="Times New Roman" w:hAnsi="Times New Roman"/>
      <w:lang w:val="en-GB"/>
    </w:rPr>
  </w:style>
  <w:style w:type="character" w:customStyle="1" w:styleId="afa">
    <w:name w:val="Обычный Знак"/>
    <w:basedOn w:val="a0"/>
    <w:link w:val="22"/>
    <w:uiPriority w:val="99"/>
    <w:locked/>
    <w:rsid w:val="007C2473"/>
    <w:rPr>
      <w:rFonts w:ascii="Times New Roman" w:eastAsia="Times New Roman" w:hAnsi="Times New Roman"/>
      <w:lang w:val="en-GB" w:eastAsia="ru-RU" w:bidi="ar-SA"/>
    </w:rPr>
  </w:style>
  <w:style w:type="paragraph" w:customStyle="1" w:styleId="afb">
    <w:name w:val="Чертежный"/>
    <w:rsid w:val="00CD49EB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Title"/>
    <w:basedOn w:val="a"/>
    <w:link w:val="afd"/>
    <w:qFormat/>
    <w:rsid w:val="00CD49EB"/>
    <w:pPr>
      <w:jc w:val="center"/>
    </w:pPr>
    <w:rPr>
      <w:rFonts w:eastAsia="Прямой Проп"/>
      <w:b/>
      <w:sz w:val="28"/>
      <w:lang w:val="en-US"/>
    </w:rPr>
  </w:style>
  <w:style w:type="character" w:customStyle="1" w:styleId="afd">
    <w:name w:val="Название Знак"/>
    <w:basedOn w:val="a0"/>
    <w:link w:val="afc"/>
    <w:rsid w:val="00CD49EB"/>
    <w:rPr>
      <w:rFonts w:ascii="Times New Roman" w:eastAsia="Прямой Проп" w:hAnsi="Times New Roman"/>
      <w:b/>
      <w:sz w:val="28"/>
      <w:lang w:val="en-US"/>
    </w:rPr>
  </w:style>
  <w:style w:type="paragraph" w:customStyle="1" w:styleId="40">
    <w:name w:val="4 Знак Знак Знак Знак"/>
    <w:basedOn w:val="a"/>
    <w:uiPriority w:val="99"/>
    <w:rsid w:val="002820FE"/>
    <w:pPr>
      <w:spacing w:after="160" w:line="240" w:lineRule="exact"/>
    </w:pPr>
    <w:rPr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2820FE"/>
    <w:rPr>
      <w:rFonts w:ascii="Times New Roman" w:eastAsia="Times New Roman" w:hAnsi="Times New Roman"/>
      <w:b/>
      <w:sz w:val="18"/>
    </w:rPr>
  </w:style>
  <w:style w:type="paragraph" w:customStyle="1" w:styleId="33">
    <w:name w:val="заголовок 3"/>
    <w:basedOn w:val="22"/>
    <w:next w:val="22"/>
    <w:uiPriority w:val="99"/>
    <w:rsid w:val="00A56108"/>
    <w:pPr>
      <w:keepNext/>
      <w:jc w:val="center"/>
    </w:pPr>
    <w:rPr>
      <w:rFonts w:ascii="Arial" w:hAnsi="Arial" w:cs="Arial"/>
      <w:b/>
      <w:bCs/>
      <w:sz w:val="24"/>
      <w:szCs w:val="24"/>
    </w:rPr>
  </w:style>
  <w:style w:type="paragraph" w:styleId="afe">
    <w:name w:val="List Paragraph"/>
    <w:basedOn w:val="a"/>
    <w:uiPriority w:val="34"/>
    <w:qFormat/>
    <w:rsid w:val="00A56108"/>
    <w:pPr>
      <w:ind w:left="720"/>
      <w:contextualSpacing/>
    </w:pPr>
  </w:style>
  <w:style w:type="character" w:customStyle="1" w:styleId="af0">
    <w:name w:val="Текст Знак"/>
    <w:basedOn w:val="a0"/>
    <w:link w:val="af"/>
    <w:uiPriority w:val="99"/>
    <w:locked/>
    <w:rsid w:val="00225BCF"/>
    <w:rPr>
      <w:rFonts w:ascii="Courier New" w:eastAsia="Times New Roman" w:hAnsi="Courier New" w:cs="Courier New"/>
    </w:rPr>
  </w:style>
  <w:style w:type="paragraph" w:styleId="aff">
    <w:name w:val="No Spacing"/>
    <w:link w:val="aff0"/>
    <w:uiPriority w:val="1"/>
    <w:qFormat/>
    <w:rsid w:val="00EE7CED"/>
    <w:rPr>
      <w:rFonts w:ascii="Calibri" w:eastAsia="Calibri" w:hAnsi="Calibri"/>
      <w:sz w:val="24"/>
      <w:szCs w:val="24"/>
      <w:lang w:eastAsia="en-US"/>
    </w:rPr>
  </w:style>
  <w:style w:type="character" w:customStyle="1" w:styleId="aff0">
    <w:name w:val="Без интервала Знак"/>
    <w:basedOn w:val="a0"/>
    <w:link w:val="aff"/>
    <w:uiPriority w:val="1"/>
    <w:rsid w:val="00EE7CED"/>
    <w:rPr>
      <w:rFonts w:ascii="Calibri" w:eastAsia="Calibri" w:hAnsi="Calibri"/>
      <w:sz w:val="24"/>
      <w:szCs w:val="24"/>
      <w:lang w:eastAsia="en-US"/>
    </w:rPr>
  </w:style>
  <w:style w:type="paragraph" w:styleId="aff1">
    <w:name w:val="Balloon Text"/>
    <w:basedOn w:val="a"/>
    <w:link w:val="aff2"/>
    <w:rsid w:val="001642E9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rsid w:val="001642E9"/>
    <w:rPr>
      <w:rFonts w:ascii="Tahoma" w:eastAsia="Times New Roman" w:hAnsi="Tahoma" w:cs="Tahoma"/>
      <w:sz w:val="16"/>
      <w:szCs w:val="16"/>
    </w:rPr>
  </w:style>
  <w:style w:type="character" w:customStyle="1" w:styleId="text1">
    <w:name w:val="text1"/>
    <w:basedOn w:val="a0"/>
    <w:rsid w:val="00D74122"/>
    <w:rPr>
      <w:rFonts w:ascii="Arial" w:hAnsi="Arial" w:cs="Arial" w:hint="default"/>
      <w:sz w:val="13"/>
      <w:szCs w:val="13"/>
    </w:rPr>
  </w:style>
  <w:style w:type="character" w:styleId="aff3">
    <w:name w:val="annotation reference"/>
    <w:basedOn w:val="a0"/>
    <w:uiPriority w:val="99"/>
    <w:semiHidden/>
    <w:unhideWhenUsed/>
    <w:rsid w:val="00833286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833286"/>
  </w:style>
  <w:style w:type="character" w:customStyle="1" w:styleId="aff5">
    <w:name w:val="Текст примечания Знак"/>
    <w:basedOn w:val="a0"/>
    <w:link w:val="aff4"/>
    <w:uiPriority w:val="99"/>
    <w:semiHidden/>
    <w:rsid w:val="00833286"/>
    <w:rPr>
      <w:rFonts w:ascii="Times New Roman" w:eastAsia="Times New Roman" w:hAnsi="Times New Roman"/>
    </w:rPr>
  </w:style>
  <w:style w:type="paragraph" w:styleId="aff6">
    <w:name w:val="annotation subject"/>
    <w:basedOn w:val="aff4"/>
    <w:next w:val="aff4"/>
    <w:link w:val="aff7"/>
    <w:semiHidden/>
    <w:unhideWhenUsed/>
    <w:rsid w:val="0083328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833286"/>
    <w:rPr>
      <w:rFonts w:ascii="Times New Roman" w:eastAsia="Times New Roman" w:hAnsi="Times New Roman"/>
      <w:b/>
      <w:bCs/>
    </w:rPr>
  </w:style>
  <w:style w:type="character" w:customStyle="1" w:styleId="10">
    <w:name w:val="Заголовок 1 Знак"/>
    <w:basedOn w:val="a0"/>
    <w:link w:val="1"/>
    <w:rsid w:val="004E676F"/>
    <w:rPr>
      <w:rFonts w:ascii="Times New Roman" w:eastAsia="Times New Roman" w:hAnsi="Times New Roman"/>
      <w:sz w:val="32"/>
    </w:rPr>
  </w:style>
  <w:style w:type="paragraph" w:customStyle="1" w:styleId="Style7">
    <w:name w:val="Style7"/>
    <w:basedOn w:val="a"/>
    <w:uiPriority w:val="99"/>
    <w:rsid w:val="003D5CBF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3">
    <w:name w:val="Style93"/>
    <w:basedOn w:val="a"/>
    <w:uiPriority w:val="99"/>
    <w:rsid w:val="003D5CBF"/>
    <w:pPr>
      <w:widowControl w:val="0"/>
      <w:autoSpaceDE w:val="0"/>
      <w:autoSpaceDN w:val="0"/>
      <w:adjustRightInd w:val="0"/>
      <w:spacing w:line="325" w:lineRule="exact"/>
      <w:ind w:firstLine="720"/>
      <w:jc w:val="both"/>
    </w:pPr>
    <w:rPr>
      <w:rFonts w:eastAsiaTheme="minorEastAsia"/>
      <w:sz w:val="24"/>
      <w:szCs w:val="24"/>
    </w:rPr>
  </w:style>
  <w:style w:type="character" w:customStyle="1" w:styleId="FontStyle115">
    <w:name w:val="Font Style115"/>
    <w:basedOn w:val="a0"/>
    <w:uiPriority w:val="99"/>
    <w:rsid w:val="003D5CBF"/>
    <w:rPr>
      <w:rFonts w:ascii="Times New Roman" w:hAnsi="Times New Roman" w:cs="Times New Roman"/>
      <w:sz w:val="26"/>
      <w:szCs w:val="26"/>
    </w:rPr>
  </w:style>
  <w:style w:type="character" w:customStyle="1" w:styleId="FontStyle116">
    <w:name w:val="Font Style116"/>
    <w:basedOn w:val="a0"/>
    <w:uiPriority w:val="99"/>
    <w:rsid w:val="003D5CB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3D5CBF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  <w:sz w:val="24"/>
      <w:szCs w:val="24"/>
    </w:rPr>
  </w:style>
  <w:style w:type="paragraph" w:customStyle="1" w:styleId="Style72">
    <w:name w:val="Style72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  <w:sz w:val="24"/>
      <w:szCs w:val="24"/>
    </w:rPr>
  </w:style>
  <w:style w:type="paragraph" w:customStyle="1" w:styleId="Style94">
    <w:name w:val="Style94"/>
    <w:basedOn w:val="a"/>
    <w:uiPriority w:val="99"/>
    <w:rsid w:val="003D5CBF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</w:rPr>
  </w:style>
  <w:style w:type="paragraph" w:customStyle="1" w:styleId="Style95">
    <w:name w:val="Style95"/>
    <w:basedOn w:val="a"/>
    <w:uiPriority w:val="99"/>
    <w:rsid w:val="003D5CBF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  <w:sz w:val="24"/>
      <w:szCs w:val="24"/>
    </w:rPr>
  </w:style>
  <w:style w:type="paragraph" w:customStyle="1" w:styleId="Style73">
    <w:name w:val="Style73"/>
    <w:basedOn w:val="a"/>
    <w:uiPriority w:val="99"/>
    <w:rsid w:val="005E1A9C"/>
    <w:pPr>
      <w:widowControl w:val="0"/>
      <w:autoSpaceDE w:val="0"/>
      <w:autoSpaceDN w:val="0"/>
      <w:adjustRightInd w:val="0"/>
      <w:spacing w:line="643" w:lineRule="exact"/>
      <w:jc w:val="both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5E1A9C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character" w:customStyle="1" w:styleId="FontStyle34">
    <w:name w:val="Font Style34"/>
    <w:rsid w:val="003F343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9">
    <w:name w:val="Style9"/>
    <w:basedOn w:val="a"/>
    <w:rsid w:val="003F343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character" w:customStyle="1" w:styleId="FontStyle92">
    <w:name w:val="Font Style92"/>
    <w:uiPriority w:val="99"/>
    <w:rsid w:val="003F3433"/>
    <w:rPr>
      <w:rFonts w:ascii="Times New Roman" w:hAnsi="Times New Roman" w:cs="Times New Roman" w:hint="default"/>
      <w:sz w:val="26"/>
      <w:szCs w:val="26"/>
    </w:rPr>
  </w:style>
  <w:style w:type="paragraph" w:customStyle="1" w:styleId="Style43">
    <w:name w:val="Style43"/>
    <w:basedOn w:val="a"/>
    <w:uiPriority w:val="99"/>
    <w:rsid w:val="003F3433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29">
    <w:name w:val="Style29"/>
    <w:basedOn w:val="a"/>
    <w:uiPriority w:val="99"/>
    <w:rsid w:val="003F3433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3F343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3F3433"/>
    <w:pPr>
      <w:widowControl w:val="0"/>
      <w:autoSpaceDE w:val="0"/>
      <w:autoSpaceDN w:val="0"/>
      <w:adjustRightInd w:val="0"/>
      <w:jc w:val="right"/>
    </w:pPr>
    <w:rPr>
      <w:sz w:val="24"/>
      <w:szCs w:val="24"/>
    </w:rPr>
  </w:style>
  <w:style w:type="character" w:customStyle="1" w:styleId="FontStyle105">
    <w:name w:val="Font Style105"/>
    <w:uiPriority w:val="99"/>
    <w:rsid w:val="003F3433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6">
    <w:name w:val="Style76"/>
    <w:basedOn w:val="a"/>
    <w:uiPriority w:val="99"/>
    <w:rsid w:val="003F3433"/>
    <w:pPr>
      <w:widowControl w:val="0"/>
      <w:autoSpaceDE w:val="0"/>
      <w:autoSpaceDN w:val="0"/>
      <w:adjustRightInd w:val="0"/>
      <w:spacing w:line="322" w:lineRule="exact"/>
      <w:ind w:firstLine="720"/>
    </w:pPr>
    <w:rPr>
      <w:sz w:val="24"/>
      <w:szCs w:val="24"/>
    </w:rPr>
  </w:style>
  <w:style w:type="character" w:customStyle="1" w:styleId="FontStyle84">
    <w:name w:val="Font Style84"/>
    <w:uiPriority w:val="99"/>
    <w:rsid w:val="003F3433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b">
    <w:name w:val="Стиль1"/>
    <w:basedOn w:val="Style93"/>
    <w:qFormat/>
    <w:rsid w:val="000D0C95"/>
    <w:pPr>
      <w:widowControl/>
      <w:spacing w:line="240" w:lineRule="auto"/>
      <w:ind w:left="142" w:firstLine="425"/>
    </w:pPr>
    <w:rPr>
      <w:sz w:val="28"/>
      <w:szCs w:val="28"/>
    </w:rPr>
  </w:style>
  <w:style w:type="character" w:customStyle="1" w:styleId="apple-converted-space">
    <w:name w:val="apple-converted-space"/>
    <w:basedOn w:val="a0"/>
    <w:rsid w:val="008B721D"/>
  </w:style>
  <w:style w:type="paragraph" w:customStyle="1" w:styleId="Style42">
    <w:name w:val="Style42"/>
    <w:basedOn w:val="a"/>
    <w:uiPriority w:val="99"/>
    <w:rsid w:val="0027480E"/>
    <w:pPr>
      <w:widowControl w:val="0"/>
      <w:autoSpaceDE w:val="0"/>
      <w:autoSpaceDN w:val="0"/>
      <w:adjustRightInd w:val="0"/>
      <w:jc w:val="center"/>
    </w:pPr>
    <w:rPr>
      <w:rFonts w:eastAsiaTheme="minorEastAsia"/>
      <w:sz w:val="24"/>
      <w:szCs w:val="24"/>
    </w:rPr>
  </w:style>
  <w:style w:type="paragraph" w:customStyle="1" w:styleId="Style55">
    <w:name w:val="Style55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</w:rPr>
  </w:style>
  <w:style w:type="paragraph" w:customStyle="1" w:styleId="Style74">
    <w:name w:val="Style74"/>
    <w:basedOn w:val="a"/>
    <w:uiPriority w:val="99"/>
    <w:rsid w:val="0027480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/>
      <w:sz w:val="24"/>
      <w:szCs w:val="24"/>
    </w:rPr>
  </w:style>
  <w:style w:type="character" w:customStyle="1" w:styleId="FontStyle118">
    <w:name w:val="Font Style118"/>
    <w:basedOn w:val="a0"/>
    <w:uiPriority w:val="99"/>
    <w:rsid w:val="0027480E"/>
    <w:rPr>
      <w:rFonts w:ascii="Times New Roman" w:hAnsi="Times New Roman" w:cs="Times New Roman"/>
      <w:sz w:val="22"/>
      <w:szCs w:val="22"/>
    </w:rPr>
  </w:style>
  <w:style w:type="paragraph" w:styleId="aff8">
    <w:name w:val="Normal (Web)"/>
    <w:basedOn w:val="a"/>
    <w:uiPriority w:val="99"/>
    <w:unhideWhenUsed/>
    <w:rsid w:val="006D0668"/>
    <w:pPr>
      <w:spacing w:after="150"/>
    </w:pPr>
    <w:rPr>
      <w:sz w:val="24"/>
      <w:szCs w:val="24"/>
    </w:rPr>
  </w:style>
  <w:style w:type="character" w:customStyle="1" w:styleId="sobi2listingfieldstreet">
    <w:name w:val="sobi2listing_field_street"/>
    <w:basedOn w:val="a0"/>
    <w:rsid w:val="006D0668"/>
  </w:style>
  <w:style w:type="paragraph" w:customStyle="1" w:styleId="sobi2itemtitle">
    <w:name w:val="sobi2itemtitle"/>
    <w:basedOn w:val="a"/>
    <w:rsid w:val="006D0668"/>
    <w:pPr>
      <w:spacing w:before="75"/>
      <w:ind w:left="75"/>
    </w:pPr>
    <w:rPr>
      <w:sz w:val="24"/>
      <w:szCs w:val="24"/>
    </w:rPr>
  </w:style>
  <w:style w:type="character" w:styleId="aff9">
    <w:name w:val="Hyperlink"/>
    <w:basedOn w:val="a0"/>
    <w:uiPriority w:val="99"/>
    <w:unhideWhenUsed/>
    <w:rsid w:val="00E7667A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6B47BF"/>
    <w:pPr>
      <w:tabs>
        <w:tab w:val="left" w:pos="567"/>
        <w:tab w:val="right" w:leader="dot" w:pos="10065"/>
      </w:tabs>
      <w:spacing w:after="100" w:line="240" w:lineRule="exact"/>
      <w:ind w:left="709" w:hanging="509"/>
    </w:pPr>
    <w:rPr>
      <w:b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XOT\&#1057;&#1048;&#1057;&#1058;&#1045;&#1052;&#1040;%20&#1050;&#1040;&#1063;&#1045;&#1057;&#1058;&#1042;&#1040;\&#1064;&#1072;&#1073;&#1083;&#1086;&#1085;&#1099;\&#1064;&#1072;&#1073;&#1083;&#1086;&#1085;&#1099;_&#1055;&#1061;&#1057;\&#1044;&#1086;&#1082;&#1091;&#1084;&#1050;&#1085;1_2&#1089;&#1090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BB48-9FD3-49C1-9AEE-C6266C09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ДокумКн1_2стр</Template>
  <TotalTime>0</TotalTime>
  <Pages>3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Люхина</dc:creator>
  <cp:lastModifiedBy>Максимов Александр</cp:lastModifiedBy>
  <cp:revision>2</cp:revision>
  <cp:lastPrinted>2016-07-12T13:12:00Z</cp:lastPrinted>
  <dcterms:created xsi:type="dcterms:W3CDTF">2016-07-14T12:41:00Z</dcterms:created>
  <dcterms:modified xsi:type="dcterms:W3CDTF">2016-07-14T12:41:00Z</dcterms:modified>
</cp:coreProperties>
</file>